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A58" w:rsidRPr="00F91A58" w:rsidRDefault="00F91A58" w:rsidP="00F91A58">
      <w:pPr>
        <w:tabs>
          <w:tab w:val="center" w:pos="4677"/>
          <w:tab w:val="left" w:pos="5160"/>
        </w:tabs>
        <w:jc w:val="both"/>
        <w:rPr>
          <w:sz w:val="28"/>
        </w:rPr>
      </w:pPr>
      <w:r w:rsidRPr="00F91A58"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A58" w:rsidRPr="00F91A58" w:rsidRDefault="00F91A58" w:rsidP="00F91A58">
      <w:pPr>
        <w:rPr>
          <w:sz w:val="24"/>
          <w:szCs w:val="24"/>
        </w:rPr>
      </w:pPr>
    </w:p>
    <w:p w:rsidR="00F91A58" w:rsidRPr="00F91A58" w:rsidRDefault="00F91A58" w:rsidP="00F91A58">
      <w:pPr>
        <w:jc w:val="center"/>
        <w:rPr>
          <w:sz w:val="24"/>
          <w:szCs w:val="24"/>
        </w:rPr>
      </w:pPr>
    </w:p>
    <w:p w:rsidR="00F91A58" w:rsidRPr="00F91A58" w:rsidRDefault="00F91A58" w:rsidP="00F91A58">
      <w:pPr>
        <w:jc w:val="center"/>
        <w:rPr>
          <w:sz w:val="24"/>
          <w:szCs w:val="24"/>
        </w:rPr>
      </w:pPr>
    </w:p>
    <w:p w:rsidR="00F91A58" w:rsidRPr="00F91A58" w:rsidRDefault="00F91A58" w:rsidP="00F91A58">
      <w:pPr>
        <w:jc w:val="center"/>
        <w:rPr>
          <w:sz w:val="28"/>
          <w:szCs w:val="28"/>
        </w:rPr>
      </w:pPr>
      <w:r w:rsidRPr="00F91A58">
        <w:rPr>
          <w:sz w:val="28"/>
          <w:szCs w:val="28"/>
        </w:rPr>
        <w:t>РОСТОВСКАЯ ОБЛАСТЬ</w:t>
      </w:r>
    </w:p>
    <w:p w:rsidR="00F91A58" w:rsidRPr="00F91A58" w:rsidRDefault="00F91A58" w:rsidP="00F91A58">
      <w:pPr>
        <w:jc w:val="center"/>
        <w:rPr>
          <w:sz w:val="28"/>
          <w:szCs w:val="28"/>
        </w:rPr>
      </w:pPr>
      <w:r w:rsidRPr="00F91A58">
        <w:rPr>
          <w:sz w:val="28"/>
          <w:szCs w:val="28"/>
        </w:rPr>
        <w:t>АДМИНИСТРАЦИЯ МИЛЮТИНСКОГО РАЙОНА</w:t>
      </w:r>
    </w:p>
    <w:p w:rsidR="00F91A58" w:rsidRPr="00F91A58" w:rsidRDefault="00F91A58" w:rsidP="00F91A58">
      <w:pPr>
        <w:jc w:val="center"/>
        <w:rPr>
          <w:sz w:val="28"/>
          <w:szCs w:val="28"/>
        </w:rPr>
      </w:pPr>
    </w:p>
    <w:p w:rsidR="00F91A58" w:rsidRPr="00F91A58" w:rsidRDefault="00F91A58" w:rsidP="00F91A58">
      <w:pPr>
        <w:jc w:val="center"/>
        <w:rPr>
          <w:sz w:val="28"/>
          <w:szCs w:val="28"/>
        </w:rPr>
      </w:pPr>
      <w:r w:rsidRPr="00F91A58">
        <w:rPr>
          <w:sz w:val="28"/>
          <w:szCs w:val="28"/>
        </w:rPr>
        <w:t>ПОСТАНОВЛЕНИЕ</w:t>
      </w:r>
    </w:p>
    <w:p w:rsidR="00F91A58" w:rsidRPr="00F91A58" w:rsidRDefault="00F91A58" w:rsidP="00F91A58">
      <w:pPr>
        <w:jc w:val="both"/>
        <w:rPr>
          <w:sz w:val="28"/>
          <w:szCs w:val="28"/>
        </w:rPr>
      </w:pPr>
      <w:bookmarkStart w:id="0" w:name="_GoBack"/>
      <w:bookmarkEnd w:id="0"/>
    </w:p>
    <w:p w:rsidR="00F91A58" w:rsidRPr="00F91A58" w:rsidRDefault="00F91A58" w:rsidP="00F91A58">
      <w:pPr>
        <w:jc w:val="center"/>
        <w:rPr>
          <w:sz w:val="28"/>
          <w:szCs w:val="28"/>
        </w:rPr>
      </w:pPr>
      <w:r>
        <w:rPr>
          <w:sz w:val="28"/>
          <w:szCs w:val="28"/>
        </w:rPr>
        <w:t>31.01.</w:t>
      </w:r>
      <w:r w:rsidRPr="00F91A58">
        <w:rPr>
          <w:sz w:val="28"/>
          <w:szCs w:val="28"/>
        </w:rPr>
        <w:t>2018</w:t>
      </w:r>
      <w:r w:rsidRPr="00F91A58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52</w:t>
      </w:r>
    </w:p>
    <w:p w:rsidR="00F91A58" w:rsidRPr="00F91A58" w:rsidRDefault="00F91A58" w:rsidP="00F91A58">
      <w:pPr>
        <w:jc w:val="center"/>
        <w:rPr>
          <w:sz w:val="26"/>
          <w:szCs w:val="26"/>
        </w:rPr>
      </w:pPr>
    </w:p>
    <w:p w:rsidR="00F91A58" w:rsidRPr="00F91A58" w:rsidRDefault="00F91A58" w:rsidP="00F91A58">
      <w:pPr>
        <w:jc w:val="center"/>
        <w:rPr>
          <w:sz w:val="28"/>
          <w:szCs w:val="28"/>
        </w:rPr>
      </w:pPr>
      <w:r w:rsidRPr="00F91A58">
        <w:rPr>
          <w:sz w:val="28"/>
          <w:szCs w:val="28"/>
        </w:rPr>
        <w:t>ст. Милютинская</w:t>
      </w:r>
    </w:p>
    <w:p w:rsidR="005A4C04" w:rsidRPr="00DC3442" w:rsidRDefault="005A4C04" w:rsidP="005322E7">
      <w:pPr>
        <w:jc w:val="center"/>
        <w:rPr>
          <w:sz w:val="28"/>
          <w:szCs w:val="28"/>
        </w:rPr>
      </w:pPr>
    </w:p>
    <w:p w:rsidR="005A4C04" w:rsidRPr="00DC3442" w:rsidRDefault="005A4C04" w:rsidP="005322E7">
      <w:pPr>
        <w:pStyle w:val="ConsPlusTitle"/>
        <w:jc w:val="center"/>
        <w:rPr>
          <w:b w:val="0"/>
        </w:rPr>
      </w:pPr>
      <w:r w:rsidRPr="00DC3442">
        <w:t>О</w:t>
      </w:r>
      <w:r w:rsidR="005322E7" w:rsidRPr="00DC3442">
        <w:t> </w:t>
      </w:r>
      <w:r w:rsidRPr="00DC3442">
        <w:t>мерах</w:t>
      </w:r>
      <w:r w:rsidR="005322E7" w:rsidRPr="00DC3442">
        <w:t> </w:t>
      </w:r>
      <w:r w:rsidRPr="00DC3442">
        <w:t>по</w:t>
      </w:r>
      <w:r w:rsidR="005322E7" w:rsidRPr="00DC3442">
        <w:t> </w:t>
      </w:r>
      <w:r w:rsidRPr="00DC3442">
        <w:t>обеспечению</w:t>
      </w:r>
      <w:r w:rsidR="005322E7" w:rsidRPr="00DC3442">
        <w:t> </w:t>
      </w:r>
      <w:r w:rsidRPr="00DC3442">
        <w:t>исполнения</w:t>
      </w:r>
      <w:r w:rsidR="005322E7" w:rsidRPr="00DC3442">
        <w:t> </w:t>
      </w:r>
      <w:r w:rsidR="003A59E6">
        <w:t>ме</w:t>
      </w:r>
      <w:r w:rsidRPr="00DC3442">
        <w:t>стного</w:t>
      </w:r>
      <w:r w:rsidR="005322E7" w:rsidRPr="00DC3442">
        <w:t> </w:t>
      </w:r>
      <w:r w:rsidRPr="00DC3442">
        <w:t>бюджета</w:t>
      </w:r>
    </w:p>
    <w:p w:rsidR="005A4C04" w:rsidRPr="00DC3442" w:rsidRDefault="005A4C04" w:rsidP="005322E7">
      <w:pPr>
        <w:pStyle w:val="ConsPlusNormal"/>
        <w:jc w:val="center"/>
      </w:pPr>
    </w:p>
    <w:p w:rsidR="005322E7" w:rsidRPr="00DC3442" w:rsidRDefault="005322E7" w:rsidP="005322E7">
      <w:pPr>
        <w:pStyle w:val="ConsPlusNormal"/>
        <w:jc w:val="center"/>
      </w:pPr>
    </w:p>
    <w:p w:rsidR="005A4C04" w:rsidRDefault="005A4C04" w:rsidP="005322E7">
      <w:pPr>
        <w:widowControl w:val="0"/>
        <w:ind w:firstLine="709"/>
        <w:jc w:val="both"/>
        <w:rPr>
          <w:sz w:val="28"/>
        </w:rPr>
      </w:pPr>
      <w:r w:rsidRPr="00DC3442">
        <w:rPr>
          <w:sz w:val="28"/>
        </w:rPr>
        <w:t xml:space="preserve">В целях обеспечения исполнения </w:t>
      </w:r>
      <w:r w:rsidR="003A59E6">
        <w:rPr>
          <w:sz w:val="28"/>
        </w:rPr>
        <w:t xml:space="preserve">решения </w:t>
      </w:r>
      <w:proofErr w:type="spellStart"/>
      <w:r w:rsidR="003A59E6">
        <w:rPr>
          <w:sz w:val="28"/>
        </w:rPr>
        <w:t>Милютинского</w:t>
      </w:r>
      <w:proofErr w:type="spellEnd"/>
      <w:r w:rsidR="003A59E6">
        <w:rPr>
          <w:sz w:val="28"/>
        </w:rPr>
        <w:t xml:space="preserve"> районного Собрания депутатов </w:t>
      </w:r>
      <w:r w:rsidRPr="00DC3442">
        <w:rPr>
          <w:sz w:val="28"/>
        </w:rPr>
        <w:t xml:space="preserve">о бюджете на текущий финансовый год и плановый период </w:t>
      </w:r>
    </w:p>
    <w:p w:rsidR="003A59E6" w:rsidRPr="00DC3442" w:rsidRDefault="003A59E6" w:rsidP="003A59E6">
      <w:pPr>
        <w:widowControl w:val="0"/>
        <w:ind w:firstLine="709"/>
        <w:jc w:val="center"/>
        <w:rPr>
          <w:b/>
          <w:spacing w:val="60"/>
          <w:sz w:val="28"/>
          <w:szCs w:val="28"/>
        </w:rPr>
      </w:pPr>
      <w:r>
        <w:rPr>
          <w:sz w:val="28"/>
        </w:rPr>
        <w:t>ПОСТАНОВЛЯЮ:</w:t>
      </w:r>
    </w:p>
    <w:p w:rsidR="005A4C04" w:rsidRPr="00DC3442" w:rsidRDefault="005A4C04" w:rsidP="005322E7">
      <w:pPr>
        <w:widowControl w:val="0"/>
        <w:ind w:firstLine="709"/>
        <w:jc w:val="both"/>
        <w:rPr>
          <w:sz w:val="28"/>
          <w:szCs w:val="28"/>
        </w:rPr>
      </w:pP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1.</w:t>
      </w:r>
      <w:r w:rsidRPr="00DC3442">
        <w:rPr>
          <w:lang w:val="en-US"/>
        </w:rPr>
        <w:t> </w:t>
      </w:r>
      <w:r w:rsidRPr="00DC3442">
        <w:t xml:space="preserve">Принять к исполнению </w:t>
      </w:r>
      <w:r w:rsidR="003A59E6">
        <w:t xml:space="preserve">местный </w:t>
      </w:r>
      <w:r w:rsidRPr="00DC3442">
        <w:t>бюджет на текущий финансовый год и плановый период.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2.</w:t>
      </w:r>
      <w:r w:rsidRPr="00DC3442">
        <w:rPr>
          <w:lang w:val="en-US"/>
        </w:rPr>
        <w:t> </w:t>
      </w:r>
      <w:r w:rsidRPr="00DC3442">
        <w:t xml:space="preserve">Главным администраторам доходов </w:t>
      </w:r>
      <w:r w:rsidR="003A59E6">
        <w:t>ме</w:t>
      </w:r>
      <w:r w:rsidRPr="00DC3442">
        <w:t xml:space="preserve">стного бюджета и главным администраторам источников финансирования дефицита </w:t>
      </w:r>
      <w:r w:rsidR="003A59E6">
        <w:t>местно</w:t>
      </w:r>
      <w:r w:rsidRPr="00DC3442">
        <w:t>го бюджета: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2.1.</w:t>
      </w:r>
      <w:r w:rsidRPr="00DC3442">
        <w:rPr>
          <w:lang w:val="en-US"/>
        </w:rPr>
        <w:t> </w:t>
      </w:r>
      <w:r w:rsidRPr="00DC3442">
        <w:t>Принять меры по обеспечению поступления в полном объеме налогов, сборов и других обязательных платежей, сокращению задолженности</w:t>
      </w:r>
      <w:r w:rsidRPr="00DC3442">
        <w:br/>
        <w:t>по их уплате и осуществлению мероприятий, препятствующих ее возникновению, а также по обеспечению поступления в полном объеме источников финансирования дефицита бюджета.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2.2.</w:t>
      </w:r>
      <w:r w:rsidRPr="00DC3442">
        <w:rPr>
          <w:lang w:val="en-US"/>
        </w:rPr>
        <w:t> </w:t>
      </w:r>
      <w:r w:rsidRPr="00DC3442">
        <w:t>Обеспечить своевременное уточнение невыясненных поступлений</w:t>
      </w:r>
      <w:r w:rsidRPr="00DC3442">
        <w:br/>
        <w:t>с целью их зачисления на соответствующие коды бюджетной классификации доходов бюджетов бюджетной системы Российской Федерации.</w:t>
      </w:r>
    </w:p>
    <w:p w:rsidR="005A4C04" w:rsidRPr="00DC3442" w:rsidRDefault="005A4C04" w:rsidP="005322E7">
      <w:pPr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2.3.</w:t>
      </w:r>
      <w:r w:rsidRPr="00DC3442">
        <w:rPr>
          <w:sz w:val="28"/>
          <w:szCs w:val="28"/>
          <w:lang w:val="en-US"/>
        </w:rPr>
        <w:t> </w:t>
      </w:r>
      <w:r w:rsidRPr="00DC3442">
        <w:rPr>
          <w:sz w:val="28"/>
          <w:szCs w:val="28"/>
        </w:rPr>
        <w:t>В случае изменения полномочий главных администраторов доходов</w:t>
      </w:r>
      <w:r w:rsidRPr="00DC3442">
        <w:rPr>
          <w:sz w:val="28"/>
          <w:szCs w:val="28"/>
        </w:rPr>
        <w:br/>
        <w:t>и источников финансирования дефицита бюджета или состава закрепленных</w:t>
      </w:r>
      <w:r w:rsidRPr="00DC3442">
        <w:rPr>
          <w:sz w:val="28"/>
          <w:szCs w:val="28"/>
        </w:rPr>
        <w:br/>
        <w:t xml:space="preserve">за ними кодов классификации доходов и источников финансирования дефицита бюджета представлять в </w:t>
      </w:r>
      <w:r w:rsidR="003A59E6">
        <w:rPr>
          <w:sz w:val="28"/>
          <w:szCs w:val="28"/>
        </w:rPr>
        <w:t xml:space="preserve">финансовый отдел Администрации </w:t>
      </w:r>
      <w:proofErr w:type="spellStart"/>
      <w:r w:rsidR="003A59E6">
        <w:rPr>
          <w:sz w:val="28"/>
          <w:szCs w:val="28"/>
        </w:rPr>
        <w:t>Милютинского</w:t>
      </w:r>
      <w:proofErr w:type="spellEnd"/>
      <w:r w:rsidR="003A59E6">
        <w:rPr>
          <w:sz w:val="28"/>
          <w:szCs w:val="28"/>
        </w:rPr>
        <w:t xml:space="preserve"> района</w:t>
      </w:r>
      <w:r w:rsidRPr="00DC3442">
        <w:rPr>
          <w:sz w:val="28"/>
          <w:szCs w:val="28"/>
        </w:rPr>
        <w:t xml:space="preserve"> информацию об указанных изменениях в течение 2 недель со дня вступления</w:t>
      </w:r>
      <w:r w:rsidR="003A59E6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в силу соответствующих нормативных правовых актов.</w:t>
      </w:r>
    </w:p>
    <w:p w:rsidR="005A4C04" w:rsidRPr="00DC3442" w:rsidRDefault="005A4C04" w:rsidP="005322E7">
      <w:pPr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2.4.</w:t>
      </w:r>
      <w:r w:rsidRPr="00DC3442">
        <w:rPr>
          <w:sz w:val="28"/>
          <w:szCs w:val="28"/>
          <w:lang w:val="en-US"/>
        </w:rPr>
        <w:t> </w:t>
      </w:r>
      <w:r w:rsidRPr="00DC3442">
        <w:rPr>
          <w:sz w:val="28"/>
          <w:szCs w:val="28"/>
        </w:rPr>
        <w:t>Обеспечить реализацию бюджетных полномочий в части ведения реестра источников доходов бюджета по закрепленным источникам доходов.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2.5.</w:t>
      </w:r>
      <w:r w:rsidRPr="00DC3442">
        <w:rPr>
          <w:sz w:val="28"/>
          <w:szCs w:val="28"/>
          <w:lang w:val="en-US"/>
        </w:rPr>
        <w:t> </w:t>
      </w:r>
      <w:r w:rsidRPr="00DC3442">
        <w:rPr>
          <w:sz w:val="28"/>
          <w:szCs w:val="28"/>
        </w:rPr>
        <w:t xml:space="preserve">Обеспечить возврат в </w:t>
      </w:r>
      <w:r w:rsidR="00557F13">
        <w:rPr>
          <w:sz w:val="28"/>
          <w:szCs w:val="28"/>
        </w:rPr>
        <w:t>областной</w:t>
      </w:r>
      <w:r w:rsidRPr="00DC3442">
        <w:rPr>
          <w:sz w:val="28"/>
          <w:szCs w:val="28"/>
        </w:rPr>
        <w:t xml:space="preserve"> бюджет остатков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не использованных по состоянию на 1 января текущего финансового года межбюджетных трансфертов, полученных в форме субсидий, субвенций и иных межбюджетных трансфертов, имеющих целевое назначение, </w:t>
      </w:r>
      <w:r w:rsidR="00557F13" w:rsidRPr="00DC3442">
        <w:rPr>
          <w:sz w:val="28"/>
          <w:szCs w:val="28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</w:t>
      </w:r>
      <w:r w:rsidR="00557F13" w:rsidRPr="00DC3442">
        <w:rPr>
          <w:sz w:val="28"/>
          <w:szCs w:val="28"/>
        </w:rPr>
        <w:lastRenderedPageBreak/>
        <w:t>Федерации</w:t>
      </w:r>
      <w:r w:rsidR="00557F13">
        <w:rPr>
          <w:sz w:val="28"/>
          <w:szCs w:val="28"/>
        </w:rPr>
        <w:t>,</w:t>
      </w:r>
      <w:r w:rsidR="00557F13" w:rsidRPr="00DC3442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в срок, установленный абзацем первым пункта 5 статьи 242 Бюджетного кодекса Российской Федерации.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2.6.</w:t>
      </w:r>
      <w:r w:rsidRPr="00DC3442">
        <w:rPr>
          <w:sz w:val="28"/>
          <w:szCs w:val="28"/>
          <w:lang w:val="en-US"/>
        </w:rPr>
        <w:t> </w:t>
      </w:r>
      <w:r w:rsidRPr="00DC3442">
        <w:rPr>
          <w:sz w:val="28"/>
          <w:szCs w:val="28"/>
        </w:rPr>
        <w:t>Осуществлять контроль за возвратом в областной бюджет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из бюджетов </w:t>
      </w:r>
      <w:r w:rsidR="00557F13">
        <w:rPr>
          <w:sz w:val="28"/>
          <w:szCs w:val="28"/>
        </w:rPr>
        <w:t xml:space="preserve">поселений </w:t>
      </w:r>
      <w:proofErr w:type="spellStart"/>
      <w:r w:rsidR="00557F13">
        <w:rPr>
          <w:sz w:val="28"/>
          <w:szCs w:val="28"/>
        </w:rPr>
        <w:t>Милютинского</w:t>
      </w:r>
      <w:proofErr w:type="spellEnd"/>
      <w:r w:rsidR="00557F13">
        <w:rPr>
          <w:sz w:val="28"/>
          <w:szCs w:val="28"/>
        </w:rPr>
        <w:t xml:space="preserve"> района</w:t>
      </w:r>
      <w:r w:rsidRPr="00DC3442">
        <w:rPr>
          <w:sz w:val="28"/>
          <w:szCs w:val="28"/>
        </w:rPr>
        <w:t xml:space="preserve"> не использованных по состоянию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>на</w:t>
      </w:r>
      <w:r w:rsidR="00557F13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1 января текущего финансового года остатков межбюджетных трансфертов,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в срок, установленный абзацем первым пункта 5 статьи 242 Бюджетного кодекса Российской Федерации.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5E4">
        <w:rPr>
          <w:sz w:val="28"/>
          <w:szCs w:val="28"/>
        </w:rPr>
        <w:t>3</w:t>
      </w:r>
      <w:r w:rsidR="005A4C04" w:rsidRPr="00DC3442">
        <w:rPr>
          <w:sz w:val="28"/>
          <w:szCs w:val="28"/>
        </w:rPr>
        <w:t>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 xml:space="preserve">Главным распорядителям средств </w:t>
      </w:r>
      <w:r w:rsidR="00557F13"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>стного бюджета: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0"/>
      <w:bookmarkEnd w:id="1"/>
      <w:r w:rsidRPr="00F745E4">
        <w:rPr>
          <w:sz w:val="28"/>
          <w:szCs w:val="28"/>
        </w:rPr>
        <w:t>3</w:t>
      </w:r>
      <w:r w:rsidR="005A4C04" w:rsidRPr="00DC3442">
        <w:rPr>
          <w:sz w:val="28"/>
          <w:szCs w:val="28"/>
        </w:rPr>
        <w:t>.1.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 xml:space="preserve">Принять меры по недопущению образования в текущем финансовом году просроченной кредиторской задолженности по расходам </w:t>
      </w:r>
      <w:r w:rsidR="00557F13"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 xml:space="preserve">стного бюджета, а также по долговым обязательствам подведомственных </w:t>
      </w:r>
      <w:r w:rsidR="00557F13">
        <w:rPr>
          <w:sz w:val="28"/>
          <w:szCs w:val="28"/>
        </w:rPr>
        <w:t>муниципаль</w:t>
      </w:r>
      <w:r w:rsidR="005A4C04" w:rsidRPr="00DC3442">
        <w:rPr>
          <w:sz w:val="28"/>
          <w:szCs w:val="28"/>
        </w:rPr>
        <w:t xml:space="preserve">ных унитарных предприятий </w:t>
      </w:r>
      <w:proofErr w:type="spellStart"/>
      <w:r w:rsidR="00557F13">
        <w:rPr>
          <w:sz w:val="28"/>
          <w:szCs w:val="28"/>
        </w:rPr>
        <w:t>Милютинского</w:t>
      </w:r>
      <w:proofErr w:type="spellEnd"/>
      <w:r w:rsidR="00557F13">
        <w:rPr>
          <w:sz w:val="28"/>
          <w:szCs w:val="28"/>
        </w:rPr>
        <w:t xml:space="preserve"> района</w:t>
      </w:r>
      <w:r w:rsidR="005A4C04" w:rsidRPr="00DC3442">
        <w:rPr>
          <w:sz w:val="28"/>
          <w:szCs w:val="28"/>
        </w:rPr>
        <w:t>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5E4">
        <w:rPr>
          <w:sz w:val="28"/>
          <w:szCs w:val="28"/>
        </w:rPr>
        <w:t>3</w:t>
      </w:r>
      <w:r w:rsidR="005A4C04" w:rsidRPr="00DC3442">
        <w:rPr>
          <w:sz w:val="28"/>
          <w:szCs w:val="28"/>
        </w:rPr>
        <w:t>.2.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 xml:space="preserve">Обеспечить принятие правовых актов, устанавливающих обязанность </w:t>
      </w:r>
      <w:r w:rsidR="00557F13">
        <w:rPr>
          <w:sz w:val="28"/>
          <w:szCs w:val="28"/>
        </w:rPr>
        <w:t>муниципальных</w:t>
      </w:r>
      <w:r w:rsidR="005A4C04" w:rsidRPr="00DC3442">
        <w:rPr>
          <w:sz w:val="28"/>
          <w:szCs w:val="28"/>
        </w:rPr>
        <w:t xml:space="preserve"> учреждений </w:t>
      </w:r>
      <w:proofErr w:type="spellStart"/>
      <w:r w:rsidR="00557F13">
        <w:rPr>
          <w:sz w:val="28"/>
          <w:szCs w:val="28"/>
        </w:rPr>
        <w:t>Милютинского</w:t>
      </w:r>
      <w:proofErr w:type="spellEnd"/>
      <w:r w:rsidR="00557F13">
        <w:rPr>
          <w:sz w:val="28"/>
          <w:szCs w:val="28"/>
        </w:rPr>
        <w:t xml:space="preserve"> района</w:t>
      </w:r>
      <w:r w:rsidR="005A4C04" w:rsidRPr="00DC3442">
        <w:rPr>
          <w:sz w:val="28"/>
          <w:szCs w:val="28"/>
        </w:rPr>
        <w:t xml:space="preserve"> в первоочередном порядке обеспечить следующие приоритетные направления расходования средств</w:t>
      </w:r>
      <w:r w:rsidR="005322E7" w:rsidRPr="00DC3442">
        <w:rPr>
          <w:sz w:val="28"/>
          <w:szCs w:val="28"/>
        </w:rPr>
        <w:br/>
      </w:r>
      <w:r w:rsidR="005A4C04" w:rsidRPr="00DC3442">
        <w:rPr>
          <w:sz w:val="28"/>
          <w:szCs w:val="28"/>
        </w:rPr>
        <w:t>с учетом отраслевых особенностей: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безусловное исполнение публичных нормативных обязательств, в том числе мер социальной поддержки граждан;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осуществление выплат по оплате труда с учетом начислений по страховым взносам в государственные внебюджетные фонды;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обеспечение медикаментами, питанием;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оплата коммунальных услуг с учетом мер по энергосбережению;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обеспечение уплаты налогов, сборов и иных обязательных платежей.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5E4">
        <w:rPr>
          <w:sz w:val="28"/>
          <w:szCs w:val="28"/>
        </w:rPr>
        <w:t>3</w:t>
      </w:r>
      <w:r w:rsidR="005A4C04" w:rsidRPr="00DC3442">
        <w:rPr>
          <w:sz w:val="28"/>
          <w:szCs w:val="28"/>
        </w:rPr>
        <w:t>.3.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 xml:space="preserve">Обязать соответствующими правовыми актами органов </w:t>
      </w:r>
      <w:r w:rsidR="00557F13">
        <w:rPr>
          <w:sz w:val="28"/>
          <w:szCs w:val="28"/>
        </w:rPr>
        <w:t xml:space="preserve">Администрации </w:t>
      </w:r>
      <w:proofErr w:type="spellStart"/>
      <w:r w:rsidR="00557F13">
        <w:rPr>
          <w:sz w:val="28"/>
          <w:szCs w:val="28"/>
        </w:rPr>
        <w:t>Милютинского</w:t>
      </w:r>
      <w:proofErr w:type="spellEnd"/>
      <w:r w:rsidR="00557F13">
        <w:rPr>
          <w:sz w:val="28"/>
          <w:szCs w:val="28"/>
        </w:rPr>
        <w:t xml:space="preserve"> района</w:t>
      </w:r>
      <w:r w:rsidR="005A4C04" w:rsidRPr="00DC3442">
        <w:rPr>
          <w:sz w:val="28"/>
          <w:szCs w:val="28"/>
        </w:rPr>
        <w:t xml:space="preserve"> подведомственные им </w:t>
      </w:r>
      <w:r w:rsidR="00557F13">
        <w:rPr>
          <w:sz w:val="28"/>
          <w:szCs w:val="28"/>
        </w:rPr>
        <w:t>муниципальные</w:t>
      </w:r>
      <w:r w:rsidR="005A4C04" w:rsidRPr="00DC3442">
        <w:rPr>
          <w:sz w:val="28"/>
          <w:szCs w:val="28"/>
        </w:rPr>
        <w:t xml:space="preserve"> учреждения </w:t>
      </w:r>
      <w:proofErr w:type="spellStart"/>
      <w:r w:rsidR="00557F13">
        <w:rPr>
          <w:sz w:val="28"/>
          <w:szCs w:val="28"/>
        </w:rPr>
        <w:t>Милютинского</w:t>
      </w:r>
      <w:proofErr w:type="spellEnd"/>
      <w:r w:rsidR="00557F13">
        <w:rPr>
          <w:sz w:val="28"/>
          <w:szCs w:val="28"/>
        </w:rPr>
        <w:t xml:space="preserve"> района </w:t>
      </w:r>
      <w:r w:rsidR="005A4C04" w:rsidRPr="00DC3442">
        <w:rPr>
          <w:sz w:val="28"/>
          <w:szCs w:val="28"/>
        </w:rPr>
        <w:t>разработать и принять</w:t>
      </w:r>
      <w:r w:rsidR="005322E7" w:rsidRPr="00DC3442">
        <w:rPr>
          <w:sz w:val="28"/>
          <w:szCs w:val="28"/>
        </w:rPr>
        <w:br/>
      </w:r>
      <w:r w:rsidR="005A4C04" w:rsidRPr="00DC3442">
        <w:rPr>
          <w:sz w:val="28"/>
          <w:szCs w:val="28"/>
        </w:rPr>
        <w:t>к исполнению аналогичные меры.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4976">
        <w:rPr>
          <w:sz w:val="28"/>
          <w:szCs w:val="28"/>
        </w:rPr>
        <w:t>3</w:t>
      </w:r>
      <w:r w:rsidR="005A4C04" w:rsidRPr="00BB4976">
        <w:rPr>
          <w:sz w:val="28"/>
          <w:szCs w:val="28"/>
        </w:rPr>
        <w:t>.4.</w:t>
      </w:r>
      <w:r w:rsidR="005322E7" w:rsidRPr="00BB4976">
        <w:rPr>
          <w:sz w:val="28"/>
          <w:szCs w:val="28"/>
        </w:rPr>
        <w:t> </w:t>
      </w:r>
      <w:r w:rsidR="005A4C04" w:rsidRPr="00BB4976">
        <w:rPr>
          <w:sz w:val="28"/>
          <w:szCs w:val="28"/>
        </w:rPr>
        <w:t xml:space="preserve">Обеспечить в срок до 15 марта текущего финансового года представление по установленной </w:t>
      </w:r>
      <w:r w:rsidR="00E542C0" w:rsidRPr="00BB4976">
        <w:rPr>
          <w:sz w:val="28"/>
          <w:szCs w:val="28"/>
        </w:rPr>
        <w:t xml:space="preserve">финансовым отделом Администрации </w:t>
      </w:r>
      <w:proofErr w:type="spellStart"/>
      <w:r w:rsidR="00E542C0" w:rsidRPr="00BB4976">
        <w:rPr>
          <w:sz w:val="28"/>
          <w:szCs w:val="28"/>
        </w:rPr>
        <w:t>Милютинского</w:t>
      </w:r>
      <w:proofErr w:type="spellEnd"/>
      <w:r w:rsidR="00E542C0" w:rsidRPr="00BB4976">
        <w:rPr>
          <w:sz w:val="28"/>
          <w:szCs w:val="28"/>
        </w:rPr>
        <w:t xml:space="preserve"> района</w:t>
      </w:r>
      <w:r w:rsidR="005A4C04" w:rsidRPr="00BB4976">
        <w:rPr>
          <w:sz w:val="28"/>
          <w:szCs w:val="28"/>
        </w:rPr>
        <w:t xml:space="preserve"> форме информации об остатках субсидий, </w:t>
      </w:r>
      <w:r w:rsidR="005A4C04" w:rsidRPr="00DC3442">
        <w:rPr>
          <w:sz w:val="28"/>
          <w:szCs w:val="28"/>
        </w:rPr>
        <w:t>предоставленных в отчетном финансовом году, в том числе: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 xml:space="preserve">на финансовое обеспечение выполнения </w:t>
      </w:r>
      <w:r w:rsidR="00E542C0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>ного задания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на оказание </w:t>
      </w:r>
      <w:r w:rsidR="00E542C0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ных услуг (выполнение работ) </w:t>
      </w:r>
      <w:r w:rsidR="00E542C0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ным бюджетным и автономным учреждениям </w:t>
      </w:r>
      <w:proofErr w:type="spellStart"/>
      <w:r w:rsidR="00E542C0">
        <w:rPr>
          <w:sz w:val="28"/>
          <w:szCs w:val="28"/>
        </w:rPr>
        <w:t>Милютинского</w:t>
      </w:r>
      <w:proofErr w:type="spellEnd"/>
      <w:r w:rsidR="00E542C0">
        <w:rPr>
          <w:sz w:val="28"/>
          <w:szCs w:val="28"/>
        </w:rPr>
        <w:t xml:space="preserve"> района</w:t>
      </w:r>
      <w:r w:rsidRPr="00DC3442">
        <w:rPr>
          <w:sz w:val="28"/>
          <w:szCs w:val="28"/>
        </w:rPr>
        <w:t>, образовавшихся</w:t>
      </w:r>
      <w:r w:rsidR="00E542C0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 xml:space="preserve">в связи с </w:t>
      </w:r>
      <w:proofErr w:type="spellStart"/>
      <w:r w:rsidRPr="00DC3442">
        <w:rPr>
          <w:sz w:val="28"/>
          <w:szCs w:val="28"/>
        </w:rPr>
        <w:t>недостижением</w:t>
      </w:r>
      <w:proofErr w:type="spellEnd"/>
      <w:r w:rsidRPr="00DC3442">
        <w:rPr>
          <w:sz w:val="28"/>
          <w:szCs w:val="28"/>
        </w:rPr>
        <w:t xml:space="preserve"> установленных </w:t>
      </w:r>
      <w:r w:rsidR="00E542C0">
        <w:rPr>
          <w:sz w:val="28"/>
          <w:szCs w:val="28"/>
        </w:rPr>
        <w:t>муниципальн</w:t>
      </w:r>
      <w:r w:rsidRPr="00DC3442">
        <w:rPr>
          <w:sz w:val="28"/>
          <w:szCs w:val="28"/>
        </w:rPr>
        <w:t xml:space="preserve">ым заданием показателей, характеризующих объем </w:t>
      </w:r>
      <w:r w:rsidR="00E542C0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>ных услуг (работ);</w:t>
      </w:r>
    </w:p>
    <w:p w:rsidR="005A4C04" w:rsidRPr="00DC3442" w:rsidRDefault="00E542C0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5A4C04" w:rsidRPr="00DC3442">
        <w:rPr>
          <w:sz w:val="28"/>
          <w:szCs w:val="28"/>
        </w:rPr>
        <w:t xml:space="preserve">ным бюджетным и автономным учреждениям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  <w:r w:rsidR="005A4C04" w:rsidRPr="00DC3442">
        <w:rPr>
          <w:sz w:val="28"/>
          <w:szCs w:val="28"/>
        </w:rPr>
        <w:t xml:space="preserve"> в соответствии с абзацем вторым пункта 1 статьи 78</w:t>
      </w:r>
      <w:r w:rsidR="005A4C04" w:rsidRPr="00DC3442">
        <w:rPr>
          <w:sz w:val="28"/>
          <w:vertAlign w:val="superscript"/>
        </w:rPr>
        <w:t>1</w:t>
      </w:r>
      <w:r w:rsidR="005A4C04" w:rsidRPr="00DC3442">
        <w:rPr>
          <w:sz w:val="28"/>
          <w:szCs w:val="28"/>
        </w:rPr>
        <w:t xml:space="preserve"> Бюджетного кодекса Российской Федерации, в отношении которых наличие потребности</w:t>
      </w:r>
      <w:r w:rsidR="005322E7" w:rsidRPr="00DC3442">
        <w:rPr>
          <w:sz w:val="28"/>
          <w:szCs w:val="28"/>
        </w:rPr>
        <w:br/>
      </w:r>
      <w:r w:rsidR="005A4C04" w:rsidRPr="00DC3442">
        <w:rPr>
          <w:sz w:val="28"/>
          <w:szCs w:val="28"/>
        </w:rPr>
        <w:t>в направлении их на те же цели в текущем финансовом году не подтверждено;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на финансовое обеспечение выполнения муниципального задания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на оказание муниципальных услуг (выполнение работ) муниципальным </w:t>
      </w:r>
      <w:r w:rsidRPr="00DC3442">
        <w:rPr>
          <w:sz w:val="28"/>
          <w:szCs w:val="28"/>
        </w:rPr>
        <w:lastRenderedPageBreak/>
        <w:t xml:space="preserve">бюджетным и автономным учреждениям, которое осуществлялось за счет субвенций из областного бюджета, образовавшихся в связи с </w:t>
      </w:r>
      <w:proofErr w:type="spellStart"/>
      <w:r w:rsidRPr="00DC3442">
        <w:rPr>
          <w:sz w:val="28"/>
          <w:szCs w:val="28"/>
        </w:rPr>
        <w:t>недостижением</w:t>
      </w:r>
      <w:proofErr w:type="spellEnd"/>
      <w:r w:rsidRPr="00DC3442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5E4">
        <w:rPr>
          <w:sz w:val="28"/>
          <w:szCs w:val="28"/>
        </w:rPr>
        <w:t>3</w:t>
      </w:r>
      <w:r w:rsidR="005A4C04" w:rsidRPr="00DC3442">
        <w:rPr>
          <w:sz w:val="28"/>
          <w:szCs w:val="28"/>
        </w:rPr>
        <w:t>.5.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 xml:space="preserve">Осуществлять контроль за возвратом </w:t>
      </w:r>
      <w:r w:rsidR="00E542C0">
        <w:rPr>
          <w:sz w:val="28"/>
          <w:szCs w:val="28"/>
        </w:rPr>
        <w:t>муниципальны</w:t>
      </w:r>
      <w:r w:rsidR="005A4C04" w:rsidRPr="00DC3442">
        <w:rPr>
          <w:sz w:val="28"/>
          <w:szCs w:val="28"/>
        </w:rPr>
        <w:t xml:space="preserve">ми бюджетными и автономными учреждениями </w:t>
      </w:r>
      <w:proofErr w:type="spellStart"/>
      <w:r w:rsidR="00E542C0">
        <w:rPr>
          <w:sz w:val="28"/>
          <w:szCs w:val="28"/>
        </w:rPr>
        <w:t>Милютинского</w:t>
      </w:r>
      <w:proofErr w:type="spellEnd"/>
      <w:r w:rsidR="00E542C0">
        <w:rPr>
          <w:sz w:val="28"/>
          <w:szCs w:val="28"/>
        </w:rPr>
        <w:t xml:space="preserve"> района</w:t>
      </w:r>
      <w:r w:rsidR="005A4C04" w:rsidRPr="00DC3442">
        <w:rPr>
          <w:sz w:val="28"/>
          <w:szCs w:val="28"/>
        </w:rPr>
        <w:t xml:space="preserve"> в </w:t>
      </w:r>
      <w:r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>стн</w:t>
      </w:r>
      <w:r>
        <w:rPr>
          <w:sz w:val="28"/>
          <w:szCs w:val="28"/>
        </w:rPr>
        <w:t>ый</w:t>
      </w:r>
      <w:r w:rsidR="005A4C04" w:rsidRPr="00DC3442">
        <w:rPr>
          <w:sz w:val="28"/>
          <w:szCs w:val="28"/>
        </w:rPr>
        <w:t xml:space="preserve"> бюджет остатков субсидий, указанных в подпункте 4.4 настоящего пункта, в сроки, установленные абзацем первым пункта 5</w:t>
      </w:r>
      <w:r w:rsidR="00F91A58">
        <w:rPr>
          <w:sz w:val="28"/>
          <w:szCs w:val="28"/>
        </w:rPr>
        <w:t xml:space="preserve"> </w:t>
      </w:r>
      <w:r w:rsidR="005A4C04" w:rsidRPr="00DC3442">
        <w:rPr>
          <w:sz w:val="28"/>
          <w:szCs w:val="28"/>
        </w:rPr>
        <w:t>и абзацем третьим пункта 6 настоящего постановления.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5E4">
        <w:rPr>
          <w:sz w:val="28"/>
          <w:szCs w:val="28"/>
        </w:rPr>
        <w:t>3</w:t>
      </w:r>
      <w:r w:rsidR="005A4C04" w:rsidRPr="00DC3442">
        <w:rPr>
          <w:sz w:val="28"/>
          <w:szCs w:val="28"/>
        </w:rPr>
        <w:t>.6.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>Обеспечить осуществление внутреннего финансового контроля</w:t>
      </w:r>
      <w:r w:rsidR="005322E7" w:rsidRPr="00DC3442">
        <w:rPr>
          <w:sz w:val="28"/>
          <w:szCs w:val="28"/>
        </w:rPr>
        <w:br/>
      </w:r>
      <w:r w:rsidR="005A4C04" w:rsidRPr="00DC3442">
        <w:rPr>
          <w:sz w:val="28"/>
          <w:szCs w:val="28"/>
        </w:rPr>
        <w:t>в соответствии с требованиями бюджетн</w:t>
      </w:r>
      <w:r w:rsidR="00F91A58">
        <w:rPr>
          <w:sz w:val="28"/>
          <w:szCs w:val="28"/>
        </w:rPr>
        <w:t xml:space="preserve">ого законодательства Российской </w:t>
      </w:r>
      <w:r w:rsidR="005A4C04" w:rsidRPr="00DC3442">
        <w:rPr>
          <w:sz w:val="28"/>
          <w:szCs w:val="28"/>
        </w:rPr>
        <w:t>Федерации.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5E4">
        <w:rPr>
          <w:sz w:val="28"/>
          <w:szCs w:val="28"/>
        </w:rPr>
        <w:t>3</w:t>
      </w:r>
      <w:r w:rsidR="005A4C04" w:rsidRPr="001570CD">
        <w:rPr>
          <w:sz w:val="28"/>
          <w:szCs w:val="28"/>
        </w:rPr>
        <w:t>.7.</w:t>
      </w:r>
      <w:r w:rsidR="005322E7" w:rsidRPr="001570CD">
        <w:rPr>
          <w:sz w:val="28"/>
          <w:szCs w:val="28"/>
        </w:rPr>
        <w:t> </w:t>
      </w:r>
      <w:r w:rsidR="005A4C04" w:rsidRPr="001570CD">
        <w:rPr>
          <w:sz w:val="28"/>
          <w:szCs w:val="28"/>
        </w:rPr>
        <w:t>Обеспечить соблюдение</w:t>
      </w:r>
      <w:r w:rsidR="002A0188" w:rsidRPr="001570CD">
        <w:rPr>
          <w:sz w:val="28"/>
          <w:szCs w:val="28"/>
        </w:rPr>
        <w:t xml:space="preserve"> администрациями сельских посел</w:t>
      </w:r>
      <w:r w:rsidR="001570CD" w:rsidRPr="001570CD">
        <w:rPr>
          <w:sz w:val="28"/>
          <w:szCs w:val="28"/>
        </w:rPr>
        <w:t>е</w:t>
      </w:r>
      <w:r w:rsidR="002A0188" w:rsidRPr="001570CD">
        <w:rPr>
          <w:sz w:val="28"/>
          <w:szCs w:val="28"/>
        </w:rPr>
        <w:t>ний</w:t>
      </w:r>
      <w:r w:rsidR="005A4C04" w:rsidRPr="001570CD">
        <w:rPr>
          <w:sz w:val="28"/>
          <w:szCs w:val="28"/>
        </w:rPr>
        <w:t>, получающими межбюджетные субсидии, субвенции и иные межбюджетные трансферты, имеющие целевое назначение, условий, целей</w:t>
      </w:r>
      <w:r w:rsidR="005A4C04" w:rsidRPr="00DC3442">
        <w:rPr>
          <w:sz w:val="28"/>
          <w:szCs w:val="28"/>
        </w:rPr>
        <w:t xml:space="preserve"> и порядка их предоставления.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5"/>
      <w:bookmarkEnd w:id="2"/>
      <w:r>
        <w:rPr>
          <w:sz w:val="28"/>
          <w:szCs w:val="28"/>
        </w:rPr>
        <w:t>4</w:t>
      </w:r>
      <w:r w:rsidR="005A4C04" w:rsidRPr="00DC3442">
        <w:rPr>
          <w:sz w:val="28"/>
          <w:szCs w:val="28"/>
        </w:rPr>
        <w:t>.</w:t>
      </w:r>
      <w:r w:rsidR="005322E7" w:rsidRPr="00DC3442">
        <w:rPr>
          <w:sz w:val="28"/>
          <w:szCs w:val="28"/>
        </w:rPr>
        <w:t> </w:t>
      </w:r>
      <w:r w:rsidR="00E542C0">
        <w:rPr>
          <w:sz w:val="28"/>
          <w:szCs w:val="28"/>
        </w:rPr>
        <w:t>Муниципаль</w:t>
      </w:r>
      <w:r w:rsidR="005A4C04" w:rsidRPr="00DC3442">
        <w:rPr>
          <w:sz w:val="28"/>
          <w:szCs w:val="28"/>
        </w:rPr>
        <w:t xml:space="preserve">ным бюджетным и автономным учреждениям </w:t>
      </w:r>
      <w:proofErr w:type="spellStart"/>
      <w:r w:rsidR="00E542C0">
        <w:rPr>
          <w:sz w:val="28"/>
          <w:szCs w:val="28"/>
        </w:rPr>
        <w:t>Милютинского</w:t>
      </w:r>
      <w:proofErr w:type="spellEnd"/>
      <w:r w:rsidR="00E542C0">
        <w:rPr>
          <w:sz w:val="28"/>
          <w:szCs w:val="28"/>
        </w:rPr>
        <w:t xml:space="preserve"> района</w:t>
      </w:r>
      <w:r w:rsidR="00557F13">
        <w:rPr>
          <w:sz w:val="28"/>
          <w:szCs w:val="28"/>
        </w:rPr>
        <w:t xml:space="preserve"> </w:t>
      </w:r>
      <w:r w:rsidR="005A4C04" w:rsidRPr="00DC3442">
        <w:rPr>
          <w:sz w:val="28"/>
          <w:szCs w:val="28"/>
        </w:rPr>
        <w:t>обеспечить в срок до 15 марта текущего финансового года</w:t>
      </w:r>
      <w:r w:rsidR="00E542C0">
        <w:rPr>
          <w:sz w:val="28"/>
          <w:szCs w:val="28"/>
        </w:rPr>
        <w:t xml:space="preserve"> </w:t>
      </w:r>
      <w:r w:rsidR="005A4C04" w:rsidRPr="00DC3442">
        <w:rPr>
          <w:sz w:val="28"/>
          <w:szCs w:val="28"/>
        </w:rPr>
        <w:t>возврат</w:t>
      </w:r>
      <w:r w:rsidR="00E542C0">
        <w:rPr>
          <w:sz w:val="28"/>
          <w:szCs w:val="28"/>
        </w:rPr>
        <w:t xml:space="preserve"> </w:t>
      </w:r>
      <w:r w:rsidR="005A4C04" w:rsidRPr="00DC3442">
        <w:rPr>
          <w:sz w:val="28"/>
          <w:szCs w:val="28"/>
        </w:rPr>
        <w:t xml:space="preserve">в </w:t>
      </w:r>
      <w:r w:rsidR="00E542C0"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>стн</w:t>
      </w:r>
      <w:r w:rsidR="00E542C0">
        <w:rPr>
          <w:sz w:val="28"/>
          <w:szCs w:val="28"/>
        </w:rPr>
        <w:t>ы</w:t>
      </w:r>
      <w:r w:rsidR="005A4C04" w:rsidRPr="00DC3442">
        <w:rPr>
          <w:sz w:val="28"/>
          <w:szCs w:val="28"/>
        </w:rPr>
        <w:t>й бюджет средств в объеме остатков субсидий, предоставленных</w:t>
      </w:r>
      <w:r w:rsidR="00E542C0">
        <w:rPr>
          <w:sz w:val="28"/>
          <w:szCs w:val="28"/>
        </w:rPr>
        <w:t xml:space="preserve"> </w:t>
      </w:r>
      <w:r w:rsidR="005A4C04" w:rsidRPr="00DC3442">
        <w:rPr>
          <w:sz w:val="28"/>
          <w:szCs w:val="28"/>
        </w:rPr>
        <w:t>в отчетном финансовом году: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 xml:space="preserve">на финансовое обеспечение выполнения </w:t>
      </w:r>
      <w:r w:rsidR="00E542C0">
        <w:rPr>
          <w:sz w:val="28"/>
          <w:szCs w:val="28"/>
        </w:rPr>
        <w:t>муниципально</w:t>
      </w:r>
      <w:r w:rsidRPr="00DC3442">
        <w:rPr>
          <w:sz w:val="28"/>
          <w:szCs w:val="28"/>
        </w:rPr>
        <w:t>го задания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на оказание </w:t>
      </w:r>
      <w:r w:rsidR="00E542C0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ных услуг (выполнение работ), образовавшихся в связи с </w:t>
      </w:r>
      <w:proofErr w:type="spellStart"/>
      <w:r w:rsidRPr="00DC3442">
        <w:rPr>
          <w:sz w:val="28"/>
          <w:szCs w:val="28"/>
        </w:rPr>
        <w:t>недостижением</w:t>
      </w:r>
      <w:proofErr w:type="spellEnd"/>
      <w:r w:rsidRPr="00DC3442">
        <w:rPr>
          <w:sz w:val="28"/>
          <w:szCs w:val="28"/>
        </w:rPr>
        <w:t xml:space="preserve"> установленных </w:t>
      </w:r>
      <w:r w:rsidR="00E542C0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ным заданием показателей, характеризующих объем </w:t>
      </w:r>
      <w:r w:rsidR="00E542C0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>ных услуг (работ);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в соответствии с абзацем вторым пункта 1 статьи 78</w:t>
      </w:r>
      <w:r w:rsidRPr="00DC3442">
        <w:rPr>
          <w:sz w:val="28"/>
          <w:vertAlign w:val="superscript"/>
        </w:rPr>
        <w:t xml:space="preserve">1 </w:t>
      </w:r>
      <w:r w:rsidRPr="00DC3442">
        <w:rPr>
          <w:sz w:val="28"/>
          <w:szCs w:val="28"/>
        </w:rPr>
        <w:t>Бюджетного кодекса Российской Федерации, в отношении которых наличие потребности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в направлении их на те же цели в текущем финансовом году не </w:t>
      </w:r>
      <w:proofErr w:type="gramStart"/>
      <w:r w:rsidRPr="00DC3442">
        <w:rPr>
          <w:sz w:val="28"/>
          <w:szCs w:val="28"/>
        </w:rPr>
        <w:t>подтверждено,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>в</w:t>
      </w:r>
      <w:proofErr w:type="gramEnd"/>
      <w:r w:rsidRPr="00DC3442">
        <w:rPr>
          <w:sz w:val="28"/>
          <w:szCs w:val="28"/>
        </w:rPr>
        <w:t xml:space="preserve"> объеме неподтвержденных остатков.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A4C04" w:rsidRPr="00DC3442">
        <w:rPr>
          <w:sz w:val="28"/>
          <w:szCs w:val="28"/>
        </w:rPr>
        <w:t>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>Финансов</w:t>
      </w:r>
      <w:r w:rsidR="009F0698">
        <w:rPr>
          <w:sz w:val="28"/>
          <w:szCs w:val="28"/>
        </w:rPr>
        <w:t xml:space="preserve">ому отдела Администрации </w:t>
      </w:r>
      <w:proofErr w:type="spellStart"/>
      <w:r w:rsidR="009F0698">
        <w:rPr>
          <w:sz w:val="28"/>
          <w:szCs w:val="28"/>
        </w:rPr>
        <w:t>Милютинского</w:t>
      </w:r>
      <w:proofErr w:type="spellEnd"/>
      <w:r w:rsidR="009F0698">
        <w:rPr>
          <w:sz w:val="28"/>
          <w:szCs w:val="28"/>
        </w:rPr>
        <w:t xml:space="preserve"> района</w:t>
      </w:r>
      <w:r w:rsidR="005A4C04" w:rsidRPr="00DC3442">
        <w:rPr>
          <w:sz w:val="28"/>
          <w:szCs w:val="28"/>
        </w:rPr>
        <w:t>: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обеспечить в срок до 1</w:t>
      </w:r>
      <w:r w:rsidR="009F0698">
        <w:rPr>
          <w:sz w:val="28"/>
          <w:szCs w:val="28"/>
        </w:rPr>
        <w:t xml:space="preserve"> апреля</w:t>
      </w:r>
      <w:r w:rsidRPr="00DC3442">
        <w:rPr>
          <w:sz w:val="28"/>
          <w:szCs w:val="28"/>
        </w:rPr>
        <w:t xml:space="preserve"> </w:t>
      </w:r>
      <w:r w:rsidRPr="00DC3442">
        <w:rPr>
          <w:color w:val="000000" w:themeColor="text1"/>
          <w:sz w:val="28"/>
          <w:szCs w:val="28"/>
        </w:rPr>
        <w:t>текущего финансового года</w:t>
      </w:r>
      <w:r w:rsidRPr="00DC3442">
        <w:rPr>
          <w:sz w:val="28"/>
          <w:szCs w:val="28"/>
        </w:rPr>
        <w:t xml:space="preserve"> возврат </w:t>
      </w:r>
      <w:r w:rsidR="00F91A58">
        <w:rPr>
          <w:sz w:val="28"/>
          <w:szCs w:val="28"/>
        </w:rPr>
        <w:t xml:space="preserve">в областной бюджет остатков </w:t>
      </w:r>
      <w:r w:rsidR="009F0698">
        <w:rPr>
          <w:sz w:val="28"/>
          <w:szCs w:val="28"/>
        </w:rPr>
        <w:t>средств</w:t>
      </w:r>
      <w:r w:rsidRPr="00DC3442">
        <w:rPr>
          <w:sz w:val="28"/>
          <w:szCs w:val="28"/>
        </w:rPr>
        <w:t xml:space="preserve"> в объеме остатков субсидий, предоставленных в отчетном финансовом году, на финансовое обеспечение выполнения муниципальных заданий на оказание муниципальных услуг (выполнение работ) за счет субвенций из областного бюджета, образовавшихся в связи с </w:t>
      </w:r>
      <w:proofErr w:type="spellStart"/>
      <w:r w:rsidRPr="00DC3442">
        <w:rPr>
          <w:sz w:val="28"/>
          <w:szCs w:val="28"/>
        </w:rPr>
        <w:t>недостижением</w:t>
      </w:r>
      <w:proofErr w:type="spellEnd"/>
      <w:r w:rsidRPr="00DC3442">
        <w:rPr>
          <w:sz w:val="28"/>
          <w:szCs w:val="28"/>
        </w:rPr>
        <w:t xml:space="preserve"> установленных муниципальным заданием показателей, характеризующих об</w:t>
      </w:r>
      <w:r w:rsidR="00F745E4">
        <w:rPr>
          <w:sz w:val="28"/>
          <w:szCs w:val="28"/>
        </w:rPr>
        <w:t>ъем муниципальных услуг (работ).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10"/>
      <w:bookmarkEnd w:id="3"/>
      <w:r>
        <w:rPr>
          <w:sz w:val="28"/>
          <w:szCs w:val="28"/>
        </w:rPr>
        <w:t>6</w:t>
      </w:r>
      <w:r w:rsidR="005A4C04" w:rsidRPr="00DC3442">
        <w:rPr>
          <w:sz w:val="28"/>
          <w:szCs w:val="28"/>
        </w:rPr>
        <w:t>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sz w:val="28"/>
          <w:szCs w:val="28"/>
        </w:rPr>
        <w:t xml:space="preserve">Установить, что предоставление из </w:t>
      </w:r>
      <w:r w:rsidR="009F0698"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 xml:space="preserve">стного бюджета субсидий юридическим лицам (за исключением субсидий </w:t>
      </w:r>
      <w:r w:rsidR="009F0698">
        <w:rPr>
          <w:sz w:val="28"/>
          <w:szCs w:val="28"/>
        </w:rPr>
        <w:t>муниципаль</w:t>
      </w:r>
      <w:r w:rsidR="005A4C04" w:rsidRPr="00DC3442">
        <w:rPr>
          <w:sz w:val="28"/>
          <w:szCs w:val="28"/>
        </w:rPr>
        <w:t xml:space="preserve">ным учреждениям), индивидуальным предпринимателям, физическим лицам </w:t>
      </w:r>
      <w:r w:rsidR="00FD7B4F" w:rsidRPr="00DC3442">
        <w:rPr>
          <w:sz w:val="28"/>
          <w:szCs w:val="28"/>
        </w:rPr>
        <w:t>–</w:t>
      </w:r>
      <w:r w:rsidR="005A4C04" w:rsidRPr="00DC3442">
        <w:rPr>
          <w:sz w:val="28"/>
          <w:szCs w:val="28"/>
        </w:rPr>
        <w:t xml:space="preserve"> производителям товаров (работ, услуг), некоммерческим организациям, не являющимся казенными учреждениями, осуществляется</w:t>
      </w:r>
      <w:r w:rsidR="00F91A58">
        <w:rPr>
          <w:sz w:val="28"/>
          <w:szCs w:val="28"/>
        </w:rPr>
        <w:t xml:space="preserve"> </w:t>
      </w:r>
      <w:r w:rsidR="005A4C04" w:rsidRPr="00DC3442">
        <w:rPr>
          <w:sz w:val="28"/>
          <w:szCs w:val="28"/>
        </w:rPr>
        <w:t xml:space="preserve">в текущем финансовом году в соответствии с порядками, утвержденными постановлениями </w:t>
      </w:r>
      <w:r w:rsidR="009F0698">
        <w:rPr>
          <w:sz w:val="28"/>
          <w:szCs w:val="28"/>
        </w:rPr>
        <w:t xml:space="preserve">Администрации </w:t>
      </w:r>
      <w:proofErr w:type="spellStart"/>
      <w:r w:rsidR="009F0698">
        <w:rPr>
          <w:sz w:val="28"/>
          <w:szCs w:val="28"/>
        </w:rPr>
        <w:t>Милютинского</w:t>
      </w:r>
      <w:proofErr w:type="spellEnd"/>
      <w:r w:rsidR="009F0698">
        <w:rPr>
          <w:sz w:val="28"/>
          <w:szCs w:val="28"/>
        </w:rPr>
        <w:t xml:space="preserve"> района</w:t>
      </w:r>
      <w:r w:rsidR="005A4C04" w:rsidRPr="00DC3442">
        <w:rPr>
          <w:sz w:val="28"/>
          <w:szCs w:val="28"/>
        </w:rPr>
        <w:t>.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A4C04" w:rsidRPr="00DC3442">
        <w:rPr>
          <w:sz w:val="28"/>
          <w:szCs w:val="28"/>
        </w:rPr>
        <w:t xml:space="preserve">. Установить, что соглашения (договоры) между главным распорядителем средств </w:t>
      </w:r>
      <w:r w:rsidR="009F0698"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 xml:space="preserve">стного бюджета и получателем субсидии, предоставленной юридическому лицу (за исключением субсидии государственному (муниципальному) учреждению), индивидуальному предпринимателю, а также </w:t>
      </w:r>
      <w:r w:rsidR="005A4C04" w:rsidRPr="00DC3442">
        <w:rPr>
          <w:sz w:val="28"/>
          <w:szCs w:val="28"/>
        </w:rPr>
        <w:lastRenderedPageBreak/>
        <w:t xml:space="preserve">физическому лицу </w:t>
      </w:r>
      <w:r w:rsidR="00FD7B4F" w:rsidRPr="00DC3442">
        <w:rPr>
          <w:sz w:val="28"/>
          <w:szCs w:val="28"/>
        </w:rPr>
        <w:t>– </w:t>
      </w:r>
      <w:r w:rsidR="005A4C04" w:rsidRPr="00DC3442">
        <w:rPr>
          <w:sz w:val="28"/>
          <w:szCs w:val="28"/>
        </w:rPr>
        <w:t xml:space="preserve">производителю товаров (работ, услуг), некоммерческой организации, не являющейся казенным учреждением, о предоставлении субсидии из </w:t>
      </w:r>
      <w:r w:rsidR="009F0698"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 xml:space="preserve">стного бюджета заключаются в соответствии с типовой формой, установленной </w:t>
      </w:r>
      <w:r w:rsidR="009F0698">
        <w:rPr>
          <w:sz w:val="28"/>
          <w:szCs w:val="28"/>
        </w:rPr>
        <w:t xml:space="preserve">Администрацией </w:t>
      </w:r>
      <w:proofErr w:type="spellStart"/>
      <w:r w:rsidR="009F0698">
        <w:rPr>
          <w:sz w:val="28"/>
          <w:szCs w:val="28"/>
        </w:rPr>
        <w:t>Милютинского</w:t>
      </w:r>
      <w:proofErr w:type="spellEnd"/>
      <w:r w:rsidR="009F0698">
        <w:rPr>
          <w:sz w:val="28"/>
          <w:szCs w:val="28"/>
        </w:rPr>
        <w:t xml:space="preserve"> района </w:t>
      </w:r>
      <w:r w:rsidR="005A4C04" w:rsidRPr="00DC3442">
        <w:rPr>
          <w:sz w:val="28"/>
          <w:szCs w:val="28"/>
        </w:rPr>
        <w:t>для соответствующего вида субсидии.</w:t>
      </w:r>
    </w:p>
    <w:p w:rsidR="005A4C04" w:rsidRPr="00DC3442" w:rsidRDefault="00F745E4" w:rsidP="005322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A4C04" w:rsidRPr="00DC3442">
        <w:rPr>
          <w:sz w:val="28"/>
          <w:szCs w:val="28"/>
        </w:rPr>
        <w:t xml:space="preserve">. Установить, что при предоставлении из </w:t>
      </w:r>
      <w:r w:rsidR="009F0698">
        <w:rPr>
          <w:sz w:val="28"/>
          <w:szCs w:val="28"/>
        </w:rPr>
        <w:t>ме</w:t>
      </w:r>
      <w:r w:rsidR="005A4C04" w:rsidRPr="00DC3442">
        <w:rPr>
          <w:sz w:val="28"/>
          <w:szCs w:val="28"/>
        </w:rPr>
        <w:t>стного бюджета субсидий: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обязательным условием их предоставления, включаемым в договоры (соглашения)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>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</w:t>
      </w:r>
      <w:r w:rsidR="009F0698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договорам (соглашениям)</w:t>
      </w:r>
      <w:r w:rsidR="00F91A58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</w:t>
      </w:r>
      <w:r w:rsidR="00FD7B4F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>а также коммерческих организаций с участием таких товариществ и обществ</w:t>
      </w:r>
      <w:r w:rsidR="00FD7B4F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в их уставных (складочных) капиталах), на осуществление главным распорядителем средств </w:t>
      </w:r>
      <w:r w:rsidR="009F0698">
        <w:rPr>
          <w:sz w:val="28"/>
          <w:szCs w:val="28"/>
        </w:rPr>
        <w:t>ме</w:t>
      </w:r>
      <w:r w:rsidRPr="00DC3442">
        <w:rPr>
          <w:sz w:val="28"/>
          <w:szCs w:val="28"/>
        </w:rPr>
        <w:t>стного бюджета, предоставившим субсидии,</w:t>
      </w:r>
      <w:r w:rsidR="00FD7B4F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и органами </w:t>
      </w:r>
      <w:r w:rsidR="009F0698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>ного финансового контроля проверок соблюдения ими условий, целей и порядка предоставления субсидий;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некоммерческим организациям, не являющимся казенными учреждениями, обязательным условием их предоставления, включаемым</w:t>
      </w:r>
      <w:r w:rsidR="00F91A58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 xml:space="preserve">в договоры (соглашения) о предоставлении субсидий и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субсидий, на осуществление главным распорядителем средств </w:t>
      </w:r>
      <w:r w:rsidR="009F0698">
        <w:rPr>
          <w:sz w:val="28"/>
          <w:szCs w:val="28"/>
        </w:rPr>
        <w:t>ме</w:t>
      </w:r>
      <w:r w:rsidRPr="00DC3442">
        <w:rPr>
          <w:sz w:val="28"/>
          <w:szCs w:val="28"/>
        </w:rPr>
        <w:t>стного бюджета, предоставившим субсидии,</w:t>
      </w:r>
      <w:r w:rsidR="00F91A58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 xml:space="preserve">и органами </w:t>
      </w:r>
      <w:r w:rsidR="009F0698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>ного финансового контроля проверок соблюдения ими условий, целей и порядка предоставления субсидий.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 xml:space="preserve">Главным распорядителям средств </w:t>
      </w:r>
      <w:r w:rsidR="009F0698">
        <w:rPr>
          <w:sz w:val="28"/>
          <w:szCs w:val="28"/>
        </w:rPr>
        <w:t>ме</w:t>
      </w:r>
      <w:r w:rsidRPr="00DC3442">
        <w:rPr>
          <w:sz w:val="28"/>
          <w:szCs w:val="28"/>
        </w:rPr>
        <w:t>стного бюджета включить</w:t>
      </w:r>
      <w:r w:rsidR="005322E7" w:rsidRPr="00DC3442">
        <w:rPr>
          <w:sz w:val="28"/>
          <w:szCs w:val="28"/>
        </w:rPr>
        <w:br/>
      </w:r>
      <w:r w:rsidRPr="00DC3442">
        <w:rPr>
          <w:sz w:val="28"/>
          <w:szCs w:val="28"/>
        </w:rPr>
        <w:t xml:space="preserve">в порядки, регламентирующие предоставление из </w:t>
      </w:r>
      <w:r w:rsidR="009F0698">
        <w:rPr>
          <w:sz w:val="28"/>
          <w:szCs w:val="28"/>
        </w:rPr>
        <w:t>ме</w:t>
      </w:r>
      <w:r w:rsidRPr="00DC3442">
        <w:rPr>
          <w:sz w:val="28"/>
          <w:szCs w:val="28"/>
        </w:rPr>
        <w:t>стного бюджета субсидий юридическим лицам (за исклю</w:t>
      </w:r>
      <w:r w:rsidR="00F91A58">
        <w:rPr>
          <w:sz w:val="28"/>
          <w:szCs w:val="28"/>
        </w:rPr>
        <w:t xml:space="preserve">чением субсидий государственным </w:t>
      </w:r>
      <w:r w:rsidRPr="00DC3442">
        <w:rPr>
          <w:sz w:val="28"/>
          <w:szCs w:val="28"/>
        </w:rPr>
        <w:t>(муниципальным) учреждениям), индивидуальным предпринимателям, физическим лицам</w:t>
      </w:r>
      <w:r w:rsidR="00FD7B4F" w:rsidRPr="00DC3442">
        <w:rPr>
          <w:sz w:val="28"/>
          <w:szCs w:val="28"/>
        </w:rPr>
        <w:t> – </w:t>
      </w:r>
      <w:r w:rsidRPr="00DC3442">
        <w:rPr>
          <w:sz w:val="28"/>
          <w:szCs w:val="28"/>
        </w:rPr>
        <w:t xml:space="preserve">производителям товаров (работ, услуг) и некоммерческим организациям, не являющимся казенными учреждениями, вышеуказанные обязательные условия предоставления субсидий. </w:t>
      </w:r>
    </w:p>
    <w:p w:rsidR="005A4C04" w:rsidRPr="00DC3442" w:rsidRDefault="00F745E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A4C04" w:rsidRPr="00DC3442">
        <w:rPr>
          <w:sz w:val="28"/>
          <w:szCs w:val="28"/>
        </w:rPr>
        <w:t>.</w:t>
      </w:r>
      <w:r w:rsidR="005322E7" w:rsidRPr="00DC3442">
        <w:rPr>
          <w:sz w:val="28"/>
          <w:szCs w:val="28"/>
        </w:rPr>
        <w:t> </w:t>
      </w:r>
      <w:r w:rsidR="005A4C04" w:rsidRPr="00DC3442">
        <w:rPr>
          <w:color w:val="000000" w:themeColor="text1"/>
          <w:sz w:val="28"/>
          <w:szCs w:val="28"/>
        </w:rPr>
        <w:t xml:space="preserve">Главным распорядителям средств </w:t>
      </w:r>
      <w:r w:rsidR="009F0698">
        <w:rPr>
          <w:color w:val="000000" w:themeColor="text1"/>
          <w:sz w:val="28"/>
          <w:szCs w:val="28"/>
        </w:rPr>
        <w:t>мес</w:t>
      </w:r>
      <w:r w:rsidR="005A4C04" w:rsidRPr="00DC3442">
        <w:rPr>
          <w:color w:val="000000" w:themeColor="text1"/>
          <w:sz w:val="28"/>
          <w:szCs w:val="28"/>
        </w:rPr>
        <w:t>тного бюджета заключать</w:t>
      </w:r>
      <w:r w:rsidR="005322E7" w:rsidRPr="00DC3442">
        <w:rPr>
          <w:color w:val="000000" w:themeColor="text1"/>
          <w:sz w:val="28"/>
          <w:szCs w:val="28"/>
        </w:rPr>
        <w:br/>
      </w:r>
      <w:r w:rsidR="005A4C04" w:rsidRPr="00DC3442">
        <w:rPr>
          <w:color w:val="000000" w:themeColor="text1"/>
          <w:sz w:val="28"/>
          <w:szCs w:val="28"/>
        </w:rPr>
        <w:t>соглашения</w:t>
      </w:r>
      <w:r w:rsidR="009F0698">
        <w:rPr>
          <w:color w:val="000000" w:themeColor="text1"/>
          <w:sz w:val="28"/>
          <w:szCs w:val="28"/>
        </w:rPr>
        <w:t xml:space="preserve"> </w:t>
      </w:r>
      <w:r w:rsidR="005A4C04" w:rsidRPr="00DC3442">
        <w:rPr>
          <w:color w:val="000000" w:themeColor="text1"/>
          <w:sz w:val="28"/>
          <w:szCs w:val="28"/>
        </w:rPr>
        <w:t>о предоставлении субсидий в соответствии с требованиями постановления Правительства Ростовской области от 30.08.2012 №</w:t>
      </w:r>
      <w:r w:rsidR="005322E7" w:rsidRPr="00DC3442">
        <w:rPr>
          <w:color w:val="000000" w:themeColor="text1"/>
          <w:sz w:val="28"/>
          <w:szCs w:val="28"/>
        </w:rPr>
        <w:t> </w:t>
      </w:r>
      <w:r w:rsidR="005A4C04" w:rsidRPr="00DC3442">
        <w:rPr>
          <w:color w:val="000000" w:themeColor="text1"/>
          <w:sz w:val="28"/>
          <w:szCs w:val="28"/>
        </w:rPr>
        <w:t xml:space="preserve">834 </w:t>
      </w:r>
      <w:r w:rsidR="005A4C04" w:rsidRPr="00DC3442">
        <w:rPr>
          <w:sz w:val="28"/>
          <w:szCs w:val="28"/>
        </w:rPr>
        <w:t>«О порядке расходования субсидий и иных межбюджетных трансфертов, предоставляемых из областного бюджета местным бюджетам»</w:t>
      </w:r>
      <w:r w:rsidR="005A4C04" w:rsidRPr="00DC3442">
        <w:rPr>
          <w:color w:val="000000" w:themeColor="text1"/>
          <w:sz w:val="28"/>
          <w:szCs w:val="28"/>
        </w:rPr>
        <w:t xml:space="preserve"> и постановления </w:t>
      </w:r>
      <w:r w:rsidR="005A4C04" w:rsidRPr="00DC3442">
        <w:rPr>
          <w:color w:val="000000" w:themeColor="text1"/>
          <w:sz w:val="28"/>
          <w:szCs w:val="28"/>
        </w:rPr>
        <w:lastRenderedPageBreak/>
        <w:t>Правительства Ростовской области от 09.02.2017 №</w:t>
      </w:r>
      <w:r w:rsidR="005322E7" w:rsidRPr="00DC3442">
        <w:rPr>
          <w:color w:val="000000" w:themeColor="text1"/>
          <w:sz w:val="28"/>
          <w:szCs w:val="28"/>
        </w:rPr>
        <w:t> </w:t>
      </w:r>
      <w:r w:rsidR="005A4C04" w:rsidRPr="00DC3442">
        <w:rPr>
          <w:color w:val="000000" w:themeColor="text1"/>
          <w:sz w:val="28"/>
          <w:szCs w:val="28"/>
        </w:rPr>
        <w:t>73 «</w:t>
      </w:r>
      <w:r w:rsidR="005A4C04" w:rsidRPr="00DC3442">
        <w:rPr>
          <w:sz w:val="28"/>
          <w:szCs w:val="28"/>
        </w:rPr>
        <w:t>Об утверждении типовой формы соглашения между главным распорядителем средств областного бюджета</w:t>
      </w:r>
      <w:r w:rsidR="001778E6">
        <w:rPr>
          <w:sz w:val="28"/>
          <w:szCs w:val="28"/>
        </w:rPr>
        <w:t xml:space="preserve"> </w:t>
      </w:r>
      <w:r w:rsidR="005A4C04" w:rsidRPr="00DC3442">
        <w:rPr>
          <w:sz w:val="28"/>
          <w:szCs w:val="28"/>
        </w:rPr>
        <w:t>и администрацией муниципального образования о предоставлении субсидии».</w:t>
      </w:r>
    </w:p>
    <w:p w:rsidR="005A4C04" w:rsidRPr="00DC3442" w:rsidRDefault="005A4C04" w:rsidP="005322E7">
      <w:pPr>
        <w:ind w:firstLine="709"/>
        <w:jc w:val="both"/>
        <w:rPr>
          <w:sz w:val="28"/>
        </w:rPr>
      </w:pPr>
      <w:bookmarkStart w:id="4" w:name="P37"/>
      <w:bookmarkEnd w:id="4"/>
      <w:r w:rsidRPr="00DC3442">
        <w:rPr>
          <w:sz w:val="28"/>
        </w:rPr>
        <w:t>1</w:t>
      </w:r>
      <w:r w:rsidR="00F745E4">
        <w:rPr>
          <w:sz w:val="28"/>
        </w:rPr>
        <w:t>0</w:t>
      </w:r>
      <w:r w:rsidRPr="00DC3442">
        <w:rPr>
          <w:sz w:val="28"/>
        </w:rPr>
        <w:t>.</w:t>
      </w:r>
      <w:r w:rsidR="005322E7" w:rsidRPr="00DC3442">
        <w:rPr>
          <w:sz w:val="28"/>
        </w:rPr>
        <w:t> </w:t>
      </w:r>
      <w:r w:rsidRPr="00DC3442">
        <w:rPr>
          <w:sz w:val="28"/>
        </w:rPr>
        <w:t>Установить, что перечисление субсидий из областного бюджета</w:t>
      </w:r>
      <w:r w:rsidR="005322E7" w:rsidRPr="00DC3442">
        <w:rPr>
          <w:sz w:val="28"/>
        </w:rPr>
        <w:br/>
      </w:r>
      <w:r w:rsidRPr="00DC3442">
        <w:rPr>
          <w:sz w:val="28"/>
        </w:rPr>
        <w:t xml:space="preserve">в местный бюджет осуществляется при оплате денежного обязательства получателя средств местного бюджета, соответствующего целям предоставления субсидии, в доле, соответствующей уровню </w:t>
      </w:r>
      <w:proofErr w:type="spellStart"/>
      <w:r w:rsidRPr="00DC3442">
        <w:rPr>
          <w:sz w:val="28"/>
        </w:rPr>
        <w:t>софинансирования</w:t>
      </w:r>
      <w:proofErr w:type="spellEnd"/>
      <w:r w:rsidRPr="00DC3442">
        <w:rPr>
          <w:sz w:val="28"/>
        </w:rPr>
        <w:t xml:space="preserve"> расходного обязательства муниципально</w:t>
      </w:r>
      <w:r w:rsidR="005322E7" w:rsidRPr="00DC3442">
        <w:rPr>
          <w:sz w:val="28"/>
        </w:rPr>
        <w:t xml:space="preserve">го образования, установленному </w:t>
      </w:r>
      <w:r w:rsidRPr="00DC3442">
        <w:rPr>
          <w:sz w:val="28"/>
        </w:rPr>
        <w:t>соглашением</w:t>
      </w:r>
      <w:r w:rsidR="005322E7" w:rsidRPr="00DC3442">
        <w:rPr>
          <w:sz w:val="28"/>
        </w:rPr>
        <w:br/>
      </w:r>
      <w:r w:rsidRPr="00DC3442">
        <w:rPr>
          <w:sz w:val="28"/>
        </w:rPr>
        <w:t xml:space="preserve">о предоставлении субсидии из областного бюджета местному </w:t>
      </w:r>
      <w:proofErr w:type="gramStart"/>
      <w:r w:rsidRPr="00DC3442">
        <w:rPr>
          <w:sz w:val="28"/>
        </w:rPr>
        <w:t>бюджету,</w:t>
      </w:r>
      <w:r w:rsidR="005322E7" w:rsidRPr="00DC3442">
        <w:rPr>
          <w:sz w:val="28"/>
        </w:rPr>
        <w:br/>
      </w:r>
      <w:r w:rsidRPr="00DC3442">
        <w:rPr>
          <w:sz w:val="28"/>
        </w:rPr>
        <w:t>за</w:t>
      </w:r>
      <w:proofErr w:type="gramEnd"/>
      <w:r w:rsidRPr="00DC3442">
        <w:rPr>
          <w:sz w:val="28"/>
        </w:rPr>
        <w:t xml:space="preserve"> исключением субсидий на реализацию мероприятий по обеспечению жильем молодых семей.</w:t>
      </w:r>
    </w:p>
    <w:p w:rsidR="005A4C04" w:rsidRPr="00DC3442" w:rsidRDefault="005A4C04" w:rsidP="005322E7">
      <w:pPr>
        <w:ind w:firstLine="709"/>
        <w:jc w:val="both"/>
        <w:rPr>
          <w:sz w:val="28"/>
        </w:rPr>
      </w:pPr>
      <w:r w:rsidRPr="00DC3442">
        <w:rPr>
          <w:sz w:val="28"/>
        </w:rPr>
        <w:t xml:space="preserve">Главные распорядители средств </w:t>
      </w:r>
      <w:r w:rsidR="001778E6">
        <w:rPr>
          <w:sz w:val="28"/>
        </w:rPr>
        <w:t>мес</w:t>
      </w:r>
      <w:r w:rsidRPr="00DC3442">
        <w:rPr>
          <w:sz w:val="28"/>
        </w:rPr>
        <w:t xml:space="preserve">тного бюджета </w:t>
      </w:r>
      <w:r w:rsidR="001778E6">
        <w:rPr>
          <w:sz w:val="28"/>
        </w:rPr>
        <w:t>представляют главным распорядителям средств областного бюджета</w:t>
      </w:r>
      <w:r w:rsidRPr="00DC3442">
        <w:rPr>
          <w:sz w:val="28"/>
        </w:rPr>
        <w:t xml:space="preserve"> заверенны</w:t>
      </w:r>
      <w:r w:rsidR="001778E6">
        <w:rPr>
          <w:sz w:val="28"/>
        </w:rPr>
        <w:t>е</w:t>
      </w:r>
      <w:r w:rsidRPr="00DC3442">
        <w:rPr>
          <w:sz w:val="28"/>
        </w:rPr>
        <w:t xml:space="preserve"> копий документов, подтверждающих</w:t>
      </w:r>
      <w:r w:rsidR="001778E6">
        <w:rPr>
          <w:sz w:val="28"/>
        </w:rPr>
        <w:t xml:space="preserve"> </w:t>
      </w:r>
      <w:r w:rsidRPr="00DC3442">
        <w:rPr>
          <w:sz w:val="28"/>
        </w:rPr>
        <w:t>факт перечисления средств местных бюджетов, предусмотренных</w:t>
      </w:r>
      <w:r w:rsidR="001778E6">
        <w:rPr>
          <w:sz w:val="28"/>
        </w:rPr>
        <w:t xml:space="preserve"> </w:t>
      </w:r>
      <w:r w:rsidRPr="00DC3442">
        <w:rPr>
          <w:sz w:val="28"/>
        </w:rPr>
        <w:t xml:space="preserve">на </w:t>
      </w:r>
      <w:proofErr w:type="spellStart"/>
      <w:r w:rsidRPr="00DC3442">
        <w:rPr>
          <w:sz w:val="28"/>
        </w:rPr>
        <w:t>софинансирование</w:t>
      </w:r>
      <w:proofErr w:type="spellEnd"/>
      <w:r w:rsidRPr="00DC3442">
        <w:rPr>
          <w:sz w:val="28"/>
        </w:rPr>
        <w:t xml:space="preserve"> расходов по объектам и направлениям, за исключением субсидий на реализацию мероприятий по обеспечению жильем молодых семей.</w:t>
      </w:r>
    </w:p>
    <w:p w:rsidR="005A4C04" w:rsidRPr="00DC3442" w:rsidRDefault="005A4C04" w:rsidP="00754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>1</w:t>
      </w:r>
      <w:r w:rsidR="00F745E4">
        <w:rPr>
          <w:sz w:val="28"/>
          <w:szCs w:val="28"/>
        </w:rPr>
        <w:t>1</w:t>
      </w:r>
      <w:r w:rsidRPr="00DC3442">
        <w:rPr>
          <w:sz w:val="28"/>
          <w:szCs w:val="28"/>
        </w:rPr>
        <w:t>.</w:t>
      </w:r>
      <w:r w:rsidR="005322E7" w:rsidRPr="00DC3442">
        <w:rPr>
          <w:sz w:val="28"/>
          <w:szCs w:val="28"/>
        </w:rPr>
        <w:t> </w:t>
      </w:r>
      <w:r w:rsidRPr="00DC3442">
        <w:rPr>
          <w:sz w:val="28"/>
          <w:szCs w:val="28"/>
        </w:rPr>
        <w:t xml:space="preserve">Установить, что предоставление из </w:t>
      </w:r>
      <w:r w:rsidR="007543FD">
        <w:rPr>
          <w:sz w:val="28"/>
          <w:szCs w:val="28"/>
        </w:rPr>
        <w:t>ме</w:t>
      </w:r>
      <w:r w:rsidRPr="00DC3442">
        <w:rPr>
          <w:sz w:val="28"/>
          <w:szCs w:val="28"/>
        </w:rPr>
        <w:t xml:space="preserve">стного бюджета субсидий </w:t>
      </w:r>
      <w:r w:rsidR="007543FD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ным бюджетным и автономным учреждениям </w:t>
      </w:r>
      <w:proofErr w:type="spellStart"/>
      <w:r w:rsidR="007543FD">
        <w:rPr>
          <w:sz w:val="28"/>
          <w:szCs w:val="28"/>
        </w:rPr>
        <w:t>Милютинского</w:t>
      </w:r>
      <w:proofErr w:type="spellEnd"/>
      <w:r w:rsidR="007543FD">
        <w:rPr>
          <w:sz w:val="28"/>
          <w:szCs w:val="28"/>
        </w:rPr>
        <w:t xml:space="preserve"> района</w:t>
      </w:r>
      <w:r w:rsidRPr="00DC3442">
        <w:rPr>
          <w:sz w:val="28"/>
          <w:szCs w:val="28"/>
        </w:rPr>
        <w:t xml:space="preserve"> на финансовое обеспечение выполнения </w:t>
      </w:r>
      <w:r w:rsidR="007543FD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ного задания на оказание </w:t>
      </w:r>
      <w:r w:rsidR="007543FD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>ных услуг (выполнение работ) осуществляется в соответствии</w:t>
      </w:r>
      <w:r w:rsidR="007543FD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с графиком к соглашению о порядке и условиях предоставления субсидии</w:t>
      </w:r>
      <w:r w:rsidR="007543FD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 xml:space="preserve">на финансовое обеспечение выполнения </w:t>
      </w:r>
      <w:r w:rsidR="007543FD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ного задания на оказание </w:t>
      </w:r>
      <w:r w:rsidR="007543FD">
        <w:rPr>
          <w:sz w:val="28"/>
          <w:szCs w:val="28"/>
        </w:rPr>
        <w:t>муниципаль</w:t>
      </w:r>
      <w:r w:rsidRPr="00DC3442">
        <w:rPr>
          <w:sz w:val="28"/>
          <w:szCs w:val="28"/>
        </w:rPr>
        <w:t xml:space="preserve">ных услуг (выполнение работ), заключенному с данными учреждениями органами </w:t>
      </w:r>
      <w:r w:rsidR="007543FD">
        <w:rPr>
          <w:sz w:val="28"/>
          <w:szCs w:val="28"/>
        </w:rPr>
        <w:t xml:space="preserve">Администрации </w:t>
      </w:r>
      <w:proofErr w:type="spellStart"/>
      <w:r w:rsidR="007543FD">
        <w:rPr>
          <w:sz w:val="28"/>
          <w:szCs w:val="28"/>
        </w:rPr>
        <w:t>Милютинского</w:t>
      </w:r>
      <w:proofErr w:type="spellEnd"/>
      <w:r w:rsidR="007543FD">
        <w:rPr>
          <w:sz w:val="28"/>
          <w:szCs w:val="28"/>
        </w:rPr>
        <w:t xml:space="preserve"> района</w:t>
      </w:r>
      <w:r w:rsidRPr="00DC3442">
        <w:rPr>
          <w:sz w:val="28"/>
          <w:szCs w:val="28"/>
        </w:rPr>
        <w:t>, осуществляющими</w:t>
      </w:r>
      <w:r w:rsidR="007543FD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функции</w:t>
      </w:r>
      <w:r w:rsidR="007543FD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и полномочия их учредителей, если иное не установлено законодательством Российской Федерации и Ростовской области.</w:t>
      </w:r>
    </w:p>
    <w:p w:rsidR="005A4C04" w:rsidRPr="00DC3442" w:rsidRDefault="005A4C04" w:rsidP="005322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442">
        <w:rPr>
          <w:sz w:val="28"/>
          <w:szCs w:val="28"/>
        </w:rPr>
        <w:t xml:space="preserve">В соответствии с указанным графиком субсидия подлежит перечислению </w:t>
      </w:r>
      <w:r w:rsidR="007543FD">
        <w:rPr>
          <w:sz w:val="28"/>
          <w:szCs w:val="28"/>
        </w:rPr>
        <w:t>муниципальн</w:t>
      </w:r>
      <w:r w:rsidRPr="00DC3442">
        <w:rPr>
          <w:sz w:val="28"/>
          <w:szCs w:val="28"/>
        </w:rPr>
        <w:t xml:space="preserve">ым бюджетным и автономным учреждениям </w:t>
      </w:r>
      <w:proofErr w:type="spellStart"/>
      <w:r w:rsidR="007543FD">
        <w:rPr>
          <w:sz w:val="28"/>
          <w:szCs w:val="28"/>
        </w:rPr>
        <w:t>Милютинского</w:t>
      </w:r>
      <w:proofErr w:type="spellEnd"/>
      <w:r w:rsidR="007543FD">
        <w:rPr>
          <w:sz w:val="28"/>
          <w:szCs w:val="28"/>
        </w:rPr>
        <w:t xml:space="preserve"> района</w:t>
      </w:r>
      <w:r w:rsidRPr="00DC3442">
        <w:rPr>
          <w:sz w:val="28"/>
          <w:szCs w:val="28"/>
        </w:rPr>
        <w:t xml:space="preserve"> (за исключением учреждений, оказание услуг (выполнение работ) которыми зависит от сезонных условий, если органом, осуществляющим функции</w:t>
      </w:r>
      <w:r w:rsidR="007543FD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>и полномочия учредителя, не установлено иное) не реже 1 раза в квартал</w:t>
      </w:r>
      <w:r w:rsidR="007543FD">
        <w:rPr>
          <w:sz w:val="28"/>
          <w:szCs w:val="28"/>
        </w:rPr>
        <w:t xml:space="preserve"> </w:t>
      </w:r>
      <w:r w:rsidRPr="00DC3442">
        <w:rPr>
          <w:sz w:val="28"/>
          <w:szCs w:val="28"/>
        </w:rPr>
        <w:t xml:space="preserve">в порядке, установленном </w:t>
      </w:r>
      <w:r w:rsidR="007543FD">
        <w:rPr>
          <w:sz w:val="28"/>
          <w:szCs w:val="28"/>
        </w:rPr>
        <w:t xml:space="preserve">финансовым отделом Администрации </w:t>
      </w:r>
      <w:proofErr w:type="spellStart"/>
      <w:r w:rsidR="007543FD">
        <w:rPr>
          <w:sz w:val="28"/>
          <w:szCs w:val="28"/>
        </w:rPr>
        <w:t>Милютинского</w:t>
      </w:r>
      <w:proofErr w:type="spellEnd"/>
      <w:r w:rsidR="007543FD">
        <w:rPr>
          <w:sz w:val="28"/>
          <w:szCs w:val="28"/>
        </w:rPr>
        <w:t xml:space="preserve"> района</w:t>
      </w:r>
      <w:r w:rsidRPr="00DC3442">
        <w:rPr>
          <w:sz w:val="28"/>
          <w:szCs w:val="28"/>
        </w:rPr>
        <w:t>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2</w:t>
      </w:r>
      <w:r w:rsidRPr="00DC3442">
        <w:t>.</w:t>
      </w:r>
      <w:r w:rsidRPr="00DC3442">
        <w:rPr>
          <w:lang w:val="en-US"/>
        </w:rPr>
        <w:t> </w:t>
      </w:r>
      <w:r w:rsidRPr="00DC3442">
        <w:t xml:space="preserve">Установить, что получатели средств </w:t>
      </w:r>
      <w:r w:rsidR="007543FD">
        <w:t>ме</w:t>
      </w:r>
      <w:r w:rsidRPr="00DC3442">
        <w:t>стного бюджета</w:t>
      </w:r>
      <w:r w:rsidR="005322E7" w:rsidRPr="00DC3442">
        <w:br/>
      </w:r>
      <w:r w:rsidRPr="00DC3442">
        <w:t>при заключении договоров (</w:t>
      </w:r>
      <w:r w:rsidR="007543FD">
        <w:t>муниципаль</w:t>
      </w:r>
      <w:r w:rsidRPr="00DC3442">
        <w:t>ных контрактов) о поставке товаров, выполнении работ и оказании услуг в пределах доведенных им в установленном порядке лимитов бюджетных обязательств на соответствующий финансовый год вправе предусматривать авансовые платежи: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2</w:t>
      </w:r>
      <w:r w:rsidRPr="00DC3442">
        <w:t>.1.</w:t>
      </w:r>
      <w:r w:rsidR="005322E7" w:rsidRPr="00DC3442">
        <w:t> </w:t>
      </w:r>
      <w:r w:rsidRPr="00DC3442">
        <w:t>В размерах, установленных Правительством</w:t>
      </w:r>
      <w:r w:rsidR="0022753D">
        <w:t xml:space="preserve"> </w:t>
      </w:r>
      <w:r w:rsidRPr="00DC3442">
        <w:rPr>
          <w:spacing w:val="-2"/>
        </w:rPr>
        <w:t>Российской</w:t>
      </w:r>
      <w:r w:rsidR="00FD7B4F" w:rsidRPr="00DC3442">
        <w:rPr>
          <w:spacing w:val="-2"/>
        </w:rPr>
        <w:br/>
      </w:r>
      <w:r w:rsidRPr="00DC3442">
        <w:rPr>
          <w:spacing w:val="-2"/>
        </w:rPr>
        <w:t>Федерации, –</w:t>
      </w:r>
      <w:r w:rsidRPr="00DC3442">
        <w:t xml:space="preserve"> по договорам (</w:t>
      </w:r>
      <w:r w:rsidR="00712CB7">
        <w:t>муниципаль</w:t>
      </w:r>
      <w:r w:rsidRPr="00DC3442">
        <w:t>ным контрактам), финансовое обеспечение которых планируется осуществлять полностью или частично</w:t>
      </w:r>
      <w:r w:rsidR="00FD7B4F" w:rsidRPr="00DC3442">
        <w:br/>
      </w:r>
      <w:r w:rsidRPr="00DC3442">
        <w:t>за счет целевых средств федерального бюджета.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2</w:t>
      </w:r>
      <w:r w:rsidRPr="00DC3442">
        <w:t>.2.</w:t>
      </w:r>
      <w:r w:rsidR="005322E7" w:rsidRPr="00DC3442">
        <w:t> </w:t>
      </w:r>
      <w:r w:rsidRPr="00DC3442">
        <w:t>В размерах, установленных  настоящим пунктом, если иное</w:t>
      </w:r>
      <w:r w:rsidR="005322E7" w:rsidRPr="00DC3442">
        <w:br/>
      </w:r>
      <w:r w:rsidRPr="00DC3442">
        <w:t>не предусмотрено законодательством Российской Федерации:</w:t>
      </w:r>
    </w:p>
    <w:p w:rsidR="005A4C04" w:rsidRPr="00DC3442" w:rsidRDefault="005A4C04" w:rsidP="00712CB7">
      <w:pPr>
        <w:pStyle w:val="ConsPlusNormal"/>
        <w:ind w:firstLine="709"/>
        <w:jc w:val="both"/>
      </w:pPr>
      <w:r w:rsidRPr="00DC3442">
        <w:t>1</w:t>
      </w:r>
      <w:r w:rsidR="00F745E4">
        <w:t>2</w:t>
      </w:r>
      <w:r w:rsidRPr="00DC3442">
        <w:t>.2.1.</w:t>
      </w:r>
      <w:r w:rsidR="005322E7" w:rsidRPr="00DC3442">
        <w:t> </w:t>
      </w:r>
      <w:r w:rsidRPr="00DC3442">
        <w:t>При включении в договор (</w:t>
      </w:r>
      <w:r w:rsidR="00712CB7">
        <w:t>муниципаль</w:t>
      </w:r>
      <w:r w:rsidRPr="00DC3442">
        <w:t>ный контракт) условия</w:t>
      </w:r>
      <w:r w:rsidR="005322E7" w:rsidRPr="00DC3442">
        <w:br/>
      </w:r>
      <w:r w:rsidRPr="00DC3442">
        <w:t xml:space="preserve">о последующих после выплаты аванса платежах в размере, не превышающем </w:t>
      </w:r>
      <w:r w:rsidRPr="00DC3442">
        <w:lastRenderedPageBreak/>
        <w:t>подтвержденную в соответствии с установленным финансов</w:t>
      </w:r>
      <w:r w:rsidR="00712CB7">
        <w:t xml:space="preserve">ым отделом Администрации </w:t>
      </w:r>
      <w:proofErr w:type="spellStart"/>
      <w:r w:rsidR="00712CB7">
        <w:t>Милютинского</w:t>
      </w:r>
      <w:proofErr w:type="spellEnd"/>
      <w:r w:rsidR="00712CB7">
        <w:t xml:space="preserve"> района</w:t>
      </w:r>
      <w:r w:rsidRPr="00DC3442">
        <w:t xml:space="preserve"> порядком санкционирования оплаты денежных обязательств получателей средств </w:t>
      </w:r>
      <w:r w:rsidR="00712CB7">
        <w:t>ме</w:t>
      </w:r>
      <w:r w:rsidRPr="00DC3442">
        <w:t>стного бюджета сумму фактически поставленных товаров, выполненных работ, оказанных услуг с учетом ранее произведенного авансового платежа, в размере, не превышающем 30 процентов суммы договора (</w:t>
      </w:r>
      <w:r w:rsidR="00712CB7">
        <w:t>муниципаль</w:t>
      </w:r>
      <w:r w:rsidRPr="00DC3442">
        <w:t>ного контракта) о поставке товаров, выполнении</w:t>
      </w:r>
      <w:r w:rsidR="00712CB7">
        <w:t xml:space="preserve"> р</w:t>
      </w:r>
      <w:r w:rsidRPr="00DC3442">
        <w:t>абот,</w:t>
      </w:r>
      <w:r w:rsidR="00712CB7">
        <w:t xml:space="preserve"> </w:t>
      </w:r>
      <w:r w:rsidRPr="00DC3442">
        <w:t>об оказании услуг;</w:t>
      </w:r>
    </w:p>
    <w:p w:rsidR="005A4C04" w:rsidRPr="00DC3442" w:rsidRDefault="005A4C04" w:rsidP="005322E7">
      <w:pPr>
        <w:pStyle w:val="ConsPlusNormal"/>
        <w:ind w:firstLine="709"/>
        <w:jc w:val="both"/>
      </w:pPr>
      <w:bookmarkStart w:id="5" w:name="P111"/>
      <w:bookmarkStart w:id="6" w:name="P113"/>
      <w:bookmarkEnd w:id="5"/>
      <w:bookmarkEnd w:id="6"/>
      <w:r w:rsidRPr="00DC3442">
        <w:t>1</w:t>
      </w:r>
      <w:r w:rsidR="00F745E4">
        <w:t>2</w:t>
      </w:r>
      <w:r w:rsidRPr="00DC3442">
        <w:t>.2.2.</w:t>
      </w:r>
      <w:r w:rsidR="005322E7" w:rsidRPr="00DC3442">
        <w:t> </w:t>
      </w:r>
      <w:r w:rsidRPr="00DC3442">
        <w:t>В размере, не превышающем 30 процентов суммы договора (</w:t>
      </w:r>
      <w:r w:rsidR="00712CB7">
        <w:t>муниципальн</w:t>
      </w:r>
      <w:r w:rsidRPr="00DC3442">
        <w:t xml:space="preserve">ого контракта) о выполнении работ по строительству, реконструкции и капитальному ремонту объектов капитального строительства </w:t>
      </w:r>
      <w:r w:rsidR="00712CB7">
        <w:t>муниципаль</w:t>
      </w:r>
      <w:r w:rsidRPr="00DC3442">
        <w:t xml:space="preserve">ной собственности </w:t>
      </w:r>
      <w:proofErr w:type="spellStart"/>
      <w:r w:rsidR="00712CB7">
        <w:t>Милютинского</w:t>
      </w:r>
      <w:proofErr w:type="spellEnd"/>
      <w:r w:rsidR="00712CB7">
        <w:t xml:space="preserve"> района</w:t>
      </w:r>
      <w:r w:rsidRPr="00DC3442">
        <w:t>, при включении в договор (</w:t>
      </w:r>
      <w:r w:rsidR="00712CB7">
        <w:t>муниципаль</w:t>
      </w:r>
      <w:r w:rsidRPr="00DC3442">
        <w:t>ный контракт) условия о последующем авансировании после подтверждения факта поставки товаров, выполнения работ, оказания услуг</w:t>
      </w:r>
      <w:r w:rsidR="005322E7" w:rsidRPr="00DC3442">
        <w:br/>
      </w:r>
      <w:r w:rsidRPr="00DC3442">
        <w:t xml:space="preserve">в объеме произведенного авансового платежа в соответствии с порядком санкционирования оплаты денежных обязательств, установленным </w:t>
      </w:r>
      <w:r w:rsidR="00712CB7">
        <w:t>ф</w:t>
      </w:r>
      <w:r w:rsidRPr="00DC3442">
        <w:t>инансов</w:t>
      </w:r>
      <w:r w:rsidR="00712CB7">
        <w:t xml:space="preserve">ым отделом Администрации </w:t>
      </w:r>
      <w:proofErr w:type="spellStart"/>
      <w:r w:rsidR="00712CB7">
        <w:t>Милютинского</w:t>
      </w:r>
      <w:proofErr w:type="spellEnd"/>
      <w:r w:rsidR="00712CB7">
        <w:t xml:space="preserve"> района </w:t>
      </w:r>
      <w:r w:rsidRPr="00DC3442">
        <w:t>(с ограничением общей суммы авансирования не более 70 процентов суммы договора (</w:t>
      </w:r>
      <w:r w:rsidR="00712CB7">
        <w:t>муниципаль</w:t>
      </w:r>
      <w:r w:rsidRPr="00DC3442">
        <w:t>ного контракта);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2</w:t>
      </w:r>
      <w:r w:rsidRPr="00DC3442">
        <w:t>.2.3.</w:t>
      </w:r>
      <w:r w:rsidR="005322E7" w:rsidRPr="00DC3442">
        <w:t> </w:t>
      </w:r>
      <w:r w:rsidRPr="00DC3442">
        <w:t>До 100 процентов суммы договора (</w:t>
      </w:r>
      <w:r w:rsidR="0080724E">
        <w:t>муниципаль</w:t>
      </w:r>
      <w:r w:rsidRPr="00DC3442">
        <w:t>ного контракта)</w:t>
      </w:r>
      <w:r w:rsidR="005322E7" w:rsidRPr="00DC3442">
        <w:br/>
      </w:r>
      <w:r w:rsidRPr="00DC3442">
        <w:t>по договорам (</w:t>
      </w:r>
      <w:r w:rsidR="0080724E">
        <w:t>муниципаль</w:t>
      </w:r>
      <w:r w:rsidRPr="00DC3442">
        <w:t>ным контрактам) о пользовании подвижной радиотелефонной связью, о пересылке почтовой корреспонденции</w:t>
      </w:r>
      <w:r w:rsidR="005322E7" w:rsidRPr="00DC3442">
        <w:br/>
      </w:r>
      <w:r w:rsidRPr="00DC3442">
        <w:t>с использованием франкировальной машины, о приобретении знаков почтовой оплаты, о пользовании почтовыми абонентскими ящиками, о подписке</w:t>
      </w:r>
      <w:r w:rsidR="005322E7" w:rsidRPr="00DC3442">
        <w:br/>
      </w:r>
      <w:r w:rsidRPr="00DC3442">
        <w:t>на печатные издания и об их приобретении, об обучении на курсах повышения квалификации, о прохождении профессиональной переподготовки, об участии</w:t>
      </w:r>
      <w:r w:rsidR="005322E7" w:rsidRPr="00DC3442">
        <w:br/>
      </w:r>
      <w:r w:rsidRPr="00DC3442">
        <w:t xml:space="preserve">в научных, методических, научно-практических и иных конференциях, </w:t>
      </w:r>
      <w:proofErr w:type="spellStart"/>
      <w:r w:rsidRPr="00DC3442">
        <w:t>вебинарах</w:t>
      </w:r>
      <w:proofErr w:type="spellEnd"/>
      <w:r w:rsidRPr="00DC3442">
        <w:t xml:space="preserve">, семинарах,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об обеспечении участия делегаций </w:t>
      </w:r>
      <w:proofErr w:type="spellStart"/>
      <w:r w:rsidR="0080724E">
        <w:t>Милютинского</w:t>
      </w:r>
      <w:proofErr w:type="spellEnd"/>
      <w:r w:rsidR="0080724E">
        <w:t xml:space="preserve"> района</w:t>
      </w:r>
      <w:r w:rsidR="005322E7" w:rsidRPr="00DC3442">
        <w:br/>
      </w:r>
      <w:r w:rsidRPr="00DC3442">
        <w:t>во всероссийских и международных мероприятиях в сфере образования (олимпиадах, соревнованиях, сборах, конкурсах, первенствах, выставках),</w:t>
      </w:r>
      <w:r w:rsidR="005322E7" w:rsidRPr="00DC3442">
        <w:br/>
      </w:r>
      <w:r w:rsidRPr="00DC3442">
        <w:t>о приобретении авиа- и железнодорожных билетов, билетов для проезда городским и пригородным транспортом и путевок на санаторно-курортное лечение, по договорам обязательного страхования гражданской ответственности владельцев транспортных средств, договорам обязательного страхования гражданской ответственности владельца опасного объекта за причинение вреда в результате аварии на опасном объекте и договорам добровольного страхования от несчастных случаев, по договорам (</w:t>
      </w:r>
      <w:r w:rsidR="0080724E">
        <w:t>муниципаль</w:t>
      </w:r>
      <w:r w:rsidRPr="00DC3442">
        <w:t>ным контрактам) об оплате организационного взноса, путевок на участие в мероприятиях для детей</w:t>
      </w:r>
      <w:r w:rsidR="005322E7" w:rsidRPr="00DC3442">
        <w:br/>
      </w:r>
      <w:r w:rsidRPr="00DC3442">
        <w:t>и молодежи, об оплате гостиничных услуг, услуг на подготовку и проведение летних лагерей, профильных тематических смен.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3</w:t>
      </w:r>
      <w:r w:rsidRPr="00DC3442">
        <w:t>.</w:t>
      </w:r>
      <w:r w:rsidR="005322E7" w:rsidRPr="00DC3442">
        <w:t> </w:t>
      </w:r>
      <w:r w:rsidRPr="00DC3442">
        <w:t xml:space="preserve">Получатели средств </w:t>
      </w:r>
      <w:r w:rsidR="0080724E">
        <w:t>мес</w:t>
      </w:r>
      <w:r w:rsidRPr="00DC3442">
        <w:t>тного бюджета при заключении договоров (</w:t>
      </w:r>
      <w:r w:rsidR="0080724E">
        <w:t>муниципаль</w:t>
      </w:r>
      <w:r w:rsidRPr="00DC3442">
        <w:t>ных контрактов), указанных в подпунктах 1</w:t>
      </w:r>
      <w:r w:rsidR="00F745E4">
        <w:t>2</w:t>
      </w:r>
      <w:r w:rsidRPr="00DC3442">
        <w:t>.2.1</w:t>
      </w:r>
      <w:r w:rsidRPr="00DC3442">
        <w:rPr>
          <w:color w:val="000000" w:themeColor="text1"/>
        </w:rPr>
        <w:t xml:space="preserve"> и </w:t>
      </w:r>
      <w:r w:rsidRPr="00DC3442">
        <w:t>1</w:t>
      </w:r>
      <w:r w:rsidR="00F745E4">
        <w:t>2</w:t>
      </w:r>
      <w:r w:rsidRPr="00DC3442">
        <w:t>.2.2 пункта 1</w:t>
      </w:r>
      <w:r w:rsidR="00F745E4">
        <w:t>2</w:t>
      </w:r>
      <w:r w:rsidRPr="00DC3442">
        <w:t xml:space="preserve">.2 настоящего Положения, предусматривающих отдельные этапы их исполнения и оплаты, не включают в них условия о выплате авансового платежа на последнем </w:t>
      </w:r>
      <w:r w:rsidRPr="00DC3442">
        <w:lastRenderedPageBreak/>
        <w:t>этапе исполнения договора (</w:t>
      </w:r>
      <w:r w:rsidR="0080724E">
        <w:t>муниципаль</w:t>
      </w:r>
      <w:r w:rsidRPr="00DC3442">
        <w:t>ного контракта),</w:t>
      </w:r>
      <w:r w:rsidR="00F91A58">
        <w:t xml:space="preserve"> </w:t>
      </w:r>
      <w:r w:rsidRPr="00DC3442">
        <w:t>если иное не установлено законодательством Российской Федерации.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4</w:t>
      </w:r>
      <w:r w:rsidRPr="00DC3442">
        <w:t>.</w:t>
      </w:r>
      <w:r w:rsidR="005322E7" w:rsidRPr="00DC3442">
        <w:t> </w:t>
      </w:r>
      <w:r w:rsidRPr="00DC3442">
        <w:t xml:space="preserve">Получатели средств </w:t>
      </w:r>
      <w:r w:rsidR="0080724E">
        <w:t>ме</w:t>
      </w:r>
      <w:r w:rsidRPr="00DC3442">
        <w:t>стного бюджета в пределах доведенных</w:t>
      </w:r>
      <w:r w:rsidR="005322E7" w:rsidRPr="00DC3442">
        <w:br/>
      </w:r>
      <w:r w:rsidRPr="00DC3442">
        <w:t xml:space="preserve">до них в установленном порядке на текущий финансовый год соответствующих лимитов бюджетных обязательств не вправе принимать после 1 декабря текущего финансового года бюджетные обязательства на основании </w:t>
      </w:r>
      <w:r w:rsidR="0080724E">
        <w:t>муниципаль</w:t>
      </w:r>
      <w:r w:rsidRPr="00DC3442">
        <w:t>ных контрактов на поставку товаров, выполнение работ, оказание услуг, предусматривающих сроки оплаты поставленных товаров, выполненных работ, оказанных услуг или выплаты аванса, в том числе по отдельным этапам их исполнения, превышающие один месяц после указанной даты.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5</w:t>
      </w:r>
      <w:r w:rsidRPr="00DC3442">
        <w:t>.</w:t>
      </w:r>
      <w:r w:rsidRPr="00DC3442">
        <w:rPr>
          <w:lang w:val="en-US"/>
        </w:rPr>
        <w:t> </w:t>
      </w:r>
      <w:r w:rsidR="0080724E">
        <w:t xml:space="preserve">Главам Администраций сельских поселений </w:t>
      </w:r>
      <w:proofErr w:type="spellStart"/>
      <w:r w:rsidR="0080724E">
        <w:t>Милютинского</w:t>
      </w:r>
      <w:proofErr w:type="spellEnd"/>
      <w:r w:rsidR="0080724E">
        <w:t xml:space="preserve"> района обеспе</w:t>
      </w:r>
      <w:r w:rsidRPr="00DC3442">
        <w:t>чить возврат в областной бюджет не использованных</w:t>
      </w:r>
      <w:r w:rsidR="00F91A58">
        <w:t xml:space="preserve"> </w:t>
      </w:r>
      <w:r w:rsidRPr="00DC3442">
        <w:t xml:space="preserve">по состоянию на 1 января </w:t>
      </w:r>
      <w:r w:rsidRPr="00DC3442">
        <w:rPr>
          <w:color w:val="000000" w:themeColor="text1"/>
          <w:szCs w:val="28"/>
        </w:rPr>
        <w:t xml:space="preserve">текущего финансового года </w:t>
      </w:r>
      <w:r w:rsidRPr="00DC3442">
        <w:t xml:space="preserve">остатков </w:t>
      </w:r>
      <w:r w:rsidRPr="00DC3442">
        <w:rPr>
          <w:szCs w:val="28"/>
        </w:rPr>
        <w:t xml:space="preserve">межбюджетных трансфертов,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 w:rsidRPr="00DC3442">
        <w:t>в срок, установленный абзацем первым пункта 5 статьи 242 Бюджетного кодекса Российской Федерации.</w:t>
      </w:r>
    </w:p>
    <w:p w:rsidR="005A4C04" w:rsidRPr="00DC3442" w:rsidRDefault="005A4C04" w:rsidP="005322E7">
      <w:pPr>
        <w:pStyle w:val="ConsPlusNormal"/>
        <w:ind w:firstLine="709"/>
        <w:jc w:val="both"/>
        <w:rPr>
          <w:szCs w:val="28"/>
        </w:rPr>
      </w:pPr>
      <w:r w:rsidRPr="00DC3442">
        <w:t>1</w:t>
      </w:r>
      <w:r w:rsidR="00F745E4">
        <w:t>6</w:t>
      </w:r>
      <w:r w:rsidRPr="00DC3442">
        <w:t>.</w:t>
      </w:r>
      <w:r w:rsidRPr="00DC3442">
        <w:rPr>
          <w:lang w:val="en-US"/>
        </w:rPr>
        <w:t> </w:t>
      </w:r>
      <w:r w:rsidRPr="00DC3442">
        <w:t>Настоящее п</w:t>
      </w:r>
      <w:r w:rsidRPr="00DC3442">
        <w:rPr>
          <w:szCs w:val="28"/>
        </w:rPr>
        <w:t>остановление вступает в силу со дня его официального опубликования и распространяется на правоотношения, возникшие</w:t>
      </w:r>
      <w:r w:rsidRPr="00DC3442">
        <w:rPr>
          <w:szCs w:val="28"/>
        </w:rPr>
        <w:br/>
        <w:t>с 1 января 2018</w:t>
      </w:r>
      <w:r w:rsidRPr="00DC3442">
        <w:rPr>
          <w:szCs w:val="28"/>
          <w:lang w:val="en-US"/>
        </w:rPr>
        <w:t> </w:t>
      </w:r>
      <w:r w:rsidRPr="00DC3442">
        <w:rPr>
          <w:szCs w:val="28"/>
        </w:rPr>
        <w:t>г.</w:t>
      </w:r>
    </w:p>
    <w:p w:rsidR="005A4C04" w:rsidRPr="00DC3442" w:rsidRDefault="005A4C04" w:rsidP="005322E7">
      <w:pPr>
        <w:pStyle w:val="ConsPlusNormal"/>
        <w:ind w:firstLine="709"/>
        <w:jc w:val="both"/>
      </w:pPr>
      <w:r w:rsidRPr="00DC3442">
        <w:t>1</w:t>
      </w:r>
      <w:r w:rsidR="00F745E4">
        <w:t>7</w:t>
      </w:r>
      <w:r w:rsidRPr="00DC3442">
        <w:t>.</w:t>
      </w:r>
      <w:r w:rsidRPr="00DC3442">
        <w:rPr>
          <w:lang w:val="en-US"/>
        </w:rPr>
        <w:t> </w:t>
      </w:r>
      <w:r w:rsidR="00F91A58">
        <w:t>Контроль за ис</w:t>
      </w:r>
      <w:r w:rsidRPr="00DC3442">
        <w:t>полнением настоящего постановления возложить</w:t>
      </w:r>
      <w:r w:rsidRPr="00DC3442">
        <w:br/>
        <w:t xml:space="preserve">на </w:t>
      </w:r>
      <w:r w:rsidR="0080724E">
        <w:t xml:space="preserve">первого заместителя главы Администрации </w:t>
      </w:r>
      <w:proofErr w:type="spellStart"/>
      <w:r w:rsidR="0080724E">
        <w:t>Милютинского</w:t>
      </w:r>
      <w:proofErr w:type="spellEnd"/>
      <w:r w:rsidR="0080724E">
        <w:t xml:space="preserve"> района</w:t>
      </w:r>
      <w:r w:rsidR="00F91A58">
        <w:t xml:space="preserve"> </w:t>
      </w:r>
      <w:proofErr w:type="spellStart"/>
      <w:r w:rsidR="00F91A58">
        <w:t>О.Р.Писаренко</w:t>
      </w:r>
      <w:proofErr w:type="spellEnd"/>
      <w:r w:rsidR="00F91A58">
        <w:t>.</w:t>
      </w:r>
    </w:p>
    <w:p w:rsidR="005A4C04" w:rsidRPr="00DC3442" w:rsidRDefault="005A4C04" w:rsidP="005A4C04">
      <w:pPr>
        <w:pStyle w:val="ConsPlusNormal"/>
        <w:ind w:firstLine="709"/>
        <w:jc w:val="both"/>
      </w:pPr>
    </w:p>
    <w:p w:rsidR="005A4C04" w:rsidRPr="00DC3442" w:rsidRDefault="005A4C04" w:rsidP="005A4C04">
      <w:pPr>
        <w:pStyle w:val="ConsPlusNormal"/>
        <w:ind w:firstLine="709"/>
        <w:jc w:val="both"/>
      </w:pPr>
    </w:p>
    <w:p w:rsidR="005A4C04" w:rsidRPr="00DC3442" w:rsidRDefault="005A4C04" w:rsidP="005A4C04">
      <w:pPr>
        <w:pStyle w:val="ConsPlusNormal"/>
        <w:ind w:firstLine="709"/>
        <w:jc w:val="both"/>
      </w:pPr>
    </w:p>
    <w:p w:rsidR="005A4C04" w:rsidRDefault="0080724E" w:rsidP="00F91A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0724E" w:rsidRPr="00DC3442" w:rsidRDefault="0080724E" w:rsidP="00F91A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F91A58">
        <w:rPr>
          <w:sz w:val="28"/>
          <w:szCs w:val="28"/>
        </w:rPr>
        <w:tab/>
      </w:r>
      <w:r w:rsidR="00F91A58">
        <w:rPr>
          <w:sz w:val="28"/>
          <w:szCs w:val="28"/>
        </w:rPr>
        <w:tab/>
      </w:r>
      <w:r w:rsidR="00F91A58">
        <w:rPr>
          <w:sz w:val="28"/>
          <w:szCs w:val="28"/>
        </w:rPr>
        <w:tab/>
      </w:r>
      <w:r w:rsidR="00F91A58">
        <w:rPr>
          <w:sz w:val="28"/>
          <w:szCs w:val="28"/>
        </w:rPr>
        <w:tab/>
      </w:r>
      <w:r>
        <w:rPr>
          <w:sz w:val="28"/>
          <w:szCs w:val="28"/>
        </w:rPr>
        <w:t>А.Н.</w:t>
      </w:r>
      <w:r w:rsidR="00F91A58">
        <w:rPr>
          <w:sz w:val="28"/>
          <w:szCs w:val="28"/>
        </w:rPr>
        <w:t xml:space="preserve"> </w:t>
      </w:r>
      <w:r>
        <w:rPr>
          <w:sz w:val="28"/>
          <w:szCs w:val="28"/>
        </w:rPr>
        <w:t>Королев</w:t>
      </w:r>
    </w:p>
    <w:p w:rsidR="005A4C04" w:rsidRPr="00F91A58" w:rsidRDefault="005A4C04" w:rsidP="005A4C04">
      <w:pPr>
        <w:widowControl w:val="0"/>
        <w:autoSpaceDE w:val="0"/>
        <w:autoSpaceDN w:val="0"/>
        <w:adjustRightInd w:val="0"/>
        <w:ind w:firstLine="709"/>
        <w:jc w:val="both"/>
      </w:pPr>
    </w:p>
    <w:p w:rsidR="00F91A58" w:rsidRDefault="00F91A58" w:rsidP="005A4C04">
      <w:pPr>
        <w:widowControl w:val="0"/>
        <w:autoSpaceDE w:val="0"/>
        <w:autoSpaceDN w:val="0"/>
        <w:adjustRightInd w:val="0"/>
        <w:jc w:val="both"/>
      </w:pPr>
    </w:p>
    <w:p w:rsidR="00F91A58" w:rsidRDefault="00F91A58" w:rsidP="005A4C04">
      <w:pPr>
        <w:widowControl w:val="0"/>
        <w:autoSpaceDE w:val="0"/>
        <w:autoSpaceDN w:val="0"/>
        <w:adjustRightInd w:val="0"/>
        <w:jc w:val="both"/>
      </w:pPr>
    </w:p>
    <w:p w:rsidR="00F91A58" w:rsidRDefault="00F91A58" w:rsidP="005A4C04">
      <w:pPr>
        <w:widowControl w:val="0"/>
        <w:autoSpaceDE w:val="0"/>
        <w:autoSpaceDN w:val="0"/>
        <w:adjustRightInd w:val="0"/>
        <w:jc w:val="both"/>
      </w:pPr>
    </w:p>
    <w:p w:rsidR="00F91A58" w:rsidRDefault="00F91A58" w:rsidP="005A4C04">
      <w:pPr>
        <w:widowControl w:val="0"/>
        <w:autoSpaceDE w:val="0"/>
        <w:autoSpaceDN w:val="0"/>
        <w:adjustRightInd w:val="0"/>
        <w:jc w:val="both"/>
      </w:pPr>
    </w:p>
    <w:p w:rsidR="005A4C04" w:rsidRPr="00F91A58" w:rsidRDefault="005A4C04" w:rsidP="005A4C04">
      <w:pPr>
        <w:widowControl w:val="0"/>
        <w:autoSpaceDE w:val="0"/>
        <w:autoSpaceDN w:val="0"/>
        <w:adjustRightInd w:val="0"/>
        <w:jc w:val="both"/>
      </w:pPr>
      <w:r w:rsidRPr="00F91A58">
        <w:t>Постановление вносит</w:t>
      </w:r>
    </w:p>
    <w:p w:rsidR="0080724E" w:rsidRPr="00F91A58" w:rsidRDefault="0080724E" w:rsidP="005A4C04">
      <w:pPr>
        <w:widowControl w:val="0"/>
        <w:autoSpaceDE w:val="0"/>
        <w:autoSpaceDN w:val="0"/>
        <w:adjustRightInd w:val="0"/>
        <w:jc w:val="both"/>
      </w:pPr>
      <w:r w:rsidRPr="00F91A58">
        <w:t>Финансовый отдел</w:t>
      </w:r>
    </w:p>
    <w:sectPr w:rsidR="0080724E" w:rsidRPr="00F91A58" w:rsidSect="007F3F5F">
      <w:footerReference w:type="even" r:id="rId8"/>
      <w:footerReference w:type="default" r:id="rId9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18" w:rsidRDefault="00261C18">
      <w:r>
        <w:separator/>
      </w:r>
    </w:p>
  </w:endnote>
  <w:endnote w:type="continuationSeparator" w:id="0">
    <w:p w:rsidR="00261C18" w:rsidRDefault="0026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AA5" w:rsidRDefault="004262CC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A4AA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4AA5" w:rsidRDefault="00CA4AA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AA5" w:rsidRDefault="004262CC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A4AA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1A58">
      <w:rPr>
        <w:rStyle w:val="a7"/>
        <w:noProof/>
      </w:rPr>
      <w:t>1</w:t>
    </w:r>
    <w:r>
      <w:rPr>
        <w:rStyle w:val="a7"/>
      </w:rPr>
      <w:fldChar w:fldCharType="end"/>
    </w:r>
  </w:p>
  <w:p w:rsidR="00CA4AA5" w:rsidRPr="005322E7" w:rsidRDefault="00CA4AA5" w:rsidP="003A59E6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18" w:rsidRDefault="00261C18">
      <w:r>
        <w:separator/>
      </w:r>
    </w:p>
  </w:footnote>
  <w:footnote w:type="continuationSeparator" w:id="0">
    <w:p w:rsidR="00261C18" w:rsidRDefault="00261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04"/>
    <w:rsid w:val="00050C68"/>
    <w:rsid w:val="0005124F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570CD"/>
    <w:rsid w:val="001778E6"/>
    <w:rsid w:val="001B2D1C"/>
    <w:rsid w:val="001C1D98"/>
    <w:rsid w:val="001D2690"/>
    <w:rsid w:val="001F4BE3"/>
    <w:rsid w:val="001F6D02"/>
    <w:rsid w:val="0022753D"/>
    <w:rsid w:val="002504E8"/>
    <w:rsid w:val="00254382"/>
    <w:rsid w:val="00261C18"/>
    <w:rsid w:val="0027031E"/>
    <w:rsid w:val="0028703B"/>
    <w:rsid w:val="002A0188"/>
    <w:rsid w:val="002A2062"/>
    <w:rsid w:val="002A31A1"/>
    <w:rsid w:val="002B0AE6"/>
    <w:rsid w:val="002B2EBD"/>
    <w:rsid w:val="002B6527"/>
    <w:rsid w:val="002C135C"/>
    <w:rsid w:val="002C5E60"/>
    <w:rsid w:val="002E65D5"/>
    <w:rsid w:val="002F63E3"/>
    <w:rsid w:val="002F74D7"/>
    <w:rsid w:val="0030124B"/>
    <w:rsid w:val="00313D3A"/>
    <w:rsid w:val="00341FC1"/>
    <w:rsid w:val="0037040B"/>
    <w:rsid w:val="003921D8"/>
    <w:rsid w:val="003A59E6"/>
    <w:rsid w:val="003B1555"/>
    <w:rsid w:val="003B2193"/>
    <w:rsid w:val="00407B71"/>
    <w:rsid w:val="004166CE"/>
    <w:rsid w:val="00425061"/>
    <w:rsid w:val="004262CC"/>
    <w:rsid w:val="0043686A"/>
    <w:rsid w:val="00441069"/>
    <w:rsid w:val="00444636"/>
    <w:rsid w:val="00453869"/>
    <w:rsid w:val="004711EC"/>
    <w:rsid w:val="00480BC7"/>
    <w:rsid w:val="004871AA"/>
    <w:rsid w:val="004B6A5C"/>
    <w:rsid w:val="004E4F29"/>
    <w:rsid w:val="004E78FD"/>
    <w:rsid w:val="004F7011"/>
    <w:rsid w:val="00515D9C"/>
    <w:rsid w:val="005178A5"/>
    <w:rsid w:val="00530140"/>
    <w:rsid w:val="00531FBD"/>
    <w:rsid w:val="005322E7"/>
    <w:rsid w:val="0053366A"/>
    <w:rsid w:val="005512A9"/>
    <w:rsid w:val="00557F13"/>
    <w:rsid w:val="00585145"/>
    <w:rsid w:val="00587BF6"/>
    <w:rsid w:val="005A4C04"/>
    <w:rsid w:val="005C5FF3"/>
    <w:rsid w:val="00611679"/>
    <w:rsid w:val="00613D7D"/>
    <w:rsid w:val="006564DB"/>
    <w:rsid w:val="00660EE3"/>
    <w:rsid w:val="00676B57"/>
    <w:rsid w:val="007120F8"/>
    <w:rsid w:val="00712CB7"/>
    <w:rsid w:val="007219F0"/>
    <w:rsid w:val="007543FD"/>
    <w:rsid w:val="007656D1"/>
    <w:rsid w:val="007730B1"/>
    <w:rsid w:val="00782222"/>
    <w:rsid w:val="007936ED"/>
    <w:rsid w:val="007B6388"/>
    <w:rsid w:val="007C0A5F"/>
    <w:rsid w:val="007F3F5F"/>
    <w:rsid w:val="00803F3C"/>
    <w:rsid w:val="00804CFE"/>
    <w:rsid w:val="0080724E"/>
    <w:rsid w:val="00811C94"/>
    <w:rsid w:val="00811CF1"/>
    <w:rsid w:val="008438D7"/>
    <w:rsid w:val="00855891"/>
    <w:rsid w:val="00860E5A"/>
    <w:rsid w:val="00867AB6"/>
    <w:rsid w:val="008A26EE"/>
    <w:rsid w:val="008B6AD3"/>
    <w:rsid w:val="00910044"/>
    <w:rsid w:val="009122B1"/>
    <w:rsid w:val="00913129"/>
    <w:rsid w:val="00917C70"/>
    <w:rsid w:val="009228DF"/>
    <w:rsid w:val="00924E84"/>
    <w:rsid w:val="009316F4"/>
    <w:rsid w:val="00932627"/>
    <w:rsid w:val="00947FCC"/>
    <w:rsid w:val="00985A10"/>
    <w:rsid w:val="009F0698"/>
    <w:rsid w:val="00A061D7"/>
    <w:rsid w:val="00A30E81"/>
    <w:rsid w:val="00A34804"/>
    <w:rsid w:val="00A67B50"/>
    <w:rsid w:val="00A941CF"/>
    <w:rsid w:val="00AE2601"/>
    <w:rsid w:val="00AE6C80"/>
    <w:rsid w:val="00AF7024"/>
    <w:rsid w:val="00B22F6A"/>
    <w:rsid w:val="00B31114"/>
    <w:rsid w:val="00B35935"/>
    <w:rsid w:val="00B37E63"/>
    <w:rsid w:val="00B444A2"/>
    <w:rsid w:val="00B62CFB"/>
    <w:rsid w:val="00B72D61"/>
    <w:rsid w:val="00B8231A"/>
    <w:rsid w:val="00BB4976"/>
    <w:rsid w:val="00BB55C0"/>
    <w:rsid w:val="00BC0920"/>
    <w:rsid w:val="00BF39F0"/>
    <w:rsid w:val="00C11FDF"/>
    <w:rsid w:val="00C54738"/>
    <w:rsid w:val="00C572C4"/>
    <w:rsid w:val="00C605FC"/>
    <w:rsid w:val="00C731BB"/>
    <w:rsid w:val="00C8475A"/>
    <w:rsid w:val="00CA151C"/>
    <w:rsid w:val="00CA4AA5"/>
    <w:rsid w:val="00CB1900"/>
    <w:rsid w:val="00CB43C1"/>
    <w:rsid w:val="00CD077D"/>
    <w:rsid w:val="00CE5183"/>
    <w:rsid w:val="00D00358"/>
    <w:rsid w:val="00D13E83"/>
    <w:rsid w:val="00D517C8"/>
    <w:rsid w:val="00D73323"/>
    <w:rsid w:val="00DB4D6B"/>
    <w:rsid w:val="00DC2302"/>
    <w:rsid w:val="00DC3442"/>
    <w:rsid w:val="00DE215F"/>
    <w:rsid w:val="00DE50C1"/>
    <w:rsid w:val="00E04378"/>
    <w:rsid w:val="00E118D9"/>
    <w:rsid w:val="00E138E0"/>
    <w:rsid w:val="00E3132E"/>
    <w:rsid w:val="00E36EA0"/>
    <w:rsid w:val="00E542C0"/>
    <w:rsid w:val="00E564C9"/>
    <w:rsid w:val="00E61F30"/>
    <w:rsid w:val="00E657E1"/>
    <w:rsid w:val="00E67DF0"/>
    <w:rsid w:val="00E7274C"/>
    <w:rsid w:val="00E74E00"/>
    <w:rsid w:val="00E75C57"/>
    <w:rsid w:val="00E76A4E"/>
    <w:rsid w:val="00E86F85"/>
    <w:rsid w:val="00E90CA1"/>
    <w:rsid w:val="00E9626F"/>
    <w:rsid w:val="00EC40AD"/>
    <w:rsid w:val="00ED52FF"/>
    <w:rsid w:val="00ED72D3"/>
    <w:rsid w:val="00EF29AB"/>
    <w:rsid w:val="00EF56AF"/>
    <w:rsid w:val="00F02C40"/>
    <w:rsid w:val="00F24917"/>
    <w:rsid w:val="00F30D40"/>
    <w:rsid w:val="00F410DF"/>
    <w:rsid w:val="00F745E4"/>
    <w:rsid w:val="00F8225E"/>
    <w:rsid w:val="00F86418"/>
    <w:rsid w:val="00F91A58"/>
    <w:rsid w:val="00F9297B"/>
    <w:rsid w:val="00FA6611"/>
    <w:rsid w:val="00FD350A"/>
    <w:rsid w:val="00FD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62DC99-8A01-473B-8E17-298A1D02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1B2D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5A4C04"/>
    <w:rPr>
      <w:rFonts w:ascii="AG Souvenir" w:hAnsi="AG Souvenir"/>
      <w:b/>
      <w:spacing w:val="38"/>
      <w:sz w:val="28"/>
    </w:rPr>
  </w:style>
  <w:style w:type="paragraph" w:customStyle="1" w:styleId="ConsPlusNormal">
    <w:name w:val="ConsPlusNormal"/>
    <w:rsid w:val="005A4C0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5A4C04"/>
    <w:pPr>
      <w:widowControl w:val="0"/>
      <w:autoSpaceDE w:val="0"/>
      <w:autoSpaceDN w:val="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483D9-FDC6-4D61-B2EC-FB7D3B16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Правительства-2017.dotx</Template>
  <TotalTime>6</TotalTime>
  <Pages>7</Pages>
  <Words>2732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rukovoditel</dc:creator>
  <cp:lastModifiedBy>MILADMIN_19</cp:lastModifiedBy>
  <cp:revision>3</cp:revision>
  <cp:lastPrinted>2018-01-25T07:40:00Z</cp:lastPrinted>
  <dcterms:created xsi:type="dcterms:W3CDTF">2018-01-31T08:54:00Z</dcterms:created>
  <dcterms:modified xsi:type="dcterms:W3CDTF">2018-01-31T09:00:00Z</dcterms:modified>
</cp:coreProperties>
</file>