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A83" w:rsidRPr="00502A83" w:rsidRDefault="00502A83" w:rsidP="00502A83">
      <w:pPr>
        <w:tabs>
          <w:tab w:val="center" w:pos="4677"/>
          <w:tab w:val="left" w:pos="5160"/>
        </w:tabs>
        <w:jc w:val="both"/>
        <w:rPr>
          <w:sz w:val="28"/>
        </w:rPr>
      </w:pPr>
      <w:r w:rsidRPr="00502A83">
        <w:rPr>
          <w:noProof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A83" w:rsidRPr="00502A83" w:rsidRDefault="00502A83" w:rsidP="00502A83">
      <w:pPr>
        <w:rPr>
          <w:sz w:val="24"/>
          <w:szCs w:val="24"/>
        </w:rPr>
      </w:pPr>
    </w:p>
    <w:p w:rsidR="00502A83" w:rsidRPr="00502A83" w:rsidRDefault="00502A83" w:rsidP="00502A83">
      <w:pPr>
        <w:jc w:val="center"/>
        <w:rPr>
          <w:sz w:val="24"/>
          <w:szCs w:val="24"/>
        </w:rPr>
      </w:pPr>
    </w:p>
    <w:p w:rsidR="00502A83" w:rsidRPr="00502A83" w:rsidRDefault="00502A83" w:rsidP="00502A83">
      <w:pPr>
        <w:jc w:val="center"/>
        <w:rPr>
          <w:sz w:val="24"/>
          <w:szCs w:val="24"/>
        </w:rPr>
      </w:pPr>
    </w:p>
    <w:p w:rsidR="00502A83" w:rsidRPr="00502A83" w:rsidRDefault="00502A83" w:rsidP="00502A83">
      <w:pPr>
        <w:jc w:val="center"/>
        <w:rPr>
          <w:sz w:val="28"/>
          <w:szCs w:val="28"/>
        </w:rPr>
      </w:pPr>
      <w:r w:rsidRPr="00502A83">
        <w:rPr>
          <w:sz w:val="28"/>
          <w:szCs w:val="28"/>
        </w:rPr>
        <w:t>РОСТОВСКАЯ ОБЛАСТЬ</w:t>
      </w:r>
    </w:p>
    <w:p w:rsidR="00502A83" w:rsidRPr="00502A83" w:rsidRDefault="00502A83" w:rsidP="00502A83">
      <w:pPr>
        <w:jc w:val="center"/>
        <w:rPr>
          <w:sz w:val="28"/>
          <w:szCs w:val="28"/>
        </w:rPr>
      </w:pPr>
      <w:r w:rsidRPr="00502A83">
        <w:rPr>
          <w:sz w:val="28"/>
          <w:szCs w:val="28"/>
        </w:rPr>
        <w:t>АДМИНИСТРАЦИЯ МИЛЮТИНСКОГО РАЙОНА</w:t>
      </w:r>
    </w:p>
    <w:p w:rsidR="00502A83" w:rsidRPr="00502A83" w:rsidRDefault="00502A83" w:rsidP="00502A83">
      <w:pPr>
        <w:jc w:val="center"/>
        <w:rPr>
          <w:sz w:val="28"/>
          <w:szCs w:val="28"/>
        </w:rPr>
      </w:pPr>
    </w:p>
    <w:p w:rsidR="00502A83" w:rsidRPr="00502A83" w:rsidRDefault="00502A83" w:rsidP="00502A83">
      <w:pPr>
        <w:jc w:val="center"/>
        <w:rPr>
          <w:sz w:val="28"/>
          <w:szCs w:val="28"/>
        </w:rPr>
      </w:pPr>
      <w:r w:rsidRPr="00502A83">
        <w:rPr>
          <w:sz w:val="28"/>
          <w:szCs w:val="28"/>
        </w:rPr>
        <w:t>ПОСТАНОВЛЕНИЕ</w:t>
      </w:r>
    </w:p>
    <w:p w:rsidR="00502A83" w:rsidRPr="00502A83" w:rsidRDefault="00502A83" w:rsidP="00502A83">
      <w:pPr>
        <w:jc w:val="both"/>
        <w:rPr>
          <w:sz w:val="28"/>
          <w:szCs w:val="28"/>
        </w:rPr>
      </w:pPr>
    </w:p>
    <w:p w:rsidR="00502A83" w:rsidRPr="00502A83" w:rsidRDefault="00502A83" w:rsidP="00502A83">
      <w:pPr>
        <w:jc w:val="center"/>
        <w:rPr>
          <w:sz w:val="28"/>
          <w:szCs w:val="28"/>
        </w:rPr>
      </w:pPr>
      <w:r>
        <w:rPr>
          <w:sz w:val="28"/>
          <w:szCs w:val="28"/>
        </w:rPr>
        <w:t>25.01.</w:t>
      </w:r>
      <w:r w:rsidRPr="00502A83">
        <w:rPr>
          <w:sz w:val="28"/>
          <w:szCs w:val="28"/>
        </w:rPr>
        <w:t>2018</w:t>
      </w:r>
      <w:r w:rsidRPr="00502A83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40</w:t>
      </w:r>
    </w:p>
    <w:p w:rsidR="00502A83" w:rsidRPr="00502A83" w:rsidRDefault="00502A83" w:rsidP="00502A83">
      <w:pPr>
        <w:jc w:val="center"/>
        <w:rPr>
          <w:sz w:val="26"/>
          <w:szCs w:val="26"/>
        </w:rPr>
      </w:pPr>
    </w:p>
    <w:p w:rsidR="00502A83" w:rsidRPr="00502A83" w:rsidRDefault="00502A83" w:rsidP="00502A83">
      <w:pPr>
        <w:jc w:val="center"/>
        <w:rPr>
          <w:sz w:val="28"/>
          <w:szCs w:val="28"/>
        </w:rPr>
      </w:pPr>
      <w:r w:rsidRPr="00502A83">
        <w:rPr>
          <w:sz w:val="28"/>
          <w:szCs w:val="28"/>
        </w:rPr>
        <w:t>ст. Милютинская</w:t>
      </w:r>
    </w:p>
    <w:p w:rsidR="00502A83" w:rsidRPr="00502A83" w:rsidRDefault="00502A83" w:rsidP="00502A83">
      <w:pPr>
        <w:jc w:val="both"/>
        <w:rPr>
          <w:sz w:val="28"/>
          <w:szCs w:val="28"/>
        </w:rPr>
      </w:pPr>
    </w:p>
    <w:p w:rsidR="00F041DE" w:rsidRPr="00F041DE" w:rsidRDefault="00F041DE" w:rsidP="00502A83">
      <w:pPr>
        <w:rPr>
          <w:b/>
          <w:spacing w:val="30"/>
          <w:sz w:val="28"/>
          <w:szCs w:val="28"/>
        </w:rPr>
      </w:pPr>
    </w:p>
    <w:p w:rsidR="003279C6" w:rsidRPr="00F041DE" w:rsidRDefault="003279C6" w:rsidP="00794ABC">
      <w:pPr>
        <w:spacing w:line="216" w:lineRule="auto"/>
        <w:jc w:val="center"/>
        <w:rPr>
          <w:b/>
          <w:kern w:val="2"/>
          <w:sz w:val="28"/>
          <w:szCs w:val="28"/>
        </w:rPr>
      </w:pPr>
      <w:r w:rsidRPr="00F041DE">
        <w:rPr>
          <w:b/>
          <w:kern w:val="2"/>
          <w:sz w:val="28"/>
          <w:szCs w:val="28"/>
        </w:rPr>
        <w:t>О</w:t>
      </w:r>
      <w:r w:rsidR="00F041DE" w:rsidRPr="00F041DE">
        <w:rPr>
          <w:b/>
          <w:kern w:val="2"/>
          <w:sz w:val="28"/>
          <w:szCs w:val="28"/>
        </w:rPr>
        <w:t xml:space="preserve"> </w:t>
      </w:r>
      <w:r w:rsidRPr="00F041DE">
        <w:rPr>
          <w:b/>
          <w:kern w:val="2"/>
          <w:sz w:val="28"/>
          <w:szCs w:val="28"/>
        </w:rPr>
        <w:t>внесении</w:t>
      </w:r>
      <w:r w:rsidR="00F041DE" w:rsidRPr="00F041DE">
        <w:rPr>
          <w:b/>
          <w:kern w:val="2"/>
          <w:sz w:val="28"/>
          <w:szCs w:val="28"/>
        </w:rPr>
        <w:t xml:space="preserve"> </w:t>
      </w:r>
      <w:r w:rsidRPr="00F041DE">
        <w:rPr>
          <w:b/>
          <w:kern w:val="2"/>
          <w:sz w:val="28"/>
          <w:szCs w:val="28"/>
        </w:rPr>
        <w:t>изменений</w:t>
      </w:r>
      <w:r w:rsidR="00F041DE" w:rsidRPr="00F041DE">
        <w:rPr>
          <w:b/>
          <w:kern w:val="2"/>
          <w:sz w:val="28"/>
          <w:szCs w:val="28"/>
        </w:rPr>
        <w:t xml:space="preserve"> </w:t>
      </w:r>
    </w:p>
    <w:p w:rsidR="00AC7603" w:rsidRDefault="003279C6" w:rsidP="00AC7603">
      <w:pPr>
        <w:spacing w:line="216" w:lineRule="auto"/>
        <w:jc w:val="center"/>
        <w:rPr>
          <w:b/>
          <w:kern w:val="2"/>
          <w:sz w:val="28"/>
          <w:szCs w:val="28"/>
        </w:rPr>
      </w:pPr>
      <w:r w:rsidRPr="00F041DE">
        <w:rPr>
          <w:b/>
          <w:kern w:val="2"/>
          <w:sz w:val="28"/>
          <w:szCs w:val="28"/>
        </w:rPr>
        <w:t>в</w:t>
      </w:r>
      <w:r w:rsidR="00F041DE" w:rsidRPr="00F041DE">
        <w:rPr>
          <w:b/>
          <w:kern w:val="2"/>
          <w:sz w:val="28"/>
          <w:szCs w:val="28"/>
        </w:rPr>
        <w:t xml:space="preserve"> </w:t>
      </w:r>
      <w:r w:rsidRPr="00F041DE">
        <w:rPr>
          <w:b/>
          <w:kern w:val="2"/>
          <w:sz w:val="28"/>
          <w:szCs w:val="28"/>
        </w:rPr>
        <w:t>постановление</w:t>
      </w:r>
      <w:r w:rsidR="00F041DE" w:rsidRPr="00F041DE">
        <w:rPr>
          <w:b/>
          <w:kern w:val="2"/>
          <w:sz w:val="28"/>
          <w:szCs w:val="28"/>
        </w:rPr>
        <w:t xml:space="preserve"> </w:t>
      </w:r>
      <w:r w:rsidR="00AC7603">
        <w:rPr>
          <w:b/>
          <w:kern w:val="2"/>
          <w:sz w:val="28"/>
          <w:szCs w:val="28"/>
        </w:rPr>
        <w:t xml:space="preserve">Администрации </w:t>
      </w:r>
      <w:proofErr w:type="spellStart"/>
      <w:r w:rsidR="00AC7603">
        <w:rPr>
          <w:b/>
          <w:kern w:val="2"/>
          <w:sz w:val="28"/>
          <w:szCs w:val="28"/>
        </w:rPr>
        <w:t>Милютинского</w:t>
      </w:r>
      <w:proofErr w:type="spellEnd"/>
      <w:r w:rsidR="00AC7603">
        <w:rPr>
          <w:b/>
          <w:kern w:val="2"/>
          <w:sz w:val="28"/>
          <w:szCs w:val="28"/>
        </w:rPr>
        <w:t xml:space="preserve"> района</w:t>
      </w:r>
    </w:p>
    <w:p w:rsidR="003279C6" w:rsidRDefault="00F041DE" w:rsidP="00AC7603">
      <w:pPr>
        <w:spacing w:line="216" w:lineRule="auto"/>
        <w:jc w:val="center"/>
        <w:rPr>
          <w:b/>
          <w:kern w:val="2"/>
          <w:sz w:val="28"/>
          <w:szCs w:val="28"/>
        </w:rPr>
      </w:pPr>
      <w:r w:rsidRPr="00F041DE">
        <w:rPr>
          <w:b/>
          <w:kern w:val="2"/>
          <w:sz w:val="28"/>
          <w:szCs w:val="28"/>
        </w:rPr>
        <w:t xml:space="preserve"> </w:t>
      </w:r>
      <w:r w:rsidR="003279C6" w:rsidRPr="00F041DE">
        <w:rPr>
          <w:b/>
          <w:kern w:val="2"/>
          <w:sz w:val="28"/>
          <w:szCs w:val="28"/>
        </w:rPr>
        <w:t>от</w:t>
      </w:r>
      <w:r w:rsidRPr="00F041DE">
        <w:rPr>
          <w:b/>
          <w:kern w:val="2"/>
          <w:sz w:val="28"/>
          <w:szCs w:val="28"/>
        </w:rPr>
        <w:t xml:space="preserve"> </w:t>
      </w:r>
      <w:r w:rsidR="00AC7603">
        <w:rPr>
          <w:b/>
          <w:kern w:val="2"/>
          <w:sz w:val="28"/>
          <w:szCs w:val="28"/>
        </w:rPr>
        <w:t>05</w:t>
      </w:r>
      <w:r w:rsidR="003279C6" w:rsidRPr="00F041DE">
        <w:rPr>
          <w:b/>
          <w:kern w:val="2"/>
          <w:sz w:val="28"/>
          <w:szCs w:val="28"/>
        </w:rPr>
        <w:t>.</w:t>
      </w:r>
      <w:r w:rsidR="00AC7603">
        <w:rPr>
          <w:b/>
          <w:kern w:val="2"/>
          <w:sz w:val="28"/>
          <w:szCs w:val="28"/>
        </w:rPr>
        <w:t>10</w:t>
      </w:r>
      <w:r w:rsidR="003279C6" w:rsidRPr="00F041DE">
        <w:rPr>
          <w:b/>
          <w:kern w:val="2"/>
          <w:sz w:val="28"/>
          <w:szCs w:val="28"/>
        </w:rPr>
        <w:t>.2015</w:t>
      </w:r>
      <w:r w:rsidRPr="00F041DE">
        <w:rPr>
          <w:b/>
          <w:kern w:val="2"/>
          <w:sz w:val="28"/>
          <w:szCs w:val="28"/>
        </w:rPr>
        <w:t xml:space="preserve"> </w:t>
      </w:r>
      <w:r w:rsidR="003279C6" w:rsidRPr="00F041DE">
        <w:rPr>
          <w:b/>
          <w:kern w:val="2"/>
          <w:sz w:val="28"/>
          <w:szCs w:val="28"/>
        </w:rPr>
        <w:t>№</w:t>
      </w:r>
      <w:r w:rsidRPr="00F041DE">
        <w:rPr>
          <w:b/>
          <w:kern w:val="2"/>
          <w:sz w:val="28"/>
          <w:szCs w:val="28"/>
        </w:rPr>
        <w:t xml:space="preserve"> </w:t>
      </w:r>
      <w:r w:rsidR="00AC7603">
        <w:rPr>
          <w:b/>
          <w:kern w:val="2"/>
          <w:sz w:val="28"/>
          <w:szCs w:val="28"/>
        </w:rPr>
        <w:t>384</w:t>
      </w:r>
    </w:p>
    <w:p w:rsidR="00502A83" w:rsidRPr="00F041DE" w:rsidRDefault="00502A83" w:rsidP="00AC7603">
      <w:pPr>
        <w:spacing w:line="216" w:lineRule="auto"/>
        <w:jc w:val="center"/>
        <w:rPr>
          <w:b/>
          <w:kern w:val="2"/>
          <w:sz w:val="28"/>
          <w:szCs w:val="28"/>
        </w:rPr>
      </w:pPr>
    </w:p>
    <w:p w:rsidR="003279C6" w:rsidRPr="00F041DE" w:rsidRDefault="003279C6" w:rsidP="00794ABC">
      <w:pPr>
        <w:spacing w:line="216" w:lineRule="auto"/>
        <w:jc w:val="center"/>
        <w:rPr>
          <w:kern w:val="2"/>
          <w:sz w:val="28"/>
          <w:szCs w:val="28"/>
        </w:rPr>
      </w:pPr>
    </w:p>
    <w:p w:rsidR="00AC7603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041DE">
        <w:rPr>
          <w:rFonts w:eastAsia="Calibri"/>
          <w:sz w:val="28"/>
          <w:szCs w:val="28"/>
          <w:lang w:eastAsia="en-US"/>
        </w:rPr>
        <w:t>В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целях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приведения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правового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акта</w:t>
      </w:r>
      <w:r w:rsidR="00502A83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в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соответствие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с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действующим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законодательством</w:t>
      </w:r>
      <w:r w:rsidR="00AC7603">
        <w:rPr>
          <w:rFonts w:eastAsia="Calibri"/>
          <w:sz w:val="28"/>
          <w:szCs w:val="28"/>
          <w:lang w:eastAsia="en-US"/>
        </w:rPr>
        <w:t>,</w:t>
      </w:r>
    </w:p>
    <w:p w:rsidR="003279C6" w:rsidRPr="00F041DE" w:rsidRDefault="00AC7603" w:rsidP="00AC7603">
      <w:pPr>
        <w:autoSpaceDE w:val="0"/>
        <w:autoSpaceDN w:val="0"/>
        <w:adjustRightInd w:val="0"/>
        <w:spacing w:line="216" w:lineRule="auto"/>
        <w:ind w:firstLine="709"/>
        <w:jc w:val="center"/>
        <w:rPr>
          <w:kern w:val="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ПОСТАНОВЛЯЮ:</w:t>
      </w:r>
    </w:p>
    <w:p w:rsidR="003279C6" w:rsidRPr="00F041DE" w:rsidRDefault="003279C6" w:rsidP="00794ABC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3279C6" w:rsidRPr="00F041DE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041DE">
        <w:rPr>
          <w:kern w:val="2"/>
          <w:sz w:val="28"/>
          <w:szCs w:val="28"/>
        </w:rPr>
        <w:t>1.</w:t>
      </w:r>
      <w:r w:rsidR="00C94911">
        <w:rPr>
          <w:kern w:val="2"/>
          <w:sz w:val="28"/>
          <w:szCs w:val="28"/>
        </w:rPr>
        <w:t> </w:t>
      </w:r>
      <w:r w:rsidRPr="00F041DE">
        <w:rPr>
          <w:kern w:val="2"/>
          <w:sz w:val="28"/>
          <w:szCs w:val="28"/>
        </w:rPr>
        <w:t>Внести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постановление</w:t>
      </w:r>
      <w:r w:rsidR="00F041DE" w:rsidRPr="00F041DE">
        <w:rPr>
          <w:kern w:val="2"/>
          <w:sz w:val="28"/>
          <w:szCs w:val="28"/>
        </w:rPr>
        <w:t xml:space="preserve"> </w:t>
      </w:r>
      <w:r w:rsidR="00AC7603">
        <w:rPr>
          <w:kern w:val="2"/>
          <w:sz w:val="28"/>
          <w:szCs w:val="28"/>
        </w:rPr>
        <w:t xml:space="preserve">Администрации </w:t>
      </w:r>
      <w:proofErr w:type="spellStart"/>
      <w:r w:rsidR="00AC7603">
        <w:rPr>
          <w:kern w:val="2"/>
          <w:sz w:val="28"/>
          <w:szCs w:val="28"/>
        </w:rPr>
        <w:t>Милютинского</w:t>
      </w:r>
      <w:proofErr w:type="spellEnd"/>
      <w:r w:rsidR="00AC7603">
        <w:rPr>
          <w:kern w:val="2"/>
          <w:sz w:val="28"/>
          <w:szCs w:val="28"/>
        </w:rPr>
        <w:t xml:space="preserve"> района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br/>
      </w:r>
      <w:r w:rsidRPr="00F041DE">
        <w:rPr>
          <w:rFonts w:eastAsia="Calibri"/>
          <w:sz w:val="28"/>
          <w:szCs w:val="28"/>
          <w:lang w:eastAsia="en-US"/>
        </w:rPr>
        <w:t>от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="00AC7603">
        <w:rPr>
          <w:rFonts w:eastAsia="Calibri"/>
          <w:sz w:val="28"/>
          <w:szCs w:val="28"/>
          <w:lang w:eastAsia="en-US"/>
        </w:rPr>
        <w:t>05</w:t>
      </w:r>
      <w:r w:rsidRPr="00F041DE">
        <w:rPr>
          <w:rFonts w:eastAsia="Calibri"/>
          <w:sz w:val="28"/>
          <w:szCs w:val="28"/>
          <w:lang w:eastAsia="en-US"/>
        </w:rPr>
        <w:t>.</w:t>
      </w:r>
      <w:r w:rsidR="00AC7603">
        <w:rPr>
          <w:rFonts w:eastAsia="Calibri"/>
          <w:sz w:val="28"/>
          <w:szCs w:val="28"/>
          <w:lang w:eastAsia="en-US"/>
        </w:rPr>
        <w:t>10</w:t>
      </w:r>
      <w:r w:rsidRPr="00F041DE">
        <w:rPr>
          <w:rFonts w:eastAsia="Calibri"/>
          <w:sz w:val="28"/>
          <w:szCs w:val="28"/>
          <w:lang w:eastAsia="en-US"/>
        </w:rPr>
        <w:t>.2015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№</w:t>
      </w:r>
      <w:r w:rsidR="00C94911">
        <w:rPr>
          <w:rFonts w:eastAsia="Calibri"/>
          <w:sz w:val="28"/>
          <w:szCs w:val="28"/>
          <w:lang w:eastAsia="en-US"/>
        </w:rPr>
        <w:t> </w:t>
      </w:r>
      <w:r w:rsidR="00AC7603">
        <w:rPr>
          <w:rFonts w:eastAsia="Calibri"/>
          <w:sz w:val="28"/>
          <w:szCs w:val="28"/>
          <w:lang w:eastAsia="en-US"/>
        </w:rPr>
        <w:t>384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«О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порядке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формирования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="00AC7603">
        <w:rPr>
          <w:rFonts w:eastAsia="Calibri"/>
          <w:sz w:val="28"/>
          <w:szCs w:val="28"/>
          <w:lang w:eastAsia="en-US"/>
        </w:rPr>
        <w:t>муниципального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задания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br/>
        <w:t>на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оказание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="00AC7603">
        <w:rPr>
          <w:rFonts w:eastAsia="Calibri"/>
          <w:sz w:val="28"/>
          <w:szCs w:val="28"/>
          <w:lang w:eastAsia="en-US"/>
        </w:rPr>
        <w:t>муниципальных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услуг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(выполнение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работ)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в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отношении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="00AC7603">
        <w:rPr>
          <w:rFonts w:eastAsia="Calibri"/>
          <w:sz w:val="28"/>
          <w:szCs w:val="28"/>
          <w:lang w:eastAsia="en-US"/>
        </w:rPr>
        <w:t>муниципальных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учреждений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C7603">
        <w:rPr>
          <w:rFonts w:eastAsia="Calibri"/>
          <w:sz w:val="28"/>
          <w:szCs w:val="28"/>
          <w:lang w:eastAsia="en-US"/>
        </w:rPr>
        <w:t>Милютинского</w:t>
      </w:r>
      <w:proofErr w:type="spellEnd"/>
      <w:r w:rsidR="00AC7603">
        <w:rPr>
          <w:rFonts w:eastAsia="Calibri"/>
          <w:sz w:val="28"/>
          <w:szCs w:val="28"/>
          <w:lang w:eastAsia="en-US"/>
        </w:rPr>
        <w:t xml:space="preserve"> района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и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финансового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обеспечения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выполнения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="00AC7603">
        <w:rPr>
          <w:rFonts w:eastAsia="Calibri"/>
          <w:sz w:val="28"/>
          <w:szCs w:val="28"/>
          <w:lang w:eastAsia="en-US"/>
        </w:rPr>
        <w:t>муниципального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задания»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kern w:val="2"/>
          <w:sz w:val="28"/>
          <w:szCs w:val="28"/>
        </w:rPr>
        <w:t>изменения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согласно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hyperlink r:id="rId8" w:history="1">
        <w:r w:rsidRPr="00F041DE">
          <w:rPr>
            <w:rFonts w:eastAsia="Calibri"/>
            <w:sz w:val="28"/>
            <w:szCs w:val="28"/>
            <w:lang w:eastAsia="en-US"/>
          </w:rPr>
          <w:t>приложению</w:t>
        </w:r>
      </w:hyperlink>
      <w:r w:rsidRPr="00F041DE">
        <w:rPr>
          <w:rFonts w:eastAsia="Calibri"/>
          <w:sz w:val="28"/>
          <w:szCs w:val="28"/>
          <w:lang w:eastAsia="en-US"/>
        </w:rPr>
        <w:t>.</w:t>
      </w:r>
    </w:p>
    <w:p w:rsidR="003279C6" w:rsidRPr="00F041DE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F041DE">
        <w:rPr>
          <w:kern w:val="2"/>
          <w:sz w:val="28"/>
          <w:szCs w:val="28"/>
        </w:rPr>
        <w:t>2.</w:t>
      </w:r>
      <w:r w:rsidR="00C94911">
        <w:rPr>
          <w:kern w:val="2"/>
          <w:sz w:val="28"/>
          <w:szCs w:val="28"/>
        </w:rPr>
        <w:t> </w:t>
      </w:r>
      <w:r w:rsidRPr="00F041DE">
        <w:rPr>
          <w:kern w:val="2"/>
          <w:sz w:val="28"/>
          <w:szCs w:val="28"/>
        </w:rPr>
        <w:t>Рекомендовать</w:t>
      </w:r>
      <w:r w:rsidR="00F041DE" w:rsidRPr="00F041DE">
        <w:rPr>
          <w:kern w:val="2"/>
          <w:sz w:val="28"/>
          <w:szCs w:val="28"/>
        </w:rPr>
        <w:t xml:space="preserve"> </w:t>
      </w:r>
      <w:r w:rsidR="00AC7603">
        <w:rPr>
          <w:kern w:val="2"/>
          <w:sz w:val="28"/>
          <w:szCs w:val="28"/>
        </w:rPr>
        <w:t xml:space="preserve">сельским поселениям </w:t>
      </w:r>
      <w:proofErr w:type="spellStart"/>
      <w:r w:rsidR="00AC7603">
        <w:rPr>
          <w:kern w:val="2"/>
          <w:sz w:val="28"/>
          <w:szCs w:val="28"/>
        </w:rPr>
        <w:t>Милютинского</w:t>
      </w:r>
      <w:proofErr w:type="spellEnd"/>
      <w:r w:rsidR="00AC7603">
        <w:rPr>
          <w:kern w:val="2"/>
          <w:sz w:val="28"/>
          <w:szCs w:val="28"/>
        </w:rPr>
        <w:t xml:space="preserve"> района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внести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аналогичные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изменения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муниципальные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правовые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акты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порядке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формирования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муниципального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задания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на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оказание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муниципальных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услуг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(выполнение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работ)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отношении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муниципальных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учреждений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и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финансового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обеспечения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выполнения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муниципального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задания.</w:t>
      </w:r>
      <w:r w:rsidR="00F041DE" w:rsidRPr="00F041DE">
        <w:rPr>
          <w:kern w:val="2"/>
          <w:sz w:val="28"/>
          <w:szCs w:val="28"/>
        </w:rPr>
        <w:t xml:space="preserve"> </w:t>
      </w:r>
    </w:p>
    <w:p w:rsidR="003279C6" w:rsidRPr="00F041DE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F041DE">
        <w:rPr>
          <w:kern w:val="2"/>
          <w:sz w:val="28"/>
          <w:szCs w:val="28"/>
        </w:rPr>
        <w:t>3.</w:t>
      </w:r>
      <w:r w:rsidR="00C94911">
        <w:rPr>
          <w:kern w:val="2"/>
          <w:sz w:val="28"/>
          <w:szCs w:val="28"/>
        </w:rPr>
        <w:t> </w:t>
      </w:r>
      <w:r w:rsidRPr="00F041DE">
        <w:rPr>
          <w:sz w:val="28"/>
          <w:szCs w:val="28"/>
        </w:rPr>
        <w:t>Настоящее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постановление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вступает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в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силу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со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дня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его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официального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опубликования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и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применяется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к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правоотношениям,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возникшим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начиная</w:t>
      </w:r>
      <w:r w:rsidR="00F041DE" w:rsidRPr="00F041DE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br/>
      </w:r>
      <w:r w:rsidRPr="00F041DE">
        <w:rPr>
          <w:sz w:val="28"/>
          <w:szCs w:val="28"/>
        </w:rPr>
        <w:t>с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формирования</w:t>
      </w:r>
      <w:r w:rsidR="00F041DE" w:rsidRPr="00F041DE">
        <w:rPr>
          <w:sz w:val="28"/>
          <w:szCs w:val="28"/>
        </w:rPr>
        <w:t xml:space="preserve"> </w:t>
      </w:r>
      <w:r w:rsidR="00AC7603">
        <w:rPr>
          <w:sz w:val="28"/>
          <w:szCs w:val="28"/>
        </w:rPr>
        <w:t>муниципального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задания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на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2018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год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и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на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плановый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период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2019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и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2020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годов.</w:t>
      </w:r>
    </w:p>
    <w:p w:rsidR="003279C6" w:rsidRPr="00F041DE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041DE">
        <w:rPr>
          <w:kern w:val="2"/>
          <w:sz w:val="28"/>
          <w:szCs w:val="28"/>
        </w:rPr>
        <w:t>4.</w:t>
      </w:r>
      <w:r w:rsidR="00C94911">
        <w:rPr>
          <w:kern w:val="2"/>
          <w:sz w:val="28"/>
          <w:szCs w:val="28"/>
        </w:rPr>
        <w:t> </w:t>
      </w:r>
      <w:r w:rsidRPr="00F041DE">
        <w:rPr>
          <w:kern w:val="2"/>
          <w:sz w:val="28"/>
          <w:szCs w:val="28"/>
        </w:rPr>
        <w:t>Контроль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за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выполнением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настоящего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постановления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возложить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br/>
        <w:t>на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перв</w:t>
      </w:r>
      <w:r w:rsidR="00AC7603">
        <w:rPr>
          <w:kern w:val="2"/>
          <w:sz w:val="28"/>
          <w:szCs w:val="28"/>
        </w:rPr>
        <w:t xml:space="preserve">ого заместителя главы Администрации </w:t>
      </w:r>
      <w:proofErr w:type="spellStart"/>
      <w:r w:rsidR="00AC7603">
        <w:rPr>
          <w:kern w:val="2"/>
          <w:sz w:val="28"/>
          <w:szCs w:val="28"/>
        </w:rPr>
        <w:t>Милютинского</w:t>
      </w:r>
      <w:proofErr w:type="spellEnd"/>
      <w:r w:rsidR="00AC7603">
        <w:rPr>
          <w:kern w:val="2"/>
          <w:sz w:val="28"/>
          <w:szCs w:val="28"/>
        </w:rPr>
        <w:t xml:space="preserve"> района, заместителей главы Администрации </w:t>
      </w:r>
      <w:proofErr w:type="spellStart"/>
      <w:r w:rsidR="00AC7603">
        <w:rPr>
          <w:kern w:val="2"/>
          <w:sz w:val="28"/>
          <w:szCs w:val="28"/>
        </w:rPr>
        <w:t>Милютинского</w:t>
      </w:r>
      <w:proofErr w:type="spellEnd"/>
      <w:r w:rsidR="00AC7603">
        <w:rPr>
          <w:kern w:val="2"/>
          <w:sz w:val="28"/>
          <w:szCs w:val="28"/>
        </w:rPr>
        <w:t xml:space="preserve"> района </w:t>
      </w:r>
      <w:r w:rsidRPr="00F041DE">
        <w:rPr>
          <w:kern w:val="2"/>
          <w:sz w:val="28"/>
          <w:szCs w:val="28"/>
        </w:rPr>
        <w:t>в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пределах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предоставленных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полномочий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курируемым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направлениям.</w:t>
      </w:r>
    </w:p>
    <w:p w:rsidR="00F041DE" w:rsidRDefault="00F041DE" w:rsidP="00794ABC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F041DE" w:rsidRDefault="00F041DE" w:rsidP="00F041DE">
      <w:pPr>
        <w:spacing w:line="216" w:lineRule="auto"/>
        <w:rPr>
          <w:kern w:val="2"/>
          <w:sz w:val="28"/>
          <w:szCs w:val="28"/>
        </w:rPr>
      </w:pPr>
    </w:p>
    <w:p w:rsidR="00502A83" w:rsidRPr="00F041DE" w:rsidRDefault="00502A83" w:rsidP="00F041DE">
      <w:pPr>
        <w:spacing w:line="216" w:lineRule="auto"/>
        <w:rPr>
          <w:kern w:val="2"/>
          <w:sz w:val="28"/>
          <w:szCs w:val="28"/>
        </w:rPr>
      </w:pPr>
    </w:p>
    <w:p w:rsidR="00F041DE" w:rsidRDefault="00AC7603" w:rsidP="00502A83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C7603" w:rsidRDefault="00AC7603" w:rsidP="00502A83">
      <w:pPr>
        <w:spacing w:line="21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r w:rsidR="00502A83">
        <w:rPr>
          <w:sz w:val="28"/>
          <w:szCs w:val="28"/>
        </w:rPr>
        <w:tab/>
      </w:r>
      <w:r w:rsidR="00502A83">
        <w:rPr>
          <w:sz w:val="28"/>
          <w:szCs w:val="28"/>
        </w:rPr>
        <w:tab/>
      </w:r>
      <w:r w:rsidR="00502A83">
        <w:rPr>
          <w:sz w:val="28"/>
          <w:szCs w:val="28"/>
        </w:rPr>
        <w:tab/>
      </w:r>
      <w:r w:rsidR="00502A83">
        <w:rPr>
          <w:sz w:val="28"/>
          <w:szCs w:val="28"/>
        </w:rPr>
        <w:tab/>
      </w:r>
      <w:r>
        <w:rPr>
          <w:sz w:val="28"/>
          <w:szCs w:val="28"/>
        </w:rPr>
        <w:t xml:space="preserve"> А.Н.</w:t>
      </w:r>
      <w:r w:rsidR="00502A83">
        <w:rPr>
          <w:sz w:val="28"/>
          <w:szCs w:val="28"/>
        </w:rPr>
        <w:t xml:space="preserve"> </w:t>
      </w:r>
      <w:r>
        <w:rPr>
          <w:sz w:val="28"/>
          <w:szCs w:val="28"/>
        </w:rPr>
        <w:t>Королев</w:t>
      </w:r>
    </w:p>
    <w:p w:rsidR="00F041DE" w:rsidRPr="00502A83" w:rsidRDefault="00F041DE" w:rsidP="00F041DE">
      <w:pPr>
        <w:spacing w:line="216" w:lineRule="auto"/>
        <w:rPr>
          <w:sz w:val="18"/>
          <w:szCs w:val="18"/>
        </w:rPr>
      </w:pPr>
    </w:p>
    <w:p w:rsidR="00502A83" w:rsidRDefault="00502A83" w:rsidP="00F041DE">
      <w:pPr>
        <w:spacing w:line="216" w:lineRule="auto"/>
        <w:rPr>
          <w:kern w:val="2"/>
          <w:sz w:val="18"/>
          <w:szCs w:val="18"/>
        </w:rPr>
      </w:pPr>
    </w:p>
    <w:p w:rsidR="00502A83" w:rsidRDefault="00502A83" w:rsidP="00F041DE">
      <w:pPr>
        <w:spacing w:line="216" w:lineRule="auto"/>
        <w:rPr>
          <w:kern w:val="2"/>
          <w:sz w:val="18"/>
          <w:szCs w:val="18"/>
        </w:rPr>
      </w:pPr>
    </w:p>
    <w:p w:rsidR="00502A83" w:rsidRDefault="00502A83" w:rsidP="00F041DE">
      <w:pPr>
        <w:spacing w:line="216" w:lineRule="auto"/>
        <w:rPr>
          <w:kern w:val="2"/>
          <w:sz w:val="18"/>
          <w:szCs w:val="18"/>
        </w:rPr>
      </w:pPr>
    </w:p>
    <w:p w:rsidR="003279C6" w:rsidRPr="00502A83" w:rsidRDefault="003279C6" w:rsidP="00F041DE">
      <w:pPr>
        <w:spacing w:line="216" w:lineRule="auto"/>
        <w:rPr>
          <w:kern w:val="2"/>
          <w:sz w:val="18"/>
          <w:szCs w:val="18"/>
        </w:rPr>
      </w:pPr>
      <w:r w:rsidRPr="00502A83">
        <w:rPr>
          <w:kern w:val="2"/>
          <w:sz w:val="18"/>
          <w:szCs w:val="18"/>
        </w:rPr>
        <w:t>Постановление</w:t>
      </w:r>
      <w:r w:rsidR="00F041DE" w:rsidRPr="00502A83">
        <w:rPr>
          <w:kern w:val="2"/>
          <w:sz w:val="18"/>
          <w:szCs w:val="18"/>
        </w:rPr>
        <w:t xml:space="preserve"> </w:t>
      </w:r>
      <w:r w:rsidRPr="00502A83">
        <w:rPr>
          <w:kern w:val="2"/>
          <w:sz w:val="18"/>
          <w:szCs w:val="18"/>
        </w:rPr>
        <w:t>вносит</w:t>
      </w:r>
    </w:p>
    <w:p w:rsidR="00AC7603" w:rsidRPr="00502A83" w:rsidRDefault="00AC7603" w:rsidP="00F041DE">
      <w:pPr>
        <w:spacing w:line="216" w:lineRule="auto"/>
        <w:rPr>
          <w:kern w:val="2"/>
          <w:sz w:val="18"/>
          <w:szCs w:val="18"/>
        </w:rPr>
      </w:pPr>
      <w:r w:rsidRPr="00502A83">
        <w:rPr>
          <w:kern w:val="2"/>
          <w:sz w:val="18"/>
          <w:szCs w:val="18"/>
        </w:rPr>
        <w:t>Финансовый отдел</w:t>
      </w:r>
    </w:p>
    <w:p w:rsidR="003279C6" w:rsidRPr="00F041DE" w:rsidRDefault="003279C6" w:rsidP="00F041DE">
      <w:pPr>
        <w:pageBreakBefore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041DE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3279C6" w:rsidRPr="00F041DE" w:rsidRDefault="003279C6" w:rsidP="00F041DE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041DE">
        <w:rPr>
          <w:rFonts w:eastAsia="Calibri"/>
          <w:sz w:val="28"/>
          <w:szCs w:val="28"/>
          <w:lang w:eastAsia="en-US"/>
        </w:rPr>
        <w:t>к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постановлению</w:t>
      </w:r>
    </w:p>
    <w:p w:rsidR="003279C6" w:rsidRPr="00F041DE" w:rsidRDefault="000F4C70" w:rsidP="00F041DE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Милютинского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</w:p>
    <w:p w:rsidR="003279C6" w:rsidRPr="00F041DE" w:rsidRDefault="003279C6" w:rsidP="00F041DE">
      <w:pPr>
        <w:ind w:left="6237"/>
        <w:jc w:val="center"/>
        <w:rPr>
          <w:sz w:val="28"/>
          <w:szCs w:val="28"/>
        </w:rPr>
      </w:pPr>
      <w:r w:rsidRPr="00F041DE">
        <w:rPr>
          <w:sz w:val="28"/>
          <w:szCs w:val="28"/>
        </w:rPr>
        <w:t>от</w:t>
      </w:r>
      <w:r w:rsidR="00F041DE" w:rsidRPr="00F041DE">
        <w:rPr>
          <w:sz w:val="28"/>
          <w:szCs w:val="28"/>
        </w:rPr>
        <w:t xml:space="preserve"> </w:t>
      </w:r>
      <w:r w:rsidR="00502A83">
        <w:rPr>
          <w:sz w:val="28"/>
          <w:szCs w:val="28"/>
        </w:rPr>
        <w:t xml:space="preserve">25.01.2018 </w:t>
      </w:r>
      <w:r w:rsidRPr="00F041DE">
        <w:rPr>
          <w:sz w:val="28"/>
          <w:szCs w:val="28"/>
        </w:rPr>
        <w:t>№</w:t>
      </w:r>
      <w:r w:rsidR="00F041DE" w:rsidRPr="00F041DE">
        <w:rPr>
          <w:sz w:val="28"/>
          <w:szCs w:val="28"/>
        </w:rPr>
        <w:t xml:space="preserve"> </w:t>
      </w:r>
      <w:r w:rsidR="00502A83">
        <w:rPr>
          <w:sz w:val="28"/>
          <w:szCs w:val="28"/>
        </w:rPr>
        <w:t>40</w:t>
      </w:r>
    </w:p>
    <w:p w:rsidR="003279C6" w:rsidRPr="00F041DE" w:rsidRDefault="003279C6" w:rsidP="00F041DE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F041DE">
        <w:rPr>
          <w:rFonts w:eastAsia="Calibri"/>
          <w:kern w:val="2"/>
          <w:sz w:val="28"/>
          <w:szCs w:val="28"/>
          <w:lang w:eastAsia="en-US"/>
        </w:rPr>
        <w:t>ИЗМЕНЕНИЯ,</w:t>
      </w:r>
    </w:p>
    <w:p w:rsidR="003279C6" w:rsidRPr="00F041DE" w:rsidRDefault="003279C6" w:rsidP="00F041DE">
      <w:pPr>
        <w:jc w:val="center"/>
        <w:rPr>
          <w:kern w:val="2"/>
          <w:sz w:val="28"/>
          <w:szCs w:val="28"/>
        </w:rPr>
      </w:pPr>
      <w:r w:rsidRPr="00F041DE">
        <w:rPr>
          <w:rFonts w:eastAsia="Calibri"/>
          <w:kern w:val="2"/>
          <w:sz w:val="28"/>
          <w:szCs w:val="28"/>
          <w:lang w:eastAsia="en-US"/>
        </w:rPr>
        <w:t>вносимые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kern w:val="2"/>
          <w:sz w:val="28"/>
          <w:szCs w:val="28"/>
          <w:lang w:eastAsia="en-US"/>
        </w:rPr>
        <w:t>в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kern w:val="2"/>
          <w:sz w:val="28"/>
          <w:szCs w:val="28"/>
          <w:lang w:eastAsia="en-US"/>
        </w:rPr>
        <w:t>постановление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C94911">
        <w:rPr>
          <w:rFonts w:eastAsia="Calibri"/>
          <w:kern w:val="2"/>
          <w:sz w:val="28"/>
          <w:szCs w:val="28"/>
          <w:lang w:eastAsia="en-US"/>
        </w:rPr>
        <w:br/>
      </w:r>
      <w:r w:rsidR="000F4C70">
        <w:rPr>
          <w:rFonts w:eastAsia="Calibri"/>
          <w:kern w:val="2"/>
          <w:sz w:val="28"/>
          <w:szCs w:val="28"/>
          <w:lang w:eastAsia="en-US"/>
        </w:rPr>
        <w:t xml:space="preserve">Администрации </w:t>
      </w:r>
      <w:proofErr w:type="spellStart"/>
      <w:r w:rsidR="000F4C70">
        <w:rPr>
          <w:rFonts w:eastAsia="Calibri"/>
          <w:kern w:val="2"/>
          <w:sz w:val="28"/>
          <w:szCs w:val="28"/>
          <w:lang w:eastAsia="en-US"/>
        </w:rPr>
        <w:t>Милютинского</w:t>
      </w:r>
      <w:proofErr w:type="spellEnd"/>
      <w:r w:rsidR="000F4C70">
        <w:rPr>
          <w:rFonts w:eastAsia="Calibri"/>
          <w:kern w:val="2"/>
          <w:sz w:val="28"/>
          <w:szCs w:val="28"/>
          <w:lang w:eastAsia="en-US"/>
        </w:rPr>
        <w:t xml:space="preserve"> района </w:t>
      </w:r>
      <w:r w:rsidRPr="00F041DE">
        <w:rPr>
          <w:rFonts w:eastAsia="Calibri"/>
          <w:kern w:val="2"/>
          <w:sz w:val="28"/>
          <w:szCs w:val="28"/>
          <w:lang w:eastAsia="en-US"/>
        </w:rPr>
        <w:t>от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0F4C70">
        <w:rPr>
          <w:rFonts w:eastAsia="Calibri"/>
          <w:kern w:val="2"/>
          <w:sz w:val="28"/>
          <w:szCs w:val="28"/>
          <w:lang w:eastAsia="en-US"/>
        </w:rPr>
        <w:t>05</w:t>
      </w:r>
      <w:r w:rsidRPr="00F041DE">
        <w:rPr>
          <w:rFonts w:eastAsia="Calibri"/>
          <w:kern w:val="2"/>
          <w:sz w:val="28"/>
          <w:szCs w:val="28"/>
          <w:lang w:eastAsia="en-US"/>
        </w:rPr>
        <w:t>.</w:t>
      </w:r>
      <w:r w:rsidR="000F4C70">
        <w:rPr>
          <w:rFonts w:eastAsia="Calibri"/>
          <w:kern w:val="2"/>
          <w:sz w:val="28"/>
          <w:szCs w:val="28"/>
          <w:lang w:eastAsia="en-US"/>
        </w:rPr>
        <w:t>10</w:t>
      </w:r>
      <w:r w:rsidRPr="00F041DE">
        <w:rPr>
          <w:rFonts w:eastAsia="Calibri"/>
          <w:kern w:val="2"/>
          <w:sz w:val="28"/>
          <w:szCs w:val="28"/>
          <w:lang w:eastAsia="en-US"/>
        </w:rPr>
        <w:t>.2015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C94911">
        <w:rPr>
          <w:rFonts w:eastAsia="Calibri"/>
          <w:kern w:val="2"/>
          <w:sz w:val="28"/>
          <w:szCs w:val="28"/>
          <w:lang w:eastAsia="en-US"/>
        </w:rPr>
        <w:br/>
      </w:r>
      <w:r w:rsidRPr="00F041DE">
        <w:rPr>
          <w:rFonts w:eastAsia="Calibri"/>
          <w:kern w:val="2"/>
          <w:sz w:val="28"/>
          <w:szCs w:val="28"/>
          <w:lang w:eastAsia="en-US"/>
        </w:rPr>
        <w:t>№</w:t>
      </w:r>
      <w:r w:rsidR="00F041DE" w:rsidRPr="00F041D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0F4C70">
        <w:rPr>
          <w:rFonts w:eastAsia="Calibri"/>
          <w:kern w:val="2"/>
          <w:sz w:val="28"/>
          <w:szCs w:val="28"/>
          <w:lang w:eastAsia="en-US"/>
        </w:rPr>
        <w:t>384</w:t>
      </w:r>
      <w:r w:rsidR="00C94911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F041DE">
        <w:rPr>
          <w:kern w:val="2"/>
          <w:sz w:val="28"/>
          <w:szCs w:val="28"/>
        </w:rPr>
        <w:t>«О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порядке</w:t>
      </w:r>
      <w:r w:rsidR="00C94911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формирования</w:t>
      </w:r>
      <w:r w:rsidR="00F041DE" w:rsidRPr="00F041DE">
        <w:rPr>
          <w:kern w:val="2"/>
          <w:sz w:val="28"/>
          <w:szCs w:val="28"/>
        </w:rPr>
        <w:t xml:space="preserve"> </w:t>
      </w:r>
      <w:r w:rsidR="000F4C70">
        <w:rPr>
          <w:kern w:val="2"/>
          <w:sz w:val="28"/>
          <w:szCs w:val="28"/>
        </w:rPr>
        <w:t>муниципального</w:t>
      </w:r>
      <w:r w:rsidR="00F041DE" w:rsidRPr="00F041DE">
        <w:rPr>
          <w:kern w:val="2"/>
          <w:sz w:val="28"/>
          <w:szCs w:val="28"/>
        </w:rPr>
        <w:t xml:space="preserve"> </w:t>
      </w:r>
      <w:r w:rsidR="00C94911">
        <w:rPr>
          <w:kern w:val="2"/>
          <w:sz w:val="28"/>
          <w:szCs w:val="28"/>
        </w:rPr>
        <w:br/>
      </w:r>
      <w:r w:rsidRPr="00F041DE">
        <w:rPr>
          <w:kern w:val="2"/>
          <w:sz w:val="28"/>
          <w:szCs w:val="28"/>
        </w:rPr>
        <w:t>задания</w:t>
      </w:r>
      <w:r w:rsidR="00C94911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на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оказание</w:t>
      </w:r>
      <w:r w:rsidR="00C94911">
        <w:rPr>
          <w:kern w:val="2"/>
          <w:sz w:val="28"/>
          <w:szCs w:val="28"/>
        </w:rPr>
        <w:t xml:space="preserve"> </w:t>
      </w:r>
      <w:r w:rsidR="000F4C70">
        <w:rPr>
          <w:kern w:val="2"/>
          <w:sz w:val="28"/>
          <w:szCs w:val="28"/>
        </w:rPr>
        <w:t>муниципальн</w:t>
      </w:r>
      <w:r w:rsidRPr="00F041DE">
        <w:rPr>
          <w:kern w:val="2"/>
          <w:sz w:val="28"/>
          <w:szCs w:val="28"/>
        </w:rPr>
        <w:t>ых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услуг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(выполнение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работ)</w:t>
      </w:r>
      <w:r w:rsidR="00F041DE" w:rsidRPr="00F041DE">
        <w:rPr>
          <w:kern w:val="2"/>
          <w:sz w:val="28"/>
          <w:szCs w:val="28"/>
        </w:rPr>
        <w:t xml:space="preserve"> </w:t>
      </w:r>
      <w:r w:rsidR="00C94911">
        <w:rPr>
          <w:kern w:val="2"/>
          <w:sz w:val="28"/>
          <w:szCs w:val="28"/>
        </w:rPr>
        <w:br/>
      </w:r>
      <w:r w:rsidRPr="00F041DE">
        <w:rPr>
          <w:kern w:val="2"/>
          <w:sz w:val="28"/>
          <w:szCs w:val="28"/>
        </w:rPr>
        <w:t>в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отношении</w:t>
      </w:r>
      <w:r w:rsidR="00C94911">
        <w:rPr>
          <w:kern w:val="2"/>
          <w:sz w:val="28"/>
          <w:szCs w:val="28"/>
        </w:rPr>
        <w:t xml:space="preserve"> </w:t>
      </w:r>
      <w:r w:rsidR="000F4C70">
        <w:rPr>
          <w:kern w:val="2"/>
          <w:sz w:val="28"/>
          <w:szCs w:val="28"/>
        </w:rPr>
        <w:t>муниципальн</w:t>
      </w:r>
      <w:r w:rsidRPr="00F041DE">
        <w:rPr>
          <w:kern w:val="2"/>
          <w:sz w:val="28"/>
          <w:szCs w:val="28"/>
        </w:rPr>
        <w:t>ых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учреждений</w:t>
      </w:r>
      <w:r w:rsidR="00F041DE" w:rsidRPr="00F041DE">
        <w:rPr>
          <w:kern w:val="2"/>
          <w:sz w:val="28"/>
          <w:szCs w:val="28"/>
        </w:rPr>
        <w:t xml:space="preserve"> </w:t>
      </w:r>
      <w:proofErr w:type="spellStart"/>
      <w:r w:rsidR="000F4C70">
        <w:rPr>
          <w:kern w:val="2"/>
          <w:sz w:val="28"/>
          <w:szCs w:val="28"/>
        </w:rPr>
        <w:t>Милютинского</w:t>
      </w:r>
      <w:proofErr w:type="spellEnd"/>
      <w:r w:rsidR="000F4C70">
        <w:rPr>
          <w:kern w:val="2"/>
          <w:sz w:val="28"/>
          <w:szCs w:val="28"/>
        </w:rPr>
        <w:t xml:space="preserve"> района</w:t>
      </w:r>
      <w:r w:rsidR="00F041DE" w:rsidRPr="00F041DE">
        <w:rPr>
          <w:kern w:val="2"/>
          <w:sz w:val="28"/>
          <w:szCs w:val="28"/>
        </w:rPr>
        <w:t xml:space="preserve"> </w:t>
      </w:r>
      <w:r w:rsidR="00C94911">
        <w:rPr>
          <w:kern w:val="2"/>
          <w:sz w:val="28"/>
          <w:szCs w:val="28"/>
        </w:rPr>
        <w:br/>
      </w:r>
      <w:r w:rsidRPr="00F041DE">
        <w:rPr>
          <w:kern w:val="2"/>
          <w:sz w:val="28"/>
          <w:szCs w:val="28"/>
        </w:rPr>
        <w:t>и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финансового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обеспечения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выполнения</w:t>
      </w:r>
      <w:r w:rsidR="00F041DE" w:rsidRPr="00F041DE">
        <w:rPr>
          <w:kern w:val="2"/>
          <w:sz w:val="28"/>
          <w:szCs w:val="28"/>
        </w:rPr>
        <w:t xml:space="preserve"> </w:t>
      </w:r>
      <w:r w:rsidR="000F4C70">
        <w:rPr>
          <w:kern w:val="2"/>
          <w:sz w:val="28"/>
          <w:szCs w:val="28"/>
        </w:rPr>
        <w:t>муниципаль</w:t>
      </w:r>
      <w:r w:rsidRPr="00F041DE">
        <w:rPr>
          <w:kern w:val="2"/>
          <w:sz w:val="28"/>
          <w:szCs w:val="28"/>
        </w:rPr>
        <w:t>ного</w:t>
      </w:r>
      <w:r w:rsidR="00F041DE" w:rsidRPr="00F041DE">
        <w:rPr>
          <w:kern w:val="2"/>
          <w:sz w:val="28"/>
          <w:szCs w:val="28"/>
        </w:rPr>
        <w:t xml:space="preserve"> </w:t>
      </w:r>
      <w:r w:rsidRPr="00F041DE">
        <w:rPr>
          <w:kern w:val="2"/>
          <w:sz w:val="28"/>
          <w:szCs w:val="28"/>
        </w:rPr>
        <w:t>задания»</w:t>
      </w:r>
    </w:p>
    <w:p w:rsidR="003279C6" w:rsidRPr="00F041DE" w:rsidRDefault="003279C6" w:rsidP="00F041D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41DE">
        <w:rPr>
          <w:rFonts w:eastAsiaTheme="minorHAnsi"/>
          <w:sz w:val="28"/>
          <w:szCs w:val="28"/>
          <w:lang w:eastAsia="en-US"/>
        </w:rPr>
        <w:t>1.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приложении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№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1:</w:t>
      </w: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41DE">
        <w:rPr>
          <w:rFonts w:eastAsiaTheme="minorHAnsi"/>
          <w:sz w:val="28"/>
          <w:szCs w:val="28"/>
          <w:lang w:eastAsia="en-US"/>
        </w:rPr>
        <w:t>1.1.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Пункт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2.3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раздела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2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sz w:val="28"/>
          <w:szCs w:val="28"/>
        </w:rPr>
        <w:t>изложить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в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редакции:</w:t>
      </w: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41DE">
        <w:rPr>
          <w:sz w:val="28"/>
          <w:szCs w:val="28"/>
        </w:rPr>
        <w:t>«2.3.</w:t>
      </w:r>
      <w:r w:rsidR="00C94911">
        <w:rPr>
          <w:sz w:val="28"/>
          <w:szCs w:val="28"/>
        </w:rPr>
        <w:t> </w:t>
      </w:r>
      <w:r w:rsidR="001F31EB">
        <w:rPr>
          <w:sz w:val="28"/>
          <w:szCs w:val="28"/>
        </w:rPr>
        <w:t>Муниципальное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задание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формируется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электронном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виде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="00C94911">
        <w:rPr>
          <w:rFonts w:eastAsiaTheme="minorHAnsi"/>
          <w:sz w:val="28"/>
          <w:szCs w:val="28"/>
          <w:lang w:eastAsia="en-US"/>
        </w:rPr>
        <w:br/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установленном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порядке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информационной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системе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«Единая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автоматизированная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система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управления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общественными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финансами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="00C94911">
        <w:rPr>
          <w:rFonts w:eastAsiaTheme="minorHAnsi"/>
          <w:sz w:val="28"/>
          <w:szCs w:val="28"/>
          <w:lang w:eastAsia="en-US"/>
        </w:rPr>
        <w:br/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Ростовской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области»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соответствии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инструктивно-методическими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материалами,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размещенными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официальном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сайте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информационно-телекоммуникационной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сети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«Интернет»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министерства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финансов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Ростовской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области,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(или)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бумажном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носителе</w:t>
      </w:r>
      <w:r w:rsidRPr="00F041DE">
        <w:rPr>
          <w:sz w:val="28"/>
          <w:szCs w:val="28"/>
        </w:rPr>
        <w:t>.».</w:t>
      </w: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041DE">
        <w:rPr>
          <w:rFonts w:eastAsiaTheme="minorHAnsi"/>
          <w:bCs/>
          <w:sz w:val="28"/>
          <w:szCs w:val="28"/>
          <w:lang w:eastAsia="en-US"/>
        </w:rPr>
        <w:t>1.2.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9" w:history="1">
        <w:r w:rsidRPr="00F041DE">
          <w:rPr>
            <w:rFonts w:eastAsiaTheme="minorHAnsi"/>
            <w:bCs/>
            <w:sz w:val="28"/>
            <w:szCs w:val="28"/>
            <w:lang w:eastAsia="en-US"/>
          </w:rPr>
          <w:t>Приложение</w:t>
        </w:r>
        <w:r w:rsidR="00F041DE" w:rsidRPr="00F041DE">
          <w:rPr>
            <w:rFonts w:eastAsiaTheme="minorHAnsi"/>
            <w:bCs/>
            <w:sz w:val="28"/>
            <w:szCs w:val="28"/>
            <w:lang w:eastAsia="en-US"/>
          </w:rPr>
          <w:t xml:space="preserve"> </w:t>
        </w:r>
        <w:r w:rsidRPr="00F041DE">
          <w:rPr>
            <w:rFonts w:eastAsiaTheme="minorHAnsi"/>
            <w:bCs/>
            <w:sz w:val="28"/>
            <w:szCs w:val="28"/>
            <w:lang w:eastAsia="en-US"/>
          </w:rPr>
          <w:t>№</w:t>
        </w:r>
        <w:r w:rsidR="00F041DE" w:rsidRPr="00F041DE">
          <w:rPr>
            <w:rFonts w:eastAsiaTheme="minorHAnsi"/>
            <w:bCs/>
            <w:sz w:val="28"/>
            <w:szCs w:val="28"/>
            <w:lang w:eastAsia="en-US"/>
          </w:rPr>
          <w:t xml:space="preserve"> </w:t>
        </w:r>
        <w:r w:rsidRPr="00F041DE">
          <w:rPr>
            <w:rFonts w:eastAsiaTheme="minorHAnsi"/>
            <w:bCs/>
            <w:sz w:val="28"/>
            <w:szCs w:val="28"/>
            <w:lang w:eastAsia="en-US"/>
          </w:rPr>
          <w:t>1</w:t>
        </w:r>
      </w:hyperlink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bCs/>
          <w:sz w:val="28"/>
          <w:szCs w:val="28"/>
          <w:lang w:eastAsia="en-US"/>
        </w:rPr>
        <w:t>изложить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bCs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bCs/>
          <w:sz w:val="28"/>
          <w:szCs w:val="28"/>
          <w:lang w:eastAsia="en-US"/>
        </w:rPr>
        <w:t>редакции:</w:t>
      </w:r>
    </w:p>
    <w:p w:rsidR="003279C6" w:rsidRPr="003279C6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279C6" w:rsidRPr="003279C6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279C6" w:rsidRPr="003279C6" w:rsidRDefault="003279C6" w:rsidP="00F041D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  <w:sectPr w:rsidR="003279C6" w:rsidRPr="003279C6" w:rsidSect="00DD20B9">
          <w:footerReference w:type="default" r:id="rId10"/>
          <w:pgSz w:w="11906" w:h="16838" w:code="9"/>
          <w:pgMar w:top="709" w:right="851" w:bottom="1134" w:left="1304" w:header="709" w:footer="709" w:gutter="0"/>
          <w:cols w:space="708"/>
          <w:docGrid w:linePitch="360"/>
        </w:sectPr>
      </w:pPr>
    </w:p>
    <w:p w:rsidR="003279C6" w:rsidRPr="003279C6" w:rsidRDefault="003279C6" w:rsidP="00C94911">
      <w:pPr>
        <w:tabs>
          <w:tab w:val="left" w:pos="2835"/>
        </w:tabs>
        <w:autoSpaceDE w:val="0"/>
        <w:autoSpaceDN w:val="0"/>
        <w:spacing w:line="216" w:lineRule="auto"/>
        <w:ind w:left="9639"/>
        <w:jc w:val="center"/>
        <w:outlineLvl w:val="1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«Приложение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1</w:t>
      </w:r>
    </w:p>
    <w:p w:rsidR="003279C6" w:rsidRPr="003279C6" w:rsidRDefault="003279C6" w:rsidP="00C94911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к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Положению</w:t>
      </w:r>
    </w:p>
    <w:p w:rsidR="003279C6" w:rsidRPr="003279C6" w:rsidRDefault="003279C6" w:rsidP="00C94911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color w:val="000000"/>
          <w:kern w:val="2"/>
          <w:sz w:val="24"/>
          <w:szCs w:val="24"/>
        </w:rPr>
      </w:pPr>
      <w:r w:rsidRPr="003279C6">
        <w:rPr>
          <w:kern w:val="2"/>
          <w:sz w:val="28"/>
          <w:szCs w:val="28"/>
        </w:rPr>
        <w:t>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формировании</w:t>
      </w:r>
      <w:r w:rsidR="00F041DE">
        <w:rPr>
          <w:kern w:val="2"/>
          <w:sz w:val="28"/>
          <w:szCs w:val="28"/>
        </w:rPr>
        <w:t xml:space="preserve"> </w:t>
      </w:r>
      <w:r w:rsidR="00351DEB">
        <w:rPr>
          <w:kern w:val="2"/>
          <w:sz w:val="28"/>
          <w:szCs w:val="28"/>
        </w:rPr>
        <w:t>муниципальног</w:t>
      </w:r>
      <w:r w:rsidRPr="003279C6">
        <w:rPr>
          <w:kern w:val="2"/>
          <w:sz w:val="28"/>
          <w:szCs w:val="28"/>
        </w:rPr>
        <w:t>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оказание</w:t>
      </w:r>
      <w:r w:rsidR="00F041DE">
        <w:rPr>
          <w:kern w:val="2"/>
          <w:sz w:val="28"/>
          <w:szCs w:val="28"/>
        </w:rPr>
        <w:t xml:space="preserve"> </w:t>
      </w:r>
      <w:r w:rsidR="00351DEB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услуг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(выполнение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работ)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отношении</w:t>
      </w:r>
      <w:r w:rsidR="00F041DE">
        <w:rPr>
          <w:kern w:val="2"/>
          <w:sz w:val="28"/>
          <w:szCs w:val="28"/>
        </w:rPr>
        <w:t xml:space="preserve"> </w:t>
      </w:r>
      <w:r w:rsidR="00351DEB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учреждений</w:t>
      </w:r>
      <w:r w:rsidR="00F041DE">
        <w:rPr>
          <w:kern w:val="2"/>
          <w:sz w:val="28"/>
          <w:szCs w:val="28"/>
        </w:rPr>
        <w:t xml:space="preserve"> </w:t>
      </w:r>
      <w:proofErr w:type="spellStart"/>
      <w:r w:rsidR="00351DEB">
        <w:rPr>
          <w:kern w:val="2"/>
          <w:sz w:val="28"/>
          <w:szCs w:val="28"/>
        </w:rPr>
        <w:t>Милютинского</w:t>
      </w:r>
      <w:proofErr w:type="spellEnd"/>
      <w:r w:rsidR="00351DEB">
        <w:rPr>
          <w:kern w:val="2"/>
          <w:sz w:val="28"/>
          <w:szCs w:val="28"/>
        </w:rPr>
        <w:t xml:space="preserve"> района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финансовом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обеспечении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выполнения</w:t>
      </w:r>
      <w:r w:rsidR="00F041DE">
        <w:rPr>
          <w:kern w:val="2"/>
          <w:sz w:val="28"/>
          <w:szCs w:val="28"/>
        </w:rPr>
        <w:t xml:space="preserve"> </w:t>
      </w:r>
      <w:r w:rsidR="00351DEB">
        <w:rPr>
          <w:kern w:val="2"/>
          <w:sz w:val="28"/>
          <w:szCs w:val="28"/>
        </w:rPr>
        <w:t>муниципального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УТВЕРЖДАЮ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8"/>
          <w:szCs w:val="28"/>
        </w:rPr>
      </w:pPr>
      <w:r w:rsidRPr="003279C6">
        <w:rPr>
          <w:color w:val="000000"/>
          <w:kern w:val="2"/>
          <w:sz w:val="28"/>
          <w:szCs w:val="28"/>
        </w:rPr>
        <w:t>Руководитель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68277C">
        <w:rPr>
          <w:color w:val="000000"/>
          <w:kern w:val="2"/>
          <w:sz w:val="28"/>
          <w:szCs w:val="28"/>
        </w:rPr>
        <w:t>(уполномоченное</w:t>
      </w:r>
      <w:r w:rsidR="00F041DE" w:rsidRPr="0068277C">
        <w:rPr>
          <w:color w:val="000000"/>
          <w:kern w:val="2"/>
          <w:sz w:val="28"/>
          <w:szCs w:val="28"/>
        </w:rPr>
        <w:t xml:space="preserve"> </w:t>
      </w:r>
      <w:r w:rsidRPr="0068277C">
        <w:rPr>
          <w:color w:val="000000"/>
          <w:kern w:val="2"/>
          <w:sz w:val="28"/>
          <w:szCs w:val="28"/>
        </w:rPr>
        <w:t>лицо)</w:t>
      </w:r>
      <w:r w:rsidR="00F041DE">
        <w:rPr>
          <w:color w:val="000000"/>
          <w:kern w:val="2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__________________________________________________________________________________________</w:t>
      </w:r>
    </w:p>
    <w:p w:rsidR="003279C6" w:rsidRPr="003279C6" w:rsidRDefault="003279C6" w:rsidP="00C94911">
      <w:pPr>
        <w:tabs>
          <w:tab w:val="left" w:pos="11199"/>
          <w:tab w:val="left" w:pos="15168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(наименование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органа,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осуществляющего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функции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br/>
        <w:t>и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полномочия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учредителя,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главного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распорядителя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средств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="00351DEB">
        <w:rPr>
          <w:color w:val="000000"/>
          <w:kern w:val="2"/>
          <w:sz w:val="24"/>
          <w:szCs w:val="24"/>
        </w:rPr>
        <w:t>мес</w:t>
      </w:r>
      <w:r w:rsidRPr="003279C6">
        <w:rPr>
          <w:color w:val="000000"/>
          <w:kern w:val="2"/>
          <w:sz w:val="24"/>
          <w:szCs w:val="24"/>
        </w:rPr>
        <w:t>тного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бюджета)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______________________</w:t>
      </w:r>
    </w:p>
    <w:p w:rsidR="003279C6" w:rsidRPr="0068277C" w:rsidRDefault="0068277C" w:rsidP="00C94911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</w:t>
      </w:r>
      <w:proofErr w:type="gramStart"/>
      <w:r w:rsidR="003279C6" w:rsidRPr="0068277C">
        <w:rPr>
          <w:color w:val="000000"/>
          <w:kern w:val="2"/>
          <w:sz w:val="24"/>
          <w:szCs w:val="24"/>
        </w:rPr>
        <w:t>должность)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</w:t>
      </w:r>
      <w:proofErr w:type="gramEnd"/>
      <w:r>
        <w:rPr>
          <w:color w:val="000000"/>
          <w:kern w:val="2"/>
          <w:sz w:val="24"/>
          <w:szCs w:val="24"/>
        </w:rPr>
        <w:t xml:space="preserve"> </w:t>
      </w:r>
      <w:r w:rsidR="00C94911" w:rsidRPr="0068277C"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(подпись)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</w:t>
      </w:r>
      <w:r w:rsidR="00C94911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(расшифровка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подписи)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</w:rPr>
      </w:pP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«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»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20___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г.</w:t>
      </w:r>
    </w:p>
    <w:p w:rsidR="003279C6" w:rsidRPr="003279C6" w:rsidRDefault="003279C6" w:rsidP="00F041DE">
      <w:pPr>
        <w:tabs>
          <w:tab w:val="left" w:pos="11199"/>
        </w:tabs>
        <w:ind w:left="11907"/>
        <w:rPr>
          <w:kern w:val="2"/>
        </w:rPr>
      </w:pPr>
    </w:p>
    <w:p w:rsidR="003279C6" w:rsidRPr="0068277C" w:rsidRDefault="00F378E8" w:rsidP="00F041DE">
      <w:pPr>
        <w:jc w:val="center"/>
        <w:outlineLvl w:val="3"/>
        <w:rPr>
          <w:bCs/>
          <w:kern w:val="2"/>
          <w:sz w:val="28"/>
          <w:szCs w:val="28"/>
          <w:vertAlign w:val="superscript"/>
        </w:rPr>
      </w:pPr>
      <w:bookmarkStart w:id="0" w:name="bookmark0"/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0" t="0" r="15875" b="165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672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>
                <v:textbox>
                  <w:txbxContent>
                    <w:p w:rsidR="007E6672" w:rsidRDefault="007E6672" w:rsidP="003279C6"/>
                  </w:txbxContent>
                </v:textbox>
              </v:shape>
            </w:pict>
          </mc:Fallback>
        </mc:AlternateConten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ЗАДАНИЕ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№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bookmarkEnd w:id="0"/>
      <w:r w:rsidR="003279C6" w:rsidRPr="0068277C">
        <w:rPr>
          <w:color w:val="000000"/>
          <w:kern w:val="2"/>
          <w:sz w:val="28"/>
          <w:szCs w:val="28"/>
          <w:vertAlign w:val="superscript"/>
        </w:rPr>
        <w:t>1</w:t>
      </w:r>
    </w:p>
    <w:p w:rsidR="003279C6" w:rsidRPr="0068277C" w:rsidRDefault="00F378E8" w:rsidP="00F041DE">
      <w:pPr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7333615</wp:posOffset>
                </wp:positionH>
                <wp:positionV relativeFrom="paragraph">
                  <wp:posOffset>162560</wp:posOffset>
                </wp:positionV>
                <wp:extent cx="1889125" cy="2105025"/>
                <wp:effectExtent l="0" t="0" r="0" b="952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d"/>
                              <w:tblW w:w="303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"/>
                              <w:gridCol w:w="1353"/>
                              <w:gridCol w:w="1503"/>
                            </w:tblGrid>
                            <w:tr w:rsidR="007E6672" w:rsidRPr="008A4AA1" w:rsidTr="0068277C">
                              <w:trPr>
                                <w:gridBefore w:val="1"/>
                                <w:wBefore w:w="176" w:type="dxa"/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7E6672" w:rsidRPr="008A4AA1" w:rsidRDefault="007E6672" w:rsidP="0068277C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7E6672" w:rsidRPr="008A4AA1" w:rsidRDefault="007E6672" w:rsidP="0068277C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  <w:r>
                                    <w:t xml:space="preserve">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 xml:space="preserve">Код </w:t>
                                  </w:r>
                                  <w:r w:rsidRPr="008A4AA1">
                                    <w:t xml:space="preserve">по </w:t>
                                  </w:r>
                                  <w:r>
                                    <w:t>с</w:t>
                                  </w:r>
                                  <w:r w:rsidRPr="008A4AA1"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E6672" w:rsidRPr="008A4AA1" w:rsidTr="0068277C">
                              <w:trPr>
                                <w:gridBefore w:val="1"/>
                                <w:wBefore w:w="176" w:type="dxa"/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8A4AA1" w:rsidRDefault="007E6672" w:rsidP="0068277C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A4AA1" w:rsidRDefault="007E6672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7E6672" w:rsidRPr="004555ED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577.45pt;margin-top:12.8pt;width:148.75pt;height:16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" stroked="f">
                <v:textbox>
                  <w:txbxContent>
                    <w:tbl>
                      <w:tblPr>
                        <w:tblStyle w:val="ad"/>
                        <w:tblW w:w="3032" w:type="dxa"/>
                        <w:tblLook w:val="04A0" w:firstRow="1" w:lastRow="0" w:firstColumn="1" w:lastColumn="0" w:noHBand="0" w:noVBand="1"/>
                      </w:tblPr>
                      <w:tblGrid>
                        <w:gridCol w:w="176"/>
                        <w:gridCol w:w="1353"/>
                        <w:gridCol w:w="1503"/>
                      </w:tblGrid>
                      <w:tr w:rsidR="007E6672" w:rsidRPr="008A4AA1" w:rsidTr="0068277C">
                        <w:trPr>
                          <w:gridBefore w:val="1"/>
                          <w:wBefore w:w="176" w:type="dxa"/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7E6672" w:rsidRPr="008A4AA1" w:rsidRDefault="007E6672" w:rsidP="0068277C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:rsidR="007E6672" w:rsidRPr="008A4AA1" w:rsidRDefault="007E6672" w:rsidP="0068277C">
                            <w:r w:rsidRPr="008A4AA1">
                              <w:t>Коды</w:t>
                            </w:r>
                          </w:p>
                        </w:tc>
                      </w:tr>
                      <w:tr w:rsidR="007E6672" w:rsidRPr="008A4AA1" w:rsidTr="0068277C">
                        <w:trPr>
                          <w:trHeight w:val="34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7E6672" w:rsidRPr="008A4AA1" w:rsidTr="0068277C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  <w:r>
                              <w:t xml:space="preserve">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>
                              <w:t xml:space="preserve">Код </w:t>
                            </w:r>
                            <w:r w:rsidRPr="008A4AA1">
                              <w:t xml:space="preserve">по </w:t>
                            </w:r>
                            <w:r>
                              <w:t>с</w:t>
                            </w:r>
                            <w:r w:rsidRPr="008A4AA1"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trHeight w:val="56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7E6672" w:rsidRPr="008A4AA1" w:rsidTr="0068277C">
                        <w:trPr>
                          <w:gridBefore w:val="1"/>
                          <w:wBefore w:w="176" w:type="dxa"/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8A4AA1" w:rsidRDefault="007E6672" w:rsidP="0068277C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A4AA1" w:rsidRDefault="007E6672" w:rsidP="0068277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7E6672" w:rsidRPr="004555ED" w:rsidRDefault="007E6672" w:rsidP="003279C6"/>
                  </w:txbxContent>
                </v:textbox>
              </v:shape>
            </w:pict>
          </mc:Fallback>
        </mc:AlternateConten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годов</w:t>
      </w:r>
    </w:p>
    <w:p w:rsidR="003279C6" w:rsidRPr="0068277C" w:rsidRDefault="003279C6" w:rsidP="00F041DE">
      <w:pPr>
        <w:tabs>
          <w:tab w:val="right" w:pos="2698"/>
        </w:tabs>
        <w:ind w:left="140"/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Pr="0068277C">
        <w:rPr>
          <w:color w:val="000000"/>
          <w:kern w:val="2"/>
          <w:sz w:val="28"/>
          <w:szCs w:val="28"/>
          <w:shd w:val="clear" w:color="auto" w:fill="FFFFFF"/>
        </w:rPr>
        <w:t>«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_</w:t>
      </w:r>
      <w:proofErr w:type="gramEnd"/>
      <w:r w:rsidRPr="0068277C">
        <w:rPr>
          <w:color w:val="000000"/>
          <w:kern w:val="2"/>
          <w:sz w:val="28"/>
          <w:szCs w:val="28"/>
          <w:shd w:val="clear" w:color="auto" w:fill="FFFFFF"/>
        </w:rPr>
        <w:t>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»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__________________________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68277C" w:rsidRDefault="003279C6" w:rsidP="00F041DE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</w:p>
    <w:p w:rsidR="003279C6" w:rsidRPr="0068277C" w:rsidRDefault="00351DEB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kern w:val="2"/>
          <w:sz w:val="28"/>
          <w:szCs w:val="28"/>
          <w:shd w:val="clear" w:color="auto" w:fill="FFFFFF"/>
        </w:rPr>
        <w:t>Милютинского</w:t>
      </w:r>
      <w:proofErr w:type="spellEnd"/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района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</w:t>
      </w: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Виды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деятельности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68277C" w:rsidRDefault="00351DEB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kern w:val="2"/>
          <w:sz w:val="28"/>
          <w:szCs w:val="28"/>
          <w:shd w:val="clear" w:color="auto" w:fill="FFFFFF"/>
        </w:rPr>
        <w:t>Милютинского</w:t>
      </w:r>
      <w:proofErr w:type="spellEnd"/>
      <w:r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района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</w:t>
      </w:r>
      <w:r w:rsidR="00F041DE" w:rsidRPr="0068277C">
        <w:rPr>
          <w:color w:val="000000"/>
          <w:kern w:val="2"/>
          <w:sz w:val="28"/>
          <w:szCs w:val="28"/>
        </w:rPr>
        <w:t xml:space="preserve"> </w:t>
      </w:r>
    </w:p>
    <w:p w:rsidR="003279C6" w:rsidRPr="0068277C" w:rsidRDefault="003279C6" w:rsidP="00043021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оказываемых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ных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услугах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3279C6" w:rsidRPr="003279C6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РАЗДЕЛ_____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68277C" w:rsidRPr="0068277C" w:rsidRDefault="0068277C" w:rsidP="00F041DE">
      <w:pPr>
        <w:jc w:val="center"/>
        <w:outlineLvl w:val="3"/>
        <w:rPr>
          <w:bCs/>
          <w:kern w:val="2"/>
          <w:sz w:val="28"/>
          <w:szCs w:val="28"/>
        </w:rPr>
      </w:pPr>
    </w:p>
    <w:p w:rsidR="003279C6" w:rsidRPr="0068277C" w:rsidRDefault="00F378E8" w:rsidP="00F041DE">
      <w:pPr>
        <w:outlineLvl w:val="3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0" t="0" r="0" b="63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7E6672" w:rsidRPr="009D7718" w:rsidTr="0068277C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68277C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>Код</w:t>
                                  </w:r>
                                </w:p>
                                <w:p w:rsidR="007E6672" w:rsidRPr="0068277C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7E6672" w:rsidRPr="0068277C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перечню   </w:t>
                                  </w:r>
                                </w:p>
                                <w:p w:rsidR="007E6672" w:rsidRPr="009D7718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E6672" w:rsidRPr="009D7718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72" w:rsidRPr="009D7718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532.6pt;margin-top:2.6pt;width:219.65pt;height:10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7E6672" w:rsidRPr="009D7718" w:rsidTr="0068277C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68277C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Код</w:t>
                            </w:r>
                          </w:p>
                          <w:p w:rsidR="007E6672" w:rsidRPr="0068277C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7E6672" w:rsidRPr="0068277C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перечню   </w:t>
                            </w:r>
                          </w:p>
                          <w:p w:rsidR="007E6672" w:rsidRPr="009D7718" w:rsidRDefault="007E6672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E6672" w:rsidRPr="009D7718" w:rsidRDefault="007E6672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E6672" w:rsidRPr="009D7718" w:rsidRDefault="007E6672" w:rsidP="003279C6"/>
                  </w:txbxContent>
                </v:textbox>
              </v:shape>
            </w:pict>
          </mc:Fallback>
        </mc:AlternateConten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</w:t>
      </w:r>
    </w:p>
    <w:p w:rsidR="003279C6" w:rsidRPr="0068277C" w:rsidRDefault="003279C6" w:rsidP="00F041DE">
      <w:pPr>
        <w:outlineLvl w:val="3"/>
        <w:rPr>
          <w:bCs/>
          <w:kern w:val="2"/>
          <w:sz w:val="28"/>
          <w:szCs w:val="28"/>
          <w:shd w:val="clear" w:color="auto" w:fill="FFFFFF"/>
        </w:rPr>
      </w:pPr>
      <w:r w:rsidRPr="0068277C">
        <w:rPr>
          <w:bCs/>
          <w:kern w:val="2"/>
          <w:sz w:val="28"/>
          <w:szCs w:val="28"/>
          <w:shd w:val="clear" w:color="auto" w:fill="FFFFFF"/>
        </w:rPr>
        <w:t>________________________________________________________________________________</w:t>
      </w:r>
      <w:r w:rsidR="0068277C">
        <w:rPr>
          <w:bCs/>
          <w:kern w:val="2"/>
          <w:sz w:val="28"/>
          <w:szCs w:val="28"/>
          <w:shd w:val="clear" w:color="auto" w:fill="FFFFFF"/>
        </w:rPr>
        <w:t>___________________._____</w:t>
      </w: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</w:t>
      </w:r>
      <w:r w:rsidR="0068277C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______________________________________________________________________________________________________.</w:t>
      </w:r>
    </w:p>
    <w:p w:rsidR="003279C6" w:rsidRPr="0068277C" w:rsidRDefault="003279C6" w:rsidP="00F041DE">
      <w:pPr>
        <w:tabs>
          <w:tab w:val="left" w:pos="274"/>
        </w:tabs>
        <w:ind w:left="40"/>
        <w:jc w:val="both"/>
        <w:rPr>
          <w:kern w:val="2"/>
          <w:sz w:val="16"/>
          <w:szCs w:val="16"/>
        </w:rPr>
      </w:pP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68277C" w:rsidRDefault="003279C6" w:rsidP="00F041DE">
      <w:pPr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51DEB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3279C6" w:rsidRPr="0068277C" w:rsidRDefault="003279C6" w:rsidP="00F041DE">
      <w:pPr>
        <w:rPr>
          <w:color w:val="000000"/>
          <w:kern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214"/>
        <w:gridCol w:w="1144"/>
        <w:gridCol w:w="1110"/>
        <w:gridCol w:w="1173"/>
        <w:gridCol w:w="1186"/>
        <w:gridCol w:w="1112"/>
        <w:gridCol w:w="971"/>
        <w:gridCol w:w="1068"/>
        <w:gridCol w:w="1014"/>
        <w:gridCol w:w="962"/>
        <w:gridCol w:w="984"/>
        <w:gridCol w:w="1105"/>
        <w:gridCol w:w="819"/>
      </w:tblGrid>
      <w:tr w:rsidR="003279C6" w:rsidRPr="0068277C" w:rsidTr="0068277C">
        <w:tc>
          <w:tcPr>
            <w:tcW w:w="99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реест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</w:r>
            <w:r w:rsidRPr="0068277C">
              <w:rPr>
                <w:color w:val="000000"/>
                <w:kern w:val="2"/>
                <w:sz w:val="24"/>
                <w:szCs w:val="24"/>
              </w:rPr>
              <w:t>ровой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543" w:type="dxa"/>
            <w:gridSpan w:val="3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F041DE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(по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2409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219" w:type="dxa"/>
            <w:gridSpan w:val="3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B5191B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3023" w:type="dxa"/>
            <w:gridSpan w:val="3"/>
            <w:shd w:val="clear" w:color="auto" w:fill="FFFFFF"/>
          </w:tcPr>
          <w:p w:rsidR="003279C6" w:rsidRPr="0068277C" w:rsidRDefault="003279C6" w:rsidP="00B5191B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1965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B5191B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3279C6" w:rsidRPr="0068277C" w:rsidTr="0068277C">
        <w:trPr>
          <w:trHeight w:val="890"/>
        </w:trPr>
        <w:tc>
          <w:tcPr>
            <w:tcW w:w="99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t>-ва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83" w:type="dxa"/>
            <w:gridSpan w:val="2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8F498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-вый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82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r w:rsidR="008F498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005" w:type="dxa"/>
            <w:vMerge w:val="restart"/>
            <w:shd w:val="clear" w:color="auto" w:fill="FFFFFF"/>
          </w:tcPr>
          <w:p w:rsidR="00C94911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965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99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t>-ва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69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8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11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6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color w:val="000000"/>
                <w:kern w:val="2"/>
                <w:sz w:val="24"/>
                <w:szCs w:val="24"/>
              </w:rPr>
              <w:t>-но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91" w:type="dxa"/>
            <w:shd w:val="clear" w:color="auto" w:fill="FFFFFF"/>
          </w:tcPr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ОКЕИ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36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процен</w:t>
            </w:r>
            <w:proofErr w:type="spellEnd"/>
            <w:r w:rsidR="003279C6" w:rsidRPr="0068277C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36" w:type="dxa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="003279C6" w:rsidRPr="0068277C">
              <w:rPr>
                <w:color w:val="000000"/>
                <w:kern w:val="2"/>
                <w:sz w:val="24"/>
                <w:szCs w:val="24"/>
              </w:rPr>
              <w:t>-лют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  <w:proofErr w:type="gramEnd"/>
          </w:p>
        </w:tc>
      </w:tr>
      <w:tr w:rsidR="003279C6" w:rsidRPr="0068277C" w:rsidTr="0068277C">
        <w:tc>
          <w:tcPr>
            <w:tcW w:w="997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240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169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98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11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3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091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3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2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11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83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14</w:t>
            </w:r>
          </w:p>
        </w:tc>
      </w:tr>
      <w:tr w:rsidR="003279C6" w:rsidRPr="0068277C" w:rsidTr="0068277C">
        <w:tc>
          <w:tcPr>
            <w:tcW w:w="99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99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99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99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3279C6" w:rsidRPr="0068277C" w:rsidRDefault="003279C6" w:rsidP="00EF2B00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kern w:val="2"/>
          <w:sz w:val="28"/>
          <w:szCs w:val="28"/>
        </w:rPr>
        <w:lastRenderedPageBreak/>
        <w:t>3.2.</w:t>
      </w:r>
      <w:r w:rsidR="00F041DE" w:rsidRPr="0068277C">
        <w:rPr>
          <w:kern w:val="2"/>
          <w:sz w:val="28"/>
          <w:szCs w:val="28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color w:val="000000"/>
          <w:kern w:val="2"/>
          <w:sz w:val="28"/>
          <w:szCs w:val="28"/>
          <w:shd w:val="clear" w:color="auto" w:fill="FFFFFF"/>
        </w:rPr>
        <w:t>муниципальн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ой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279C6" w:rsidRDefault="003279C6" w:rsidP="00F041DE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8"/>
        <w:gridCol w:w="987"/>
        <w:gridCol w:w="966"/>
        <w:gridCol w:w="870"/>
        <w:gridCol w:w="852"/>
        <w:gridCol w:w="862"/>
        <w:gridCol w:w="1004"/>
        <w:gridCol w:w="846"/>
        <w:gridCol w:w="649"/>
        <w:gridCol w:w="807"/>
        <w:gridCol w:w="806"/>
        <w:gridCol w:w="807"/>
        <w:gridCol w:w="941"/>
        <w:gridCol w:w="941"/>
        <w:gridCol w:w="807"/>
        <w:gridCol w:w="778"/>
        <w:gridCol w:w="828"/>
      </w:tblGrid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Уникаль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proofErr w:type="gramEnd"/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828" w:type="dxa"/>
            <w:gridSpan w:val="3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1716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характеризую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щий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proofErr w:type="spellEnd"/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F041DE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справоч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никам</w:t>
            </w:r>
            <w:proofErr w:type="spellEnd"/>
            <w:proofErr w:type="gramEnd"/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2502" w:type="dxa"/>
            <w:gridSpan w:val="3"/>
            <w:shd w:val="clear" w:color="auto" w:fill="FFFFFF"/>
          </w:tcPr>
          <w:p w:rsidR="003279C6" w:rsidRPr="0068277C" w:rsidRDefault="003279C6" w:rsidP="00B5191B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муниципальн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423" w:type="dxa"/>
            <w:gridSpan w:val="3"/>
            <w:shd w:val="clear" w:color="auto" w:fill="FFFFFF"/>
          </w:tcPr>
          <w:p w:rsidR="003279C6" w:rsidRPr="0068277C" w:rsidRDefault="003279C6" w:rsidP="00B5191B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hyperlink r:id="rId11" w:history="1">
              <w:r w:rsidR="00F041DE" w:rsidRPr="0068277C">
                <w:rPr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1608" w:type="dxa"/>
            <w:gridSpan w:val="2"/>
            <w:vMerge w:val="restart"/>
            <w:shd w:val="clear" w:color="auto" w:fill="FFFFFF"/>
          </w:tcPr>
          <w:p w:rsidR="003279C6" w:rsidRPr="0068277C" w:rsidRDefault="003279C6" w:rsidP="00B5191B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proofErr w:type="spellEnd"/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97" w:type="dxa"/>
            <w:gridSpan w:val="2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</w:t>
            </w:r>
            <w:proofErr w:type="spellEnd"/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ред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-со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вый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07" w:type="dxa"/>
            <w:vMerge w:val="restart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2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20__год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3279C6" w:rsidRPr="0068277C" w:rsidRDefault="003279C6" w:rsidP="00B01E0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="00F041DE"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608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68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71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6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68277C">
              <w:rPr>
                <w:color w:val="000000"/>
                <w:kern w:val="2"/>
                <w:sz w:val="24"/>
                <w:szCs w:val="24"/>
              </w:rPr>
              <w:t>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5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dxa"/>
            <w:shd w:val="clear" w:color="auto" w:fill="FFFFFF"/>
          </w:tcPr>
          <w:p w:rsidR="003279C6" w:rsidRPr="0068277C" w:rsidRDefault="00B01E09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</w:rPr>
              <w:t>ОКЕИ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29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3279C6" w:rsidRPr="0068277C" w:rsidTr="0068277C">
        <w:tc>
          <w:tcPr>
            <w:tcW w:w="109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</w:tr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Pr="00B01E09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4.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Нормативные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правовые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акты,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устанавливающие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размер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платы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(цену,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тариф)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либо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ее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(его)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установления</w:t>
      </w:r>
    </w:p>
    <w:p w:rsidR="003279C6" w:rsidRPr="003279C6" w:rsidRDefault="003279C6" w:rsidP="00F041DE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7"/>
        <w:gridCol w:w="3117"/>
        <w:gridCol w:w="992"/>
        <w:gridCol w:w="1385"/>
        <w:gridCol w:w="7398"/>
      </w:tblGrid>
      <w:tr w:rsidR="003279C6" w:rsidRPr="00B01E09" w:rsidTr="0068277C">
        <w:tc>
          <w:tcPr>
            <w:tcW w:w="14859" w:type="dxa"/>
            <w:gridSpan w:val="5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Нормативный</w:t>
            </w:r>
            <w:r w:rsidR="00F041DE"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правовой</w:t>
            </w:r>
            <w:r w:rsidR="00F041DE"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акт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Вид</w:t>
            </w: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Принявший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орган</w:t>
            </w: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Дата</w:t>
            </w: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3279C6" w:rsidRPr="00B01E09" w:rsidRDefault="003279C6" w:rsidP="00B01E09">
      <w:pPr>
        <w:pageBreakBefore/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>5.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оказания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5.1.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Нормативные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правовые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акты,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регулирующие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оказания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B01E09">
        <w:rPr>
          <w:color w:val="000000"/>
          <w:kern w:val="2"/>
          <w:sz w:val="28"/>
          <w:szCs w:val="28"/>
          <w:shd w:val="clear" w:color="auto" w:fill="FFFFFF"/>
        </w:rPr>
        <w:t xml:space="preserve"> ___________________________</w:t>
      </w:r>
      <w:r w:rsidR="00F041DE" w:rsidRPr="00B01E09"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8F498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__________________________________________________________________________________________________________</w:t>
      </w:r>
    </w:p>
    <w:p w:rsidR="003279C6" w:rsidRPr="00B01E09" w:rsidRDefault="003279C6" w:rsidP="00F041DE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4"/>
          <w:szCs w:val="24"/>
          <w:shd w:val="clear" w:color="auto" w:fill="FFFFFF"/>
        </w:rPr>
        <w:t>(наименование,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номер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и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дата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нормативного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правового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акта)</w:t>
      </w:r>
    </w:p>
    <w:p w:rsidR="003279C6" w:rsidRPr="00B01E09" w:rsidRDefault="003279C6" w:rsidP="00B01E09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5.2.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информирования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потенциальных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1"/>
        <w:gridCol w:w="6875"/>
        <w:gridCol w:w="4603"/>
      </w:tblGrid>
      <w:tr w:rsidR="003279C6" w:rsidRPr="00B01E09" w:rsidTr="00C94911">
        <w:tc>
          <w:tcPr>
            <w:tcW w:w="3366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Способ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информирования</w:t>
            </w:r>
          </w:p>
        </w:tc>
        <w:tc>
          <w:tcPr>
            <w:tcW w:w="6884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Состав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размещаемой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информации</w:t>
            </w:r>
          </w:p>
        </w:tc>
        <w:tc>
          <w:tcPr>
            <w:tcW w:w="4609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Частота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обновления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информации</w:t>
            </w:r>
          </w:p>
        </w:tc>
      </w:tr>
      <w:tr w:rsidR="003279C6" w:rsidRPr="00B01E09" w:rsidTr="00C94911">
        <w:tc>
          <w:tcPr>
            <w:tcW w:w="3366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884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09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3279C6" w:rsidRPr="00B01E09" w:rsidTr="00C94911">
        <w:tc>
          <w:tcPr>
            <w:tcW w:w="3366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884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94911" w:rsidRPr="003279C6" w:rsidRDefault="00C94911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Pr="00B01E09" w:rsidRDefault="003279C6" w:rsidP="00F041DE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ЧАСТЬ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выполняемых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работах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3279C6" w:rsidRPr="00B01E09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Default="00F378E8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7E6672" w:rsidRPr="001B2409" w:rsidTr="0068277C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6C3738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7E6672" w:rsidRPr="006C3738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E6672" w:rsidRPr="001B2409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72" w:rsidRPr="001B2409" w:rsidRDefault="007E6672" w:rsidP="003279C6"/>
                          <w:p w:rsidR="007E6672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553.8pt;margin-top:13.55pt;width:212.2pt;height:8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7E6672" w:rsidRPr="001B2409" w:rsidTr="0068277C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6C3738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7E6672" w:rsidRPr="006C3738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E6672" w:rsidRPr="001B2409" w:rsidRDefault="007E6672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7E6672" w:rsidRPr="001B2409" w:rsidRDefault="007E6672" w:rsidP="003279C6"/>
                    <w:p w:rsidR="007E6672" w:rsidRDefault="007E6672" w:rsidP="003279C6"/>
                  </w:txbxContent>
                </v:textbox>
              </v:shape>
            </w:pict>
          </mc:Fallback>
        </mc:AlternateContent>
      </w:r>
      <w:r w:rsidR="003279C6"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B01E09" w:rsidRPr="00B01E09" w:rsidRDefault="00B01E09" w:rsidP="008F4987">
      <w:pPr>
        <w:outlineLvl w:val="3"/>
        <w:rPr>
          <w:b/>
          <w:bCs/>
          <w:kern w:val="2"/>
          <w:sz w:val="28"/>
          <w:szCs w:val="28"/>
        </w:rPr>
      </w:pPr>
    </w:p>
    <w:p w:rsidR="003279C6" w:rsidRPr="00B01E09" w:rsidRDefault="003279C6" w:rsidP="00F041DE">
      <w:pPr>
        <w:outlineLvl w:val="3"/>
        <w:rPr>
          <w:bCs/>
          <w:kern w:val="2"/>
          <w:sz w:val="28"/>
          <w:szCs w:val="28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3279C6" w:rsidRPr="00B01E09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</w:t>
      </w:r>
    </w:p>
    <w:p w:rsidR="003279C6" w:rsidRPr="00B01E09" w:rsidRDefault="003279C6" w:rsidP="00F041DE">
      <w:pPr>
        <w:rPr>
          <w:color w:val="000000"/>
          <w:kern w:val="2"/>
          <w:sz w:val="28"/>
          <w:szCs w:val="28"/>
        </w:rPr>
      </w:pPr>
      <w:r w:rsidRPr="00B01E09">
        <w:rPr>
          <w:color w:val="000000"/>
          <w:kern w:val="2"/>
          <w:sz w:val="28"/>
          <w:szCs w:val="28"/>
        </w:rPr>
        <w:t>______________________________________________________________________________________________</w:t>
      </w:r>
    </w:p>
    <w:p w:rsidR="003279C6" w:rsidRPr="008F4987" w:rsidRDefault="008F4987" w:rsidP="00F041DE">
      <w:pPr>
        <w:rPr>
          <w:color w:val="000000"/>
          <w:kern w:val="2"/>
          <w:sz w:val="28"/>
          <w:szCs w:val="28"/>
          <w:shd w:val="clear" w:color="auto" w:fill="FFFFFF"/>
        </w:rPr>
      </w:pPr>
      <w:r w:rsidRPr="008F498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</w:t>
      </w:r>
    </w:p>
    <w:p w:rsidR="003279C6" w:rsidRPr="00B01E09" w:rsidRDefault="003279C6" w:rsidP="00F041DE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B01E09" w:rsidRDefault="003279C6" w:rsidP="00B01E09">
      <w:pPr>
        <w:pageBreakBefore/>
        <w:rPr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>3.1.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3279C6" w:rsidRPr="003279C6" w:rsidRDefault="003279C6" w:rsidP="00F041DE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1230"/>
        <w:gridCol w:w="1144"/>
        <w:gridCol w:w="1173"/>
        <w:gridCol w:w="1173"/>
        <w:gridCol w:w="1178"/>
        <w:gridCol w:w="1156"/>
        <w:gridCol w:w="966"/>
        <w:gridCol w:w="990"/>
        <w:gridCol w:w="1011"/>
        <w:gridCol w:w="931"/>
        <w:gridCol w:w="1066"/>
        <w:gridCol w:w="808"/>
        <w:gridCol w:w="893"/>
      </w:tblGrid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вой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570" w:type="dxa"/>
            <w:gridSpan w:val="3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2367" w:type="dxa"/>
            <w:gridSpan w:val="2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выполнения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132" w:type="dxa"/>
            <w:gridSpan w:val="3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3028" w:type="dxa"/>
            <w:gridSpan w:val="3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1712" w:type="dxa"/>
            <w:gridSpan w:val="2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3279C6" w:rsidRPr="00B01E09" w:rsidTr="00EF2B00">
        <w:trPr>
          <w:trHeight w:val="1052"/>
        </w:trPr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показа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Pr="00B01E09">
              <w:rPr>
                <w:color w:val="000000"/>
                <w:kern w:val="2"/>
                <w:sz w:val="24"/>
                <w:szCs w:val="24"/>
              </w:rPr>
              <w:t>)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68" w:type="dxa"/>
            <w:gridSpan w:val="2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-вый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  <w:p w:rsidR="003279C6" w:rsidRPr="00B01E09" w:rsidRDefault="00F041DE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proofErr w:type="gramEnd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планового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712" w:type="dxa"/>
            <w:gridSpan w:val="2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3279C6" w:rsidRPr="00B01E09" w:rsidRDefault="003279C6" w:rsidP="00B01E09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ва</w:t>
            </w:r>
            <w:r w:rsid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1" w:type="dxa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_</w:t>
            </w:r>
            <w:r w:rsidR="008F498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461778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461778" w:rsidRDefault="003279C6" w:rsidP="00F041DE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461778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461778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64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но-вание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6" w:type="dxa"/>
            <w:shd w:val="clear" w:color="auto" w:fill="FFFFFF"/>
          </w:tcPr>
          <w:p w:rsidR="003279C6" w:rsidRPr="00B01E09" w:rsidRDefault="00B01E09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B01E09" w:rsidRDefault="003279C6" w:rsidP="00F041DE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ОКЕИ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18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B01E09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99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B01E09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B01E09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3279C6" w:rsidRPr="00B01E09" w:rsidTr="00EF2B00">
        <w:tc>
          <w:tcPr>
            <w:tcW w:w="112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3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8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Pr="00461778" w:rsidRDefault="003279C6" w:rsidP="00953B67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3279C6" w:rsidRDefault="003279C6" w:rsidP="00953B67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"/>
        <w:gridCol w:w="896"/>
        <w:gridCol w:w="687"/>
        <w:gridCol w:w="686"/>
        <w:gridCol w:w="825"/>
        <w:gridCol w:w="961"/>
        <w:gridCol w:w="959"/>
        <w:gridCol w:w="825"/>
        <w:gridCol w:w="686"/>
        <w:gridCol w:w="824"/>
        <w:gridCol w:w="961"/>
        <w:gridCol w:w="825"/>
        <w:gridCol w:w="824"/>
        <w:gridCol w:w="826"/>
        <w:gridCol w:w="823"/>
        <w:gridCol w:w="826"/>
        <w:gridCol w:w="687"/>
        <w:gridCol w:w="686"/>
      </w:tblGrid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343" w:type="dxa"/>
            <w:gridSpan w:val="3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1843" w:type="dxa"/>
            <w:gridSpan w:val="2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выполнения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399" w:type="dxa"/>
            <w:gridSpan w:val="4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gridSpan w:val="3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553" w:type="dxa"/>
            <w:gridSpan w:val="3"/>
            <w:shd w:val="clear" w:color="auto" w:fill="FFFFFF"/>
          </w:tcPr>
          <w:p w:rsidR="00C94911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461778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установ</w:t>
            </w:r>
            <w:proofErr w:type="spellEnd"/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ленных</w:t>
            </w:r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писа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461778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C94911"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-со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вый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очере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-д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spellEnd"/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417" w:type="dxa"/>
            <w:gridSpan w:val="2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за</w:t>
            </w:r>
            <w:proofErr w:type="gramEnd"/>
            <w:r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за</w:t>
            </w:r>
            <w:proofErr w:type="gramEnd"/>
            <w:r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показа-те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ля</w:t>
            </w:r>
            <w:proofErr w:type="gramEnd"/>
            <w:r w:rsidR="003279C6" w:rsidRPr="00461778">
              <w:rPr>
                <w:color w:val="000000"/>
                <w:kern w:val="2"/>
                <w:sz w:val="24"/>
                <w:szCs w:val="24"/>
              </w:rPr>
              <w:t>)</w:t>
            </w:r>
            <w:r w:rsidR="003279C6"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Наиме-нова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="003279C6" w:rsidRPr="00461778">
              <w:rPr>
                <w:color w:val="000000"/>
                <w:kern w:val="2"/>
                <w:sz w:val="24"/>
                <w:szCs w:val="24"/>
              </w:rPr>
              <w:t>-лют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зате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лях</w:t>
            </w:r>
          </w:p>
        </w:tc>
      </w:tr>
      <w:tr w:rsidR="003279C6" w:rsidRPr="00461778" w:rsidTr="00EF2B00">
        <w:tc>
          <w:tcPr>
            <w:tcW w:w="106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2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</w:p>
    <w:p w:rsidR="003279C6" w:rsidRPr="00461778" w:rsidRDefault="003279C6" w:rsidP="00953B6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ЧАСТЬ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Прочие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:rsidR="003279C6" w:rsidRPr="00461778" w:rsidRDefault="003279C6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Pr="00461778" w:rsidRDefault="003279C6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Основания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(условия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порядок)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досрочного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прекращения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461778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</w:t>
      </w:r>
    </w:p>
    <w:p w:rsidR="003279C6" w:rsidRPr="00461778" w:rsidRDefault="003279C6" w:rsidP="00953B67">
      <w:pPr>
        <w:spacing w:line="228" w:lineRule="auto"/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_________________________________________________________________________________________________________________________</w:t>
      </w:r>
      <w:r w:rsidR="00461778" w:rsidRPr="00461778">
        <w:rPr>
          <w:color w:val="000000"/>
          <w:kern w:val="2"/>
          <w:sz w:val="28"/>
          <w:szCs w:val="28"/>
        </w:rPr>
        <w:t>__</w:t>
      </w: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</w:t>
      </w:r>
    </w:p>
    <w:p w:rsidR="003279C6" w:rsidRPr="00461778" w:rsidRDefault="003279C6" w:rsidP="00953B67">
      <w:pPr>
        <w:spacing w:line="228" w:lineRule="auto"/>
        <w:rPr>
          <w:color w:val="000000"/>
          <w:kern w:val="2"/>
          <w:sz w:val="28"/>
          <w:szCs w:val="28"/>
          <w:shd w:val="clear" w:color="auto" w:fill="FFFFFF"/>
        </w:rPr>
      </w:pPr>
    </w:p>
    <w:p w:rsidR="003279C6" w:rsidRPr="00461778" w:rsidRDefault="003279C6" w:rsidP="00461778">
      <w:pPr>
        <w:pageBreakBefore/>
        <w:spacing w:line="228" w:lineRule="auto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  <w:shd w:val="clear" w:color="auto" w:fill="FFFFFF"/>
        </w:rPr>
        <w:lastRenderedPageBreak/>
        <w:t>2.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Иная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информация,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необходимая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461778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(контроля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выполнением)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</w:t>
      </w:r>
    </w:p>
    <w:p w:rsidR="003279C6" w:rsidRPr="00461778" w:rsidRDefault="003279C6" w:rsidP="00953B67">
      <w:pPr>
        <w:spacing w:line="228" w:lineRule="auto"/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A01569" w:rsidRPr="00A01569" w:rsidRDefault="00A01569" w:rsidP="00953B67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Pr="00461778" w:rsidRDefault="003279C6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контроля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</w:p>
    <w:p w:rsidR="003279C6" w:rsidRPr="00A01569" w:rsidRDefault="003279C6" w:rsidP="00953B67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7"/>
        <w:gridCol w:w="4257"/>
        <w:gridCol w:w="6325"/>
      </w:tblGrid>
      <w:tr w:rsidR="003279C6" w:rsidRPr="00461778" w:rsidTr="0068277C"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Формы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контроля</w:t>
            </w:r>
          </w:p>
        </w:tc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205" w:type="dxa"/>
            <w:shd w:val="clear" w:color="auto" w:fill="FFFFFF"/>
          </w:tcPr>
          <w:p w:rsidR="00B5191B" w:rsidRDefault="003279C6" w:rsidP="00B5191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Органы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B5191B">
              <w:rPr>
                <w:bCs/>
                <w:color w:val="000000"/>
                <w:kern w:val="2"/>
                <w:sz w:val="24"/>
                <w:szCs w:val="24"/>
              </w:rPr>
              <w:t xml:space="preserve">Администрации </w:t>
            </w:r>
            <w:proofErr w:type="spellStart"/>
            <w:r w:rsidR="00B5191B">
              <w:rPr>
                <w:bCs/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 w:rsidR="00B5191B">
              <w:rPr>
                <w:bCs/>
                <w:color w:val="000000"/>
                <w:kern w:val="2"/>
                <w:sz w:val="24"/>
                <w:szCs w:val="24"/>
              </w:rPr>
              <w:t xml:space="preserve"> района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br/>
              <w:t>осуществляющие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контроль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выполнением</w:t>
            </w:r>
          </w:p>
          <w:p w:rsidR="003279C6" w:rsidRPr="00461778" w:rsidRDefault="00B5191B" w:rsidP="00B5191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ного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задания</w:t>
            </w:r>
          </w:p>
        </w:tc>
      </w:tr>
      <w:tr w:rsidR="003279C6" w:rsidRPr="00461778" w:rsidTr="0068277C"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205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3279C6" w:rsidRPr="00461778" w:rsidTr="0068277C"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68277C"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Pr="00461778" w:rsidRDefault="003279C6" w:rsidP="0046177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279C6">
        <w:rPr>
          <w:bCs/>
          <w:color w:val="000000"/>
          <w:kern w:val="2"/>
          <w:sz w:val="24"/>
          <w:szCs w:val="24"/>
          <w:shd w:val="clear" w:color="auto" w:fill="FFFFFF"/>
        </w:rPr>
        <w:t>4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отчетности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Периодичность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отчетов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4.2.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Сроки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отчетов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4.2.1.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Сроки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предварительного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отчета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отчетности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5.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связанные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  <w:r w:rsid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A01569" w:rsidRDefault="003B7172" w:rsidP="003B7172">
      <w:pPr>
        <w:ind w:firstLine="709"/>
        <w:rPr>
          <w:color w:val="000000"/>
          <w:kern w:val="2"/>
          <w:sz w:val="16"/>
          <w:szCs w:val="16"/>
        </w:rPr>
      </w:pPr>
      <w:r>
        <w:rPr>
          <w:color w:val="000000"/>
          <w:kern w:val="2"/>
          <w:sz w:val="28"/>
          <w:szCs w:val="28"/>
        </w:rPr>
        <w:t>_______________________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Номер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информационной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системе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«Единая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автоматизированная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система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управления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общественными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финансами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Ростовской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области»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формирования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B5191B">
        <w:rPr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kern w:val="2"/>
          <w:sz w:val="28"/>
          <w:szCs w:val="28"/>
          <w:shd w:val="clear" w:color="auto" w:fill="FFFFFF"/>
        </w:rPr>
        <w:br/>
      </w:r>
      <w:r w:rsidRPr="007E66F3">
        <w:rPr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бумажном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носителе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–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последовательно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сквозной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нумерацией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  <w:shd w:val="clear" w:color="auto" w:fill="FFFFFF"/>
        </w:rPr>
      </w:pPr>
      <w:proofErr w:type="gramStart"/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  <w:r w:rsidR="00C94911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  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Формируется</w:t>
      </w:r>
      <w:proofErr w:type="gramEnd"/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7335E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7335E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7335E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7335E">
        <w:rPr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7335E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отсутствии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дополнение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ним</w:t>
      </w:r>
      <w:r w:rsidR="00F041DE" w:rsidRPr="007E66F3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t>–</w:t>
      </w:r>
      <w:r w:rsidR="00F041DE" w:rsidRPr="007E66F3">
        <w:rPr>
          <w:sz w:val="28"/>
          <w:szCs w:val="28"/>
        </w:rPr>
        <w:t xml:space="preserve"> </w:t>
      </w:r>
      <w:r w:rsidR="003B7172">
        <w:rPr>
          <w:sz w:val="28"/>
          <w:szCs w:val="28"/>
        </w:rPr>
        <w:t xml:space="preserve">в соответствии с </w:t>
      </w:r>
      <w:r w:rsidRPr="007E66F3">
        <w:rPr>
          <w:sz w:val="28"/>
          <w:szCs w:val="28"/>
        </w:rPr>
        <w:lastRenderedPageBreak/>
        <w:t>показателями,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характеризующими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качество,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установленными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необходимости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органом,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осуществляющим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функции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полномочия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учредителя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бюджетных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автономных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учреждений,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главным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распорядителем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средств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 xml:space="preserve">местного </w:t>
      </w:r>
      <w:r w:rsidRPr="007E66F3">
        <w:rPr>
          <w:sz w:val="28"/>
          <w:szCs w:val="28"/>
        </w:rPr>
        <w:t>бюджета,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ведении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которого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находятся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казенные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учреждения,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измерения.</w:t>
      </w:r>
    </w:p>
    <w:p w:rsidR="003279C6" w:rsidRPr="007E66F3" w:rsidRDefault="003279C6" w:rsidP="007E66F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4</w:t>
      </w:r>
      <w:r w:rsidR="00F041DE" w:rsidRPr="007E66F3"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(отраслевыми)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перечнем.</w:t>
      </w:r>
    </w:p>
    <w:p w:rsidR="003279C6" w:rsidRPr="007E66F3" w:rsidRDefault="003279C6" w:rsidP="007E66F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5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кодом,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наличии).</w:t>
      </w:r>
    </w:p>
    <w:p w:rsidR="003279C6" w:rsidRPr="007E66F3" w:rsidRDefault="003279C6" w:rsidP="007E66F3">
      <w:pPr>
        <w:ind w:firstLine="709"/>
        <w:jc w:val="both"/>
        <w:outlineLvl w:val="3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6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случае,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устанавливаются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различные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устанавливаются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абсолютных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величинах.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случаях,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единицей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объема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является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целом,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показатель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указывается.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если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платной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основе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br/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законодательством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Российской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Федерации</w:t>
      </w:r>
      <w:r w:rsidR="0027335E">
        <w:rPr>
          <w:sz w:val="28"/>
          <w:szCs w:val="28"/>
        </w:rPr>
        <w:t>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Ростовской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области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 xml:space="preserve">и </w:t>
      </w:r>
      <w:proofErr w:type="spellStart"/>
      <w:r w:rsidR="0027335E">
        <w:rPr>
          <w:sz w:val="28"/>
          <w:szCs w:val="28"/>
        </w:rPr>
        <w:t>Милютинского</w:t>
      </w:r>
      <w:proofErr w:type="spellEnd"/>
      <w:r w:rsidR="0027335E">
        <w:rPr>
          <w:sz w:val="28"/>
          <w:szCs w:val="28"/>
        </w:rPr>
        <w:t xml:space="preserve"> района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рамках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платной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основе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сверх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установленного</w:t>
      </w:r>
      <w:r w:rsidR="00F041DE" w:rsidRPr="007E66F3">
        <w:rPr>
          <w:sz w:val="28"/>
          <w:szCs w:val="28"/>
        </w:rPr>
        <w:t xml:space="preserve"> </w:t>
      </w:r>
      <w:r w:rsidR="0027335E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указанный</w:t>
      </w:r>
      <w:r w:rsidR="0027335E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показатель</w:t>
      </w:r>
      <w:r w:rsidR="0027335E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формируется.</w:t>
      </w:r>
    </w:p>
    <w:p w:rsidR="003279C6" w:rsidRPr="007E66F3" w:rsidRDefault="003279C6" w:rsidP="007E66F3">
      <w:pPr>
        <w:ind w:firstLine="709"/>
        <w:jc w:val="both"/>
        <w:outlineLvl w:val="3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Формируется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F15D5">
        <w:rPr>
          <w:color w:val="000000"/>
          <w:kern w:val="2"/>
          <w:sz w:val="28"/>
          <w:szCs w:val="28"/>
          <w:shd w:val="clear" w:color="auto" w:fill="FFFFFF"/>
        </w:rPr>
        <w:t>муниципальн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F15D5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целом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F15D5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ному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заданию.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числе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показателей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может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быть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допустимое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(возможное)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(части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задания)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пределах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часть)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считается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(выполненной)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принятии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органом,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осуществляющим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функции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полномочия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учредителя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отношении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бюджетных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автономных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учреждений,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главным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распорядителем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средств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ме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стного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бюджета,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ведении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находятся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казенные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учреждения,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решения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(возможного)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пределах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считается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процентах).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этом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(возможные)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предусмотренные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пунктах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3.1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3.2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настоящего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933E0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заполняются.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требования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представлении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ежемесячных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ежеквартальных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выполнении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устанавливаются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величинах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для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относительно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части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6933E0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года).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».</w:t>
      </w: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EF2B00">
      <w:pPr>
        <w:pageBreakBefore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1.3.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2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изложить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редакции:</w:t>
      </w: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F041DE">
      <w:pPr>
        <w:autoSpaceDE w:val="0"/>
        <w:autoSpaceDN w:val="0"/>
        <w:ind w:left="9639"/>
        <w:jc w:val="center"/>
        <w:outlineLvl w:val="1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«Приложение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2</w:t>
      </w:r>
    </w:p>
    <w:p w:rsidR="003279C6" w:rsidRPr="003279C6" w:rsidRDefault="003279C6" w:rsidP="00F041DE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к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Положению</w:t>
      </w:r>
    </w:p>
    <w:p w:rsidR="003279C6" w:rsidRPr="003279C6" w:rsidRDefault="003279C6" w:rsidP="00F041DE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формировании</w:t>
      </w:r>
      <w:r w:rsidR="00F041DE">
        <w:rPr>
          <w:kern w:val="2"/>
          <w:sz w:val="28"/>
          <w:szCs w:val="28"/>
        </w:rPr>
        <w:t xml:space="preserve"> </w:t>
      </w:r>
      <w:r w:rsidR="007E6672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оказание</w:t>
      </w:r>
      <w:r w:rsidR="00F041DE">
        <w:rPr>
          <w:kern w:val="2"/>
          <w:sz w:val="28"/>
          <w:szCs w:val="28"/>
        </w:rPr>
        <w:t xml:space="preserve"> </w:t>
      </w:r>
      <w:r w:rsidR="007E6672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услуг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(выполнение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работ)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отношении</w:t>
      </w:r>
      <w:r w:rsidR="00F041DE">
        <w:rPr>
          <w:kern w:val="2"/>
          <w:sz w:val="28"/>
          <w:szCs w:val="28"/>
        </w:rPr>
        <w:t xml:space="preserve"> </w:t>
      </w:r>
      <w:r w:rsidR="007E6672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учреждений</w:t>
      </w:r>
      <w:r w:rsidR="00F041DE">
        <w:rPr>
          <w:kern w:val="2"/>
          <w:sz w:val="28"/>
          <w:szCs w:val="28"/>
        </w:rPr>
        <w:t xml:space="preserve"> </w:t>
      </w:r>
      <w:proofErr w:type="spellStart"/>
      <w:r w:rsidR="007E6672">
        <w:rPr>
          <w:kern w:val="2"/>
          <w:sz w:val="28"/>
          <w:szCs w:val="28"/>
        </w:rPr>
        <w:t>Милютинского</w:t>
      </w:r>
      <w:proofErr w:type="spellEnd"/>
      <w:r w:rsidR="007E6672">
        <w:rPr>
          <w:kern w:val="2"/>
          <w:sz w:val="28"/>
          <w:szCs w:val="28"/>
        </w:rPr>
        <w:t xml:space="preserve"> района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финансовом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обеспечении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выполнения</w:t>
      </w:r>
      <w:r w:rsidR="00F041DE">
        <w:rPr>
          <w:kern w:val="2"/>
          <w:sz w:val="28"/>
          <w:szCs w:val="28"/>
        </w:rPr>
        <w:t xml:space="preserve"> </w:t>
      </w:r>
      <w:r w:rsidR="007E6672">
        <w:rPr>
          <w:kern w:val="2"/>
          <w:sz w:val="28"/>
          <w:szCs w:val="28"/>
        </w:rPr>
        <w:t>муниципаль</w:t>
      </w:r>
      <w:r w:rsidRPr="003279C6">
        <w:rPr>
          <w:kern w:val="2"/>
          <w:sz w:val="28"/>
          <w:szCs w:val="28"/>
        </w:rPr>
        <w:t>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</w:p>
    <w:p w:rsidR="003279C6" w:rsidRDefault="003279C6" w:rsidP="00F041DE">
      <w:pPr>
        <w:autoSpaceDE w:val="0"/>
        <w:autoSpaceDN w:val="0"/>
        <w:jc w:val="both"/>
        <w:rPr>
          <w:kern w:val="2"/>
          <w:sz w:val="22"/>
        </w:rPr>
      </w:pPr>
    </w:p>
    <w:p w:rsidR="00C94911" w:rsidRPr="003279C6" w:rsidRDefault="00C94911" w:rsidP="00F041DE">
      <w:pPr>
        <w:autoSpaceDE w:val="0"/>
        <w:autoSpaceDN w:val="0"/>
        <w:jc w:val="both"/>
        <w:rPr>
          <w:kern w:val="2"/>
          <w:sz w:val="22"/>
        </w:rPr>
      </w:pP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ОТЧЕТ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</w:p>
    <w:p w:rsidR="003279C6" w:rsidRPr="003B7172" w:rsidRDefault="00F378E8" w:rsidP="00F041DE">
      <w:pPr>
        <w:jc w:val="center"/>
        <w:outlineLvl w:val="3"/>
        <w:rPr>
          <w:bCs/>
          <w:kern w:val="2"/>
          <w:sz w:val="28"/>
          <w:szCs w:val="28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43180</wp:posOffset>
                </wp:positionV>
                <wp:extent cx="650875" cy="78740"/>
                <wp:effectExtent l="0" t="0" r="15875" b="1651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672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493.75pt;margin-top:3.4pt;width:51.25pt;height: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">
                <v:textbox>
                  <w:txbxContent>
                    <w:p w:rsidR="007E6672" w:rsidRDefault="007E6672" w:rsidP="003279C6"/>
                  </w:txbxContent>
                </v:textbox>
              </v:shape>
            </w:pict>
          </mc:Fallback>
        </mc:AlternateContent>
      </w:r>
      <w:r w:rsidR="007E6672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№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color w:val="000000"/>
          <w:kern w:val="2"/>
          <w:sz w:val="28"/>
          <w:szCs w:val="28"/>
          <w:vertAlign w:val="superscript"/>
        </w:rPr>
        <w:t>1</w:t>
      </w:r>
    </w:p>
    <w:p w:rsidR="003279C6" w:rsidRPr="003B7172" w:rsidRDefault="00F378E8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7532370</wp:posOffset>
                </wp:positionH>
                <wp:positionV relativeFrom="paragraph">
                  <wp:posOffset>115570</wp:posOffset>
                </wp:positionV>
                <wp:extent cx="1762125" cy="2637155"/>
                <wp:effectExtent l="0" t="0" r="952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3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d"/>
                              <w:tblW w:w="2332" w:type="dxa"/>
                              <w:tblInd w:w="-3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056"/>
                            </w:tblGrid>
                            <w:tr w:rsidR="007E6672" w:rsidRPr="008F4987" w:rsidTr="0068277C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7E6672" w:rsidRPr="008F4987" w:rsidRDefault="007E6672" w:rsidP="0068277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7E6672" w:rsidRPr="008F4987" w:rsidRDefault="007E6672" w:rsidP="0068277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ind w:left="-142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Код 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E6672" w:rsidRPr="008F4987" w:rsidTr="0068277C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8F4987" w:rsidRDefault="007E6672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E6672" w:rsidRPr="008F4987" w:rsidRDefault="007E6672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72" w:rsidRPr="00B72538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593.1pt;margin-top:9.1pt;width:138.75pt;height:20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" stroked="f">
                <v:textbox>
                  <w:txbxContent>
                    <w:tbl>
                      <w:tblPr>
                        <w:tblStyle w:val="ad"/>
                        <w:tblW w:w="2332" w:type="dxa"/>
                        <w:tblInd w:w="-3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056"/>
                      </w:tblGrid>
                      <w:tr w:rsidR="007E6672" w:rsidRPr="008F4987" w:rsidTr="0068277C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7E6672" w:rsidRPr="008F4987" w:rsidRDefault="007E6672" w:rsidP="006827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bottom w:val="single" w:sz="12" w:space="0" w:color="auto"/>
                            </w:tcBorders>
                          </w:tcPr>
                          <w:p w:rsidR="007E6672" w:rsidRPr="008F4987" w:rsidRDefault="007E6672" w:rsidP="006827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Коды</w:t>
                            </w:r>
                          </w:p>
                        </w:tc>
                      </w:tr>
                      <w:tr w:rsidR="007E6672" w:rsidRPr="008F4987" w:rsidTr="0068277C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ind w:left="-142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0506501</w:t>
                            </w:r>
                          </w:p>
                        </w:tc>
                      </w:tr>
                      <w:tr w:rsidR="007E6672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6672" w:rsidRPr="008F4987" w:rsidTr="0068277C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Код по сводному реестру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6672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6672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6672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E6672" w:rsidRPr="008F4987" w:rsidTr="0068277C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8F4987" w:rsidRDefault="007E6672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E6672" w:rsidRPr="008F4987" w:rsidRDefault="007E6672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E6672" w:rsidRPr="00B72538" w:rsidRDefault="007E6672" w:rsidP="003279C6"/>
                  </w:txbxContent>
                </v:textbox>
              </v:shape>
            </w:pict>
          </mc:Fallback>
        </mc:AlternateConten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годов</w: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Pr="003B7172">
        <w:rPr>
          <w:color w:val="000000"/>
          <w:kern w:val="2"/>
          <w:sz w:val="28"/>
          <w:szCs w:val="28"/>
          <w:shd w:val="clear" w:color="auto" w:fill="FFFFFF"/>
        </w:rPr>
        <w:t>«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_</w:t>
      </w:r>
      <w:proofErr w:type="gramEnd"/>
      <w:r w:rsidRPr="003B7172">
        <w:rPr>
          <w:color w:val="000000"/>
          <w:kern w:val="2"/>
          <w:sz w:val="28"/>
          <w:szCs w:val="28"/>
          <w:shd w:val="clear" w:color="auto" w:fill="FFFFFF"/>
        </w:rPr>
        <w:t>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»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__________________________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tabs>
          <w:tab w:val="right" w:pos="2698"/>
        </w:tabs>
        <w:jc w:val="both"/>
        <w:rPr>
          <w:kern w:val="2"/>
          <w:sz w:val="28"/>
          <w:szCs w:val="28"/>
        </w:rPr>
        <w:sectPr w:rsidR="003279C6" w:rsidRPr="003B7172" w:rsidSect="00DD20B9">
          <w:headerReference w:type="even" r:id="rId12"/>
          <w:headerReference w:type="default" r:id="rId13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3279C6" w:rsidRPr="003B7172" w:rsidRDefault="003279C6" w:rsidP="00F041DE">
      <w:pPr>
        <w:rPr>
          <w:kern w:val="2"/>
          <w:sz w:val="28"/>
          <w:szCs w:val="28"/>
        </w:rPr>
      </w:pP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E6672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spellStart"/>
      <w:r w:rsidR="007E6672">
        <w:rPr>
          <w:bCs/>
          <w:color w:val="000000"/>
          <w:kern w:val="2"/>
          <w:sz w:val="28"/>
          <w:szCs w:val="28"/>
          <w:shd w:val="clear" w:color="auto" w:fill="FFFFFF"/>
        </w:rPr>
        <w:t>Милютинского</w:t>
      </w:r>
      <w:proofErr w:type="spellEnd"/>
      <w:r w:rsidR="007E66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района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</w:t>
      </w:r>
      <w:r w:rsidRPr="007E6672">
        <w:rPr>
          <w:bCs/>
          <w:color w:val="000000"/>
          <w:kern w:val="2"/>
          <w:sz w:val="26"/>
          <w:szCs w:val="26"/>
          <w:shd w:val="clear" w:color="auto" w:fill="FFFFFF"/>
        </w:rPr>
        <w:t>обособленного</w:t>
      </w:r>
      <w:r w:rsidR="00F041DE" w:rsidRPr="007E6672">
        <w:rPr>
          <w:bCs/>
          <w:color w:val="000000"/>
          <w:kern w:val="2"/>
          <w:sz w:val="26"/>
          <w:szCs w:val="26"/>
          <w:shd w:val="clear" w:color="auto" w:fill="FFFFFF"/>
        </w:rPr>
        <w:t xml:space="preserve"> </w:t>
      </w:r>
      <w:r w:rsidRPr="007E6672">
        <w:rPr>
          <w:bCs/>
          <w:color w:val="000000"/>
          <w:kern w:val="2"/>
          <w:sz w:val="26"/>
          <w:szCs w:val="26"/>
          <w:shd w:val="clear" w:color="auto" w:fill="FFFFFF"/>
        </w:rPr>
        <w:t>подразделения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</w:t>
      </w:r>
      <w:r w:rsidR="008F4987">
        <w:rPr>
          <w:bCs/>
          <w:color w:val="000000"/>
          <w:kern w:val="2"/>
          <w:sz w:val="28"/>
          <w:szCs w:val="28"/>
          <w:shd w:val="clear" w:color="auto" w:fill="FFFFFF"/>
        </w:rPr>
        <w:t>______________</w:t>
      </w:r>
    </w:p>
    <w:p w:rsidR="003279C6" w:rsidRPr="003B7172" w:rsidRDefault="00F041DE" w:rsidP="00F041DE">
      <w:pPr>
        <w:rPr>
          <w:color w:val="000000"/>
          <w:kern w:val="2"/>
          <w:sz w:val="28"/>
          <w:szCs w:val="28"/>
        </w:rPr>
      </w:pPr>
      <w:r w:rsidRPr="003B7172">
        <w:rPr>
          <w:color w:val="000000"/>
          <w:kern w:val="2"/>
          <w:sz w:val="28"/>
          <w:szCs w:val="28"/>
        </w:rPr>
        <w:t xml:space="preserve"> </w:t>
      </w:r>
      <w:r w:rsidR="003279C6" w:rsidRPr="003B7172">
        <w:rPr>
          <w:color w:val="000000"/>
          <w:kern w:val="2"/>
          <w:sz w:val="28"/>
          <w:szCs w:val="28"/>
        </w:rPr>
        <w:t>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Виды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деятельности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spellStart"/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Милютинского</w:t>
      </w:r>
      <w:proofErr w:type="spellEnd"/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района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</w:t>
      </w:r>
      <w:r w:rsidRPr="007F2CE7">
        <w:rPr>
          <w:bCs/>
          <w:color w:val="000000"/>
          <w:kern w:val="2"/>
          <w:sz w:val="22"/>
          <w:szCs w:val="22"/>
          <w:shd w:val="clear" w:color="auto" w:fill="FFFFFF"/>
        </w:rPr>
        <w:t>обособленного</w:t>
      </w:r>
      <w:r w:rsidR="00F041DE" w:rsidRPr="007F2CE7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</w:t>
      </w:r>
      <w:r w:rsidRPr="007F2CE7">
        <w:rPr>
          <w:bCs/>
          <w:color w:val="000000"/>
          <w:kern w:val="2"/>
          <w:sz w:val="22"/>
          <w:szCs w:val="22"/>
          <w:shd w:val="clear" w:color="auto" w:fill="FFFFFF"/>
        </w:rPr>
        <w:t>подразделения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</w:t>
      </w:r>
      <w:r w:rsidR="008F4987">
        <w:rPr>
          <w:bCs/>
          <w:color w:val="000000"/>
          <w:kern w:val="2"/>
          <w:sz w:val="28"/>
          <w:szCs w:val="28"/>
          <w:shd w:val="clear" w:color="auto" w:fill="FFFFFF"/>
        </w:rPr>
        <w:t>_____________</w:t>
      </w:r>
    </w:p>
    <w:p w:rsidR="003279C6" w:rsidRPr="003B7172" w:rsidRDefault="003279C6" w:rsidP="00F041DE">
      <w:pPr>
        <w:rPr>
          <w:color w:val="000000"/>
          <w:kern w:val="2"/>
          <w:sz w:val="28"/>
          <w:szCs w:val="28"/>
        </w:rPr>
      </w:pPr>
      <w:r w:rsidRPr="003B7172">
        <w:rPr>
          <w:color w:val="000000"/>
          <w:kern w:val="2"/>
          <w:sz w:val="28"/>
          <w:szCs w:val="28"/>
        </w:rPr>
        <w:t>_____________________________________________________________________________________________________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279C6" w:rsidRDefault="003279C6" w:rsidP="00F041D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3B7172">
        <w:rPr>
          <w:bCs/>
          <w:kern w:val="2"/>
          <w:sz w:val="28"/>
          <w:szCs w:val="28"/>
        </w:rPr>
        <w:t>Периодичность</w:t>
      </w:r>
      <w:r w:rsidR="00F041DE" w:rsidRPr="003B7172">
        <w:rPr>
          <w:bCs/>
          <w:kern w:val="2"/>
          <w:sz w:val="28"/>
          <w:szCs w:val="28"/>
        </w:rPr>
        <w:t xml:space="preserve"> </w:t>
      </w:r>
      <w:r w:rsidRPr="003B7172">
        <w:rPr>
          <w:bCs/>
          <w:kern w:val="2"/>
          <w:sz w:val="28"/>
          <w:szCs w:val="28"/>
        </w:rPr>
        <w:t>__________________________________________________________________________________________</w:t>
      </w:r>
      <w:r w:rsidR="00F041DE">
        <w:rPr>
          <w:bCs/>
          <w:kern w:val="2"/>
          <w:sz w:val="24"/>
          <w:szCs w:val="24"/>
        </w:rPr>
        <w:t xml:space="preserve"> </w:t>
      </w: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(указывается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соответствии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с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периодичностью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предоставления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отчета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:rsidR="003279C6" w:rsidRPr="003279C6" w:rsidRDefault="003279C6" w:rsidP="00F041DE">
      <w:pPr>
        <w:jc w:val="center"/>
        <w:outlineLvl w:val="3"/>
        <w:rPr>
          <w:bCs/>
          <w:color w:val="000000"/>
          <w:kern w:val="2"/>
          <w:shd w:val="clear" w:color="auto" w:fill="FFFFFF"/>
        </w:rPr>
        <w:sectPr w:rsidR="003279C6" w:rsidRPr="003279C6" w:rsidSect="00DD20B9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выполнении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ного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задания,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установленной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м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задании)</w:t>
      </w:r>
    </w:p>
    <w:p w:rsidR="003279C6" w:rsidRPr="003B7172" w:rsidRDefault="003279C6" w:rsidP="00F041DE">
      <w:pPr>
        <w:jc w:val="center"/>
        <w:outlineLvl w:val="3"/>
        <w:rPr>
          <w:bCs/>
          <w:kern w:val="2"/>
          <w:sz w:val="28"/>
          <w:szCs w:val="28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оказываемых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ных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услугах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3279C6" w:rsidRPr="003B7172" w:rsidRDefault="003279C6" w:rsidP="00F041DE">
      <w:pPr>
        <w:rPr>
          <w:color w:val="000000"/>
          <w:kern w:val="2"/>
          <w:sz w:val="28"/>
          <w:szCs w:val="28"/>
        </w:rPr>
      </w:pPr>
    </w:p>
    <w:p w:rsidR="003279C6" w:rsidRPr="003B7172" w:rsidRDefault="00F378E8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noProof/>
          <w:color w:val="000000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6913245</wp:posOffset>
                </wp:positionH>
                <wp:positionV relativeFrom="paragraph">
                  <wp:posOffset>77470</wp:posOffset>
                </wp:positionV>
                <wp:extent cx="2444115" cy="1194435"/>
                <wp:effectExtent l="0" t="0" r="0" b="571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119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28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1134"/>
                            </w:tblGrid>
                            <w:tr w:rsidR="007E6672" w:rsidRPr="00334FCF" w:rsidTr="0068277C">
                              <w:trPr>
                                <w:trHeight w:val="1395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B9607D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:rsidR="007E6672" w:rsidRPr="00B9607D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по общеросс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ийскому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базов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ому 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перечн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или региональному </w:t>
                                  </w:r>
                                </w:p>
                                <w:p w:rsidR="007E6672" w:rsidRPr="00B9607D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7E6672" w:rsidRPr="00334FCF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uppressAutoHyphens/>
                                    <w:spacing w:before="0" w:after="0" w:line="240" w:lineRule="auto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E6672" w:rsidRPr="00334FCF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72" w:rsidRPr="00334FCF" w:rsidRDefault="007E6672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544.35pt;margin-top:6.1pt;width:192.45pt;height:9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    <v:textbox>
                  <w:txbxContent>
                    <w:tbl>
                      <w:tblPr>
                        <w:tblW w:w="3828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1134"/>
                      </w:tblGrid>
                      <w:tr w:rsidR="007E6672" w:rsidRPr="00334FCF" w:rsidTr="0068277C">
                        <w:trPr>
                          <w:trHeight w:val="1395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B9607D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:rsidR="007E6672" w:rsidRPr="00B9607D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по общеросс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ийскому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базов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ому 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перечн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ю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или региональному </w:t>
                            </w:r>
                          </w:p>
                          <w:p w:rsidR="007E6672" w:rsidRPr="00B9607D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7E6672" w:rsidRPr="00334FCF" w:rsidRDefault="007E6672" w:rsidP="0068277C">
                            <w:pPr>
                              <w:pStyle w:val="Style7"/>
                              <w:shd w:val="clear" w:color="auto" w:fill="auto"/>
                              <w:suppressAutoHyphens/>
                              <w:spacing w:before="0" w:after="0" w:line="240" w:lineRule="auto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E6672" w:rsidRPr="00334FCF" w:rsidRDefault="007E6672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E6672" w:rsidRPr="00334FCF" w:rsidRDefault="007E6672" w:rsidP="003279C6"/>
                  </w:txbxContent>
                </v:textbox>
              </v:shape>
            </w:pict>
          </mc:Fallback>
        </mc:AlternateConten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kern w:val="2"/>
          <w:sz w:val="28"/>
          <w:szCs w:val="28"/>
        </w:rPr>
      </w:pPr>
      <w:r w:rsidRPr="003B7172">
        <w:rPr>
          <w:bCs/>
          <w:kern w:val="2"/>
          <w:sz w:val="28"/>
          <w:szCs w:val="28"/>
        </w:rPr>
        <w:t>_________________________________________________________________________________________________________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3B7172">
        <w:rPr>
          <w:bCs/>
          <w:kern w:val="2"/>
          <w:sz w:val="28"/>
          <w:szCs w:val="28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br/>
        <w:t>_________________________________________________________________________________________________________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</w:p>
    <w:p w:rsidR="003279C6" w:rsidRPr="003B7172" w:rsidRDefault="007F2CE7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B7172" w:rsidRDefault="003279C6" w:rsidP="00F041DE">
      <w:pPr>
        <w:rPr>
          <w:color w:val="000000"/>
          <w:kern w:val="2"/>
          <w:sz w:val="16"/>
          <w:szCs w:val="16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4"/>
        <w:gridCol w:w="968"/>
        <w:gridCol w:w="977"/>
        <w:gridCol w:w="974"/>
        <w:gridCol w:w="977"/>
        <w:gridCol w:w="965"/>
        <w:gridCol w:w="1104"/>
        <w:gridCol w:w="1110"/>
        <w:gridCol w:w="840"/>
        <w:gridCol w:w="1099"/>
        <w:gridCol w:w="968"/>
        <w:gridCol w:w="968"/>
        <w:gridCol w:w="834"/>
        <w:gridCol w:w="1125"/>
        <w:gridCol w:w="822"/>
      </w:tblGrid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="003B7172">
              <w:rPr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3B7172">
              <w:rPr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983" w:type="pct"/>
            <w:gridSpan w:val="3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7F2CE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654" w:type="pct"/>
            <w:gridSpan w:val="2"/>
            <w:vMerge w:val="restart"/>
            <w:shd w:val="clear" w:color="auto" w:fill="FFFFFF"/>
          </w:tcPr>
          <w:p w:rsidR="003279C6" w:rsidRPr="003B7172" w:rsidRDefault="003279C6" w:rsidP="007F2CE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988" w:type="pct"/>
            <w:gridSpan w:val="9"/>
            <w:shd w:val="clear" w:color="auto" w:fill="FFFFFF"/>
          </w:tcPr>
          <w:p w:rsidR="003279C6" w:rsidRPr="003B7172" w:rsidRDefault="003279C6" w:rsidP="007F2CE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983" w:type="pct"/>
            <w:gridSpan w:val="3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аимено-вание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657" w:type="pct"/>
            <w:gridSpan w:val="2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gridSpan w:val="3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spacing w:val="-16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spacing w:val="-16"/>
                <w:kern w:val="2"/>
                <w:sz w:val="24"/>
                <w:szCs w:val="24"/>
              </w:rPr>
              <w:t>возмож-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79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3B7172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77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kern w:val="2"/>
                <w:sz w:val="24"/>
                <w:szCs w:val="24"/>
              </w:rPr>
              <w:t>П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ричи</w:t>
            </w:r>
            <w:proofErr w:type="spellEnd"/>
            <w:r>
              <w:rPr>
                <w:bCs/>
                <w:kern w:val="2"/>
                <w:sz w:val="24"/>
                <w:szCs w:val="24"/>
              </w:rPr>
              <w:t>-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</w:t>
            </w:r>
            <w:proofErr w:type="gramEnd"/>
          </w:p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ткло</w:t>
            </w:r>
            <w:proofErr w:type="spellEnd"/>
            <w:r>
              <w:rPr>
                <w:bCs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ния</w:t>
            </w:r>
            <w:proofErr w:type="gramEnd"/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28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2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72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аимено-вание</w:t>
            </w:r>
            <w:proofErr w:type="spellEnd"/>
            <w:proofErr w:type="gramEnd"/>
          </w:p>
        </w:tc>
        <w:tc>
          <w:tcPr>
            <w:tcW w:w="283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370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У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тверж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дено</w:t>
            </w:r>
            <w:proofErr w:type="spellEnd"/>
            <w:proofErr w:type="gramEnd"/>
          </w:p>
          <w:p w:rsidR="003279C6" w:rsidRPr="003B7172" w:rsidRDefault="00F041DE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в</w:t>
            </w: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F2CE7">
              <w:rPr>
                <w:color w:val="000000"/>
                <w:kern w:val="2"/>
                <w:sz w:val="24"/>
                <w:szCs w:val="24"/>
              </w:rPr>
              <w:t>муници-паль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ном</w:t>
            </w:r>
            <w:proofErr w:type="spellEnd"/>
            <w:proofErr w:type="gramEnd"/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задании</w:t>
            </w: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B7172" w:rsidP="007F2CE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У</w:t>
            </w:r>
            <w:r w:rsidR="003279C6" w:rsidRPr="003B7172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дено</w:t>
            </w:r>
            <w:proofErr w:type="spellEnd"/>
            <w:proofErr w:type="gram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в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F2CE7">
              <w:rPr>
                <w:bCs/>
                <w:sz w:val="24"/>
                <w:szCs w:val="24"/>
              </w:rPr>
              <w:t>муници-пальном</w:t>
            </w:r>
            <w:proofErr w:type="spellEnd"/>
            <w:r w:rsidR="007F2CE7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на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отчет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bCs/>
                <w:sz w:val="24"/>
                <w:szCs w:val="24"/>
              </w:rPr>
              <w:t>ную</w:t>
            </w:r>
            <w:proofErr w:type="spell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дату</w:t>
            </w:r>
            <w:r w:rsidR="003279C6" w:rsidRPr="003B7172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3B7172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4" w:history="1">
              <w:r w:rsidR="00F041DE" w:rsidRPr="003B7172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326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отчет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3B7172" w:rsidRDefault="00F041DE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81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8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</w:tr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3279C6" w:rsidRPr="003B7172" w:rsidRDefault="003279C6" w:rsidP="00EF2B00">
      <w:pPr>
        <w:pageBreakBefore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bCs/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4937CB" w:rsidRDefault="003279C6" w:rsidP="00F041DE">
      <w:pPr>
        <w:outlineLvl w:val="3"/>
        <w:rPr>
          <w:b/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956"/>
        <w:gridCol w:w="950"/>
        <w:gridCol w:w="1086"/>
        <w:gridCol w:w="1086"/>
        <w:gridCol w:w="950"/>
        <w:gridCol w:w="950"/>
        <w:gridCol w:w="951"/>
        <w:gridCol w:w="814"/>
        <w:gridCol w:w="949"/>
        <w:gridCol w:w="815"/>
        <w:gridCol w:w="814"/>
        <w:gridCol w:w="814"/>
        <w:gridCol w:w="1087"/>
        <w:gridCol w:w="721"/>
        <w:gridCol w:w="815"/>
      </w:tblGrid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Уникаль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124" w:type="dxa"/>
            <w:gridSpan w:val="3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7F2CE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FFFFFF"/>
          </w:tcPr>
          <w:p w:rsidR="003279C6" w:rsidRPr="003B7172" w:rsidRDefault="003279C6" w:rsidP="007F2CE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8265" w:type="dxa"/>
            <w:gridSpan w:val="9"/>
            <w:shd w:val="clear" w:color="auto" w:fill="FFFFFF"/>
          </w:tcPr>
          <w:p w:rsidR="003279C6" w:rsidRPr="003B7172" w:rsidRDefault="003279C6" w:rsidP="007F2CE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муниципаль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</w:t>
            </w:r>
            <w:r>
              <w:rPr>
                <w:color w:val="000000"/>
                <w:kern w:val="2"/>
                <w:sz w:val="24"/>
                <w:szCs w:val="24"/>
              </w:rPr>
              <w:t>-ж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3B7172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ри</w:t>
            </w:r>
            <w:r w:rsidR="00C94911" w:rsidRPr="003B7172"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чина</w:t>
            </w:r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-нения</w:t>
            </w:r>
          </w:p>
        </w:tc>
        <w:tc>
          <w:tcPr>
            <w:tcW w:w="851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991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тверж-дено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муници-паль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ном</w:t>
            </w:r>
            <w:proofErr w:type="spell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4937CB" w:rsidP="007F2CE7">
            <w:pPr>
              <w:spacing w:line="228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У</w:t>
            </w:r>
            <w:r w:rsidR="003279C6" w:rsidRPr="003B7172">
              <w:rPr>
                <w:bCs/>
                <w:sz w:val="24"/>
                <w:szCs w:val="24"/>
              </w:rPr>
              <w:t>твер</w:t>
            </w:r>
            <w:r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ждено</w:t>
            </w:r>
            <w:proofErr w:type="spellEnd"/>
            <w:proofErr w:type="gram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в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F2CE7">
              <w:rPr>
                <w:bCs/>
                <w:sz w:val="24"/>
                <w:szCs w:val="24"/>
              </w:rPr>
              <w:t>муни-ципальном</w:t>
            </w:r>
            <w:proofErr w:type="spellEnd"/>
            <w:r w:rsidR="007F2CE7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на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от</w:t>
            </w:r>
            <w:r w:rsidR="00C94911" w:rsidRPr="003B7172"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четную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дату</w:t>
            </w:r>
            <w:r w:rsidR="003279C6" w:rsidRPr="003B7172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3B7172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5" w:history="1">
              <w:r w:rsidR="00F041DE" w:rsidRPr="003B7172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отчет</w:t>
            </w:r>
            <w:r w:rsidR="00C94911" w:rsidRPr="003B7172"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3B7172" w:rsidRDefault="00F041DE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98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16</w:t>
            </w:r>
          </w:p>
        </w:tc>
      </w:tr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3279C6" w:rsidRPr="004937CB" w:rsidRDefault="003279C6" w:rsidP="00F041DE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3279C6" w:rsidRPr="004937CB" w:rsidRDefault="003279C6" w:rsidP="008E66C9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выполняемых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работах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</w:p>
    <w:p w:rsidR="003279C6" w:rsidRPr="004937CB" w:rsidRDefault="003279C6" w:rsidP="00F041DE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</w:t>
      </w:r>
    </w:p>
    <w:p w:rsidR="004937CB" w:rsidRPr="004937CB" w:rsidRDefault="004937CB" w:rsidP="00F041DE">
      <w:pPr>
        <w:jc w:val="center"/>
        <w:outlineLvl w:val="3"/>
        <w:rPr>
          <w:bCs/>
          <w:kern w:val="2"/>
          <w:sz w:val="28"/>
          <w:szCs w:val="28"/>
        </w:rPr>
      </w:pPr>
    </w:p>
    <w:p w:rsidR="003279C6" w:rsidRPr="004937CB" w:rsidRDefault="00F378E8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7586980</wp:posOffset>
                </wp:positionH>
                <wp:positionV relativeFrom="paragraph">
                  <wp:posOffset>53340</wp:posOffset>
                </wp:positionV>
                <wp:extent cx="1771650" cy="897255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94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851"/>
                            </w:tblGrid>
                            <w:tr w:rsidR="007E6672" w:rsidRPr="0081053E" w:rsidTr="0068277C">
                              <w:trPr>
                                <w:trHeight w:val="11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7E6672" w:rsidRPr="00684A9C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left="-250" w:right="34" w:firstLine="25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40"/>
                                      <w:rFonts w:ascii="Times New Roman" w:hAnsi="Times New Roman"/>
                                      <w:color w:val="auto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по региональному</w:t>
                                  </w:r>
                                </w:p>
                                <w:p w:rsidR="007E6672" w:rsidRPr="001069DC" w:rsidRDefault="007E6672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перечню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E6672" w:rsidRPr="001069DC" w:rsidRDefault="007E6672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72" w:rsidRPr="0081053E" w:rsidRDefault="007E6672" w:rsidP="003279C6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3" type="#_x0000_t202" style="position:absolute;margin-left:597.4pt;margin-top:4.2pt;width:139.5pt;height:7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" stroked="f">
                <v:textbox>
                  <w:txbxContent>
                    <w:tbl>
                      <w:tblPr>
                        <w:tblW w:w="2694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851"/>
                      </w:tblGrid>
                      <w:tr w:rsidR="007E6672" w:rsidRPr="0081053E" w:rsidTr="0068277C">
                        <w:trPr>
                          <w:trHeight w:val="118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7E6672" w:rsidRPr="00684A9C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ind w:left="-250" w:right="34" w:firstLine="25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40"/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Код</w:t>
                            </w: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по региональному</w:t>
                            </w:r>
                          </w:p>
                          <w:p w:rsidR="007E6672" w:rsidRPr="001069DC" w:rsidRDefault="007E6672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b w:val="0"/>
                              </w:rPr>
                            </w:pP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перечню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E6672" w:rsidRPr="001069DC" w:rsidRDefault="007E6672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7E6672" w:rsidRPr="0081053E" w:rsidRDefault="007E6672" w:rsidP="003279C6">
                      <w:pPr>
                        <w:ind w:hanging="142"/>
                      </w:pPr>
                    </w:p>
                  </w:txbxContent>
                </v:textbox>
              </v:shape>
            </w:pict>
          </mc:Fallback>
        </mc:AlternateContent>
      </w:r>
      <w:r w:rsidR="003279C6" w:rsidRPr="004937CB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4937CB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</w:t>
      </w:r>
      <w:r w:rsidR="004937CB">
        <w:rPr>
          <w:bCs/>
          <w:color w:val="000000"/>
          <w:kern w:val="2"/>
          <w:sz w:val="28"/>
          <w:szCs w:val="28"/>
          <w:shd w:val="clear" w:color="auto" w:fill="FFFFFF"/>
        </w:rPr>
        <w:t>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8E66C9">
      <w:pPr>
        <w:tabs>
          <w:tab w:val="left" w:pos="269"/>
        </w:tabs>
        <w:spacing w:line="228" w:lineRule="auto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4937CB" w:rsidRDefault="003279C6" w:rsidP="008E66C9">
      <w:pPr>
        <w:autoSpaceDE w:val="0"/>
        <w:autoSpaceDN w:val="0"/>
        <w:adjustRightInd w:val="0"/>
        <w:spacing w:line="228" w:lineRule="auto"/>
        <w:jc w:val="both"/>
        <w:outlineLvl w:val="0"/>
        <w:rPr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годов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1______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4937CB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102"/>
        <w:gridCol w:w="1108"/>
        <w:gridCol w:w="1109"/>
        <w:gridCol w:w="1109"/>
        <w:gridCol w:w="1110"/>
        <w:gridCol w:w="972"/>
        <w:gridCol w:w="971"/>
        <w:gridCol w:w="694"/>
        <w:gridCol w:w="1110"/>
        <w:gridCol w:w="972"/>
        <w:gridCol w:w="832"/>
        <w:gridCol w:w="833"/>
        <w:gridCol w:w="1110"/>
        <w:gridCol w:w="972"/>
      </w:tblGrid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4937CB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Уни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каль-ный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реест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ровой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394" w:type="dxa"/>
            <w:gridSpan w:val="3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8649" w:type="dxa"/>
            <w:gridSpan w:val="9"/>
            <w:shd w:val="clear" w:color="auto" w:fill="FFFFFF"/>
          </w:tcPr>
          <w:p w:rsidR="003279C6" w:rsidRPr="004937CB" w:rsidRDefault="003279C6" w:rsidP="00953B67">
            <w:pPr>
              <w:tabs>
                <w:tab w:val="left" w:pos="7852"/>
              </w:tabs>
              <w:spacing w:line="230" w:lineRule="auto"/>
              <w:ind w:right="271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394" w:type="dxa"/>
            <w:gridSpan w:val="3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4937CB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(воз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мож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4937CB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ричина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tabs>
                <w:tab w:val="left" w:pos="968"/>
              </w:tabs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 w:rsidRPr="004937CB">
              <w:rPr>
                <w:color w:val="000000"/>
                <w:kern w:val="2"/>
                <w:sz w:val="24"/>
                <w:szCs w:val="24"/>
              </w:rPr>
              <w:t>-нения</w:t>
            </w:r>
            <w:proofErr w:type="gramEnd"/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1134" w:type="dxa"/>
            <w:shd w:val="clear" w:color="auto" w:fill="FFFFFF"/>
          </w:tcPr>
          <w:p w:rsidR="007F2CE7" w:rsidRPr="004937CB" w:rsidRDefault="004937CB" w:rsidP="007F2CE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тверж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дено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муници-пальном</w:t>
            </w:r>
            <w:proofErr w:type="spellEnd"/>
          </w:p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4937CB" w:rsidP="007F2CE7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bCs/>
                <w:sz w:val="24"/>
                <w:szCs w:val="24"/>
              </w:rPr>
              <w:t>У</w:t>
            </w:r>
            <w:r w:rsidR="003279C6" w:rsidRPr="004937CB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-де</w:t>
            </w:r>
            <w:r w:rsidR="003279C6" w:rsidRPr="004937CB">
              <w:rPr>
                <w:bCs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в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7F2CE7">
              <w:rPr>
                <w:bCs/>
                <w:sz w:val="24"/>
                <w:szCs w:val="24"/>
              </w:rPr>
              <w:t xml:space="preserve">муниципальном </w:t>
            </w:r>
            <w:r w:rsidR="003279C6" w:rsidRPr="004937CB">
              <w:rPr>
                <w:bCs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на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отчет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bCs/>
                <w:sz w:val="24"/>
                <w:szCs w:val="24"/>
              </w:rPr>
              <w:t>ную</w:t>
            </w:r>
            <w:proofErr w:type="spell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дату</w:t>
            </w:r>
            <w:r w:rsidR="003279C6" w:rsidRPr="004937CB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4937CB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6" w:history="1">
              <w:r w:rsidR="00F041DE" w:rsidRPr="004937CB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отчет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4937CB" w:rsidRDefault="00F041DE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27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3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</w:tr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Pr="004937CB" w:rsidRDefault="003279C6" w:rsidP="008E66C9">
      <w:pPr>
        <w:pageBreakBefore/>
        <w:spacing w:line="230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3279C6" w:rsidRDefault="003279C6" w:rsidP="00953B67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107"/>
        <w:gridCol w:w="1107"/>
        <w:gridCol w:w="1250"/>
        <w:gridCol w:w="1110"/>
        <w:gridCol w:w="1179"/>
        <w:gridCol w:w="790"/>
        <w:gridCol w:w="790"/>
        <w:gridCol w:w="653"/>
        <w:gridCol w:w="894"/>
        <w:gridCol w:w="983"/>
        <w:gridCol w:w="808"/>
        <w:gridCol w:w="911"/>
        <w:gridCol w:w="873"/>
        <w:gridCol w:w="825"/>
        <w:gridCol w:w="858"/>
      </w:tblGrid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C94911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Уни-каль</w:t>
            </w:r>
            <w:r w:rsidR="00C94911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реест</w:t>
            </w:r>
            <w:r w:rsidR="00C94911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ровой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1167" w:type="pct"/>
            <w:gridSpan w:val="3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771" w:type="pct"/>
            <w:gridSpan w:val="2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535" w:type="pct"/>
            <w:gridSpan w:val="9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89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sz w:val="24"/>
                <w:szCs w:val="24"/>
              </w:rPr>
              <w:t>Размер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платы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(цена,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тариф)</w:t>
            </w: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7" w:type="pct"/>
            <w:gridSpan w:val="3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1" w:type="pct"/>
            <w:gridSpan w:val="2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vMerge w:val="restart"/>
            <w:shd w:val="clear" w:color="auto" w:fill="FFFFFF"/>
          </w:tcPr>
          <w:p w:rsidR="003279C6" w:rsidRPr="004937CB" w:rsidRDefault="004937CB" w:rsidP="00FF00CC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proofErr w:type="spellEnd"/>
            <w:r w:rsidR="00FF00CC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нова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6" w:type="pct"/>
            <w:gridSpan w:val="2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gridSpan w:val="3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4937CB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8E66C9">
              <w:rPr>
                <w:color w:val="000000"/>
                <w:spacing w:val="-12"/>
                <w:kern w:val="2"/>
                <w:sz w:val="24"/>
                <w:szCs w:val="24"/>
              </w:rPr>
              <w:t>(</w:t>
            </w:r>
            <w:proofErr w:type="spellStart"/>
            <w:r w:rsidR="003279C6" w:rsidRPr="008E66C9">
              <w:rPr>
                <w:color w:val="000000"/>
                <w:spacing w:val="-12"/>
                <w:kern w:val="2"/>
                <w:sz w:val="24"/>
                <w:szCs w:val="24"/>
              </w:rPr>
              <w:t>возмож-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отклоне-ние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94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4937CB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превы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ша-ющее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допус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8E66C9">
              <w:rPr>
                <w:color w:val="000000"/>
                <w:spacing w:val="-10"/>
                <w:kern w:val="2"/>
                <w:sz w:val="24"/>
                <w:szCs w:val="24"/>
              </w:rPr>
              <w:t>возмож-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ение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78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ричи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proofErr w:type="gramEnd"/>
          </w:p>
          <w:p w:rsidR="003279C6" w:rsidRPr="004937CB" w:rsidRDefault="008E66C9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89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73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42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показателя)</w:t>
            </w:r>
          </w:p>
        </w:tc>
        <w:tc>
          <w:tcPr>
            <w:tcW w:w="37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397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показате</w:t>
            </w:r>
            <w:proofErr w:type="spellEnd"/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ля</w:t>
            </w:r>
            <w:proofErr w:type="gramEnd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266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4937CB" w:rsidP="00FF00CC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 w:rsidR="00FF00CC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8E66C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220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ОКЕИ</w:t>
            </w:r>
          </w:p>
        </w:tc>
        <w:tc>
          <w:tcPr>
            <w:tcW w:w="301" w:type="pc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тверж-дено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7F2CE7" w:rsidRPr="004937CB" w:rsidRDefault="003279C6" w:rsidP="007F2CE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7F2CE7">
              <w:rPr>
                <w:bCs/>
                <w:color w:val="000000"/>
                <w:kern w:val="2"/>
                <w:sz w:val="24"/>
                <w:szCs w:val="24"/>
              </w:rPr>
              <w:t>муниципальном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331" w:type="pct"/>
            <w:shd w:val="clear" w:color="auto" w:fill="FFFFFF"/>
          </w:tcPr>
          <w:p w:rsidR="003279C6" w:rsidRPr="004937CB" w:rsidRDefault="008E66C9" w:rsidP="007F2CE7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У</w:t>
            </w:r>
            <w:r w:rsidR="003279C6" w:rsidRPr="004937CB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-де</w:t>
            </w:r>
            <w:r w:rsidR="003279C6" w:rsidRPr="004937CB">
              <w:rPr>
                <w:bCs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в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7F2CE7">
              <w:rPr>
                <w:bCs/>
                <w:sz w:val="24"/>
                <w:szCs w:val="24"/>
              </w:rPr>
              <w:t xml:space="preserve">муниципальном </w:t>
            </w:r>
            <w:r w:rsidR="003279C6" w:rsidRPr="004937CB">
              <w:rPr>
                <w:bCs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на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отчетную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дату</w:t>
            </w:r>
            <w:r w:rsidR="003279C6" w:rsidRPr="004937CB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4937CB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7" w:history="1">
              <w:r w:rsidR="00F041DE" w:rsidRPr="004937CB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72" w:type="pc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937CB" w:rsidRDefault="003279C6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но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отчет-</w:t>
            </w:r>
            <w:proofErr w:type="spellStart"/>
            <w:r w:rsidRPr="004937CB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  <w:proofErr w:type="gramEnd"/>
          </w:p>
          <w:p w:rsidR="003279C6" w:rsidRPr="004937CB" w:rsidRDefault="00F041DE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0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2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9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16</w:t>
            </w:r>
          </w:p>
        </w:tc>
      </w:tr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30" w:lineRule="auto"/>
        <w:ind w:left="709"/>
        <w:rPr>
          <w:kern w:val="2"/>
          <w:sz w:val="8"/>
          <w:szCs w:val="8"/>
        </w:rPr>
      </w:pPr>
    </w:p>
    <w:p w:rsidR="003279C6" w:rsidRPr="003279C6" w:rsidRDefault="003279C6" w:rsidP="00953B67">
      <w:pPr>
        <w:spacing w:line="230" w:lineRule="auto"/>
        <w:ind w:left="709"/>
        <w:rPr>
          <w:kern w:val="2"/>
          <w:sz w:val="24"/>
          <w:szCs w:val="24"/>
        </w:rPr>
      </w:pPr>
    </w:p>
    <w:p w:rsidR="003279C6" w:rsidRPr="008E66C9" w:rsidRDefault="003279C6" w:rsidP="00953B67">
      <w:pPr>
        <w:spacing w:line="230" w:lineRule="auto"/>
        <w:ind w:left="709"/>
        <w:rPr>
          <w:kern w:val="2"/>
          <w:sz w:val="28"/>
          <w:szCs w:val="28"/>
        </w:rPr>
      </w:pPr>
      <w:r w:rsidRPr="008E66C9">
        <w:rPr>
          <w:kern w:val="2"/>
          <w:sz w:val="28"/>
          <w:szCs w:val="28"/>
        </w:rPr>
        <w:t>Руководитель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(уполномоченное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лицо)</w:t>
      </w:r>
      <w:r w:rsidR="00F041DE" w:rsidRPr="008E66C9">
        <w:rPr>
          <w:kern w:val="2"/>
          <w:sz w:val="28"/>
          <w:szCs w:val="28"/>
        </w:rPr>
        <w:t xml:space="preserve"> </w:t>
      </w:r>
      <w:r w:rsidR="008E66C9">
        <w:rPr>
          <w:kern w:val="2"/>
          <w:sz w:val="28"/>
          <w:szCs w:val="28"/>
        </w:rPr>
        <w:t>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="008E66C9">
        <w:rPr>
          <w:kern w:val="2"/>
          <w:sz w:val="28"/>
          <w:szCs w:val="28"/>
        </w:rPr>
        <w:t>____________________________</w:t>
      </w:r>
    </w:p>
    <w:p w:rsidR="003279C6" w:rsidRPr="008E66C9" w:rsidRDefault="00F041DE" w:rsidP="00953B67">
      <w:pPr>
        <w:spacing w:line="230" w:lineRule="auto"/>
        <w:ind w:left="709"/>
        <w:rPr>
          <w:kern w:val="2"/>
          <w:sz w:val="24"/>
          <w:szCs w:val="24"/>
        </w:rPr>
      </w:pPr>
      <w:r w:rsidRPr="008E66C9">
        <w:rPr>
          <w:kern w:val="2"/>
          <w:sz w:val="24"/>
          <w:szCs w:val="24"/>
        </w:rPr>
        <w:t xml:space="preserve"> </w:t>
      </w:r>
      <w:r w:rsidR="00FF00CC" w:rsidRPr="008E66C9">
        <w:rPr>
          <w:kern w:val="2"/>
          <w:sz w:val="24"/>
          <w:szCs w:val="24"/>
        </w:rPr>
        <w:t xml:space="preserve">                                                  </w:t>
      </w:r>
      <w:r w:rsidR="008E66C9">
        <w:rPr>
          <w:kern w:val="2"/>
          <w:sz w:val="24"/>
          <w:szCs w:val="24"/>
        </w:rPr>
        <w:t xml:space="preserve">                         </w:t>
      </w:r>
      <w:r w:rsidR="00FF00CC" w:rsidRPr="008E66C9">
        <w:rPr>
          <w:kern w:val="2"/>
          <w:sz w:val="24"/>
          <w:szCs w:val="24"/>
        </w:rPr>
        <w:t xml:space="preserve">          </w:t>
      </w:r>
      <w:r w:rsidR="003279C6" w:rsidRPr="008E66C9">
        <w:rPr>
          <w:kern w:val="2"/>
          <w:sz w:val="24"/>
          <w:szCs w:val="24"/>
        </w:rPr>
        <w:t>(</w:t>
      </w:r>
      <w:proofErr w:type="gramStart"/>
      <w:r w:rsidR="003279C6" w:rsidRPr="008E66C9">
        <w:rPr>
          <w:kern w:val="2"/>
          <w:sz w:val="24"/>
          <w:szCs w:val="24"/>
        </w:rPr>
        <w:t>должность)</w:t>
      </w:r>
      <w:r w:rsidRPr="008E66C9">
        <w:rPr>
          <w:kern w:val="2"/>
          <w:sz w:val="24"/>
          <w:szCs w:val="24"/>
        </w:rPr>
        <w:t xml:space="preserve"> </w:t>
      </w:r>
      <w:r w:rsidR="008E66C9">
        <w:rPr>
          <w:kern w:val="2"/>
          <w:sz w:val="24"/>
          <w:szCs w:val="24"/>
        </w:rPr>
        <w:t xml:space="preserve">  </w:t>
      </w:r>
      <w:proofErr w:type="gramEnd"/>
      <w:r w:rsidR="008E66C9">
        <w:rPr>
          <w:kern w:val="2"/>
          <w:sz w:val="24"/>
          <w:szCs w:val="24"/>
        </w:rPr>
        <w:t xml:space="preserve">                      </w:t>
      </w:r>
      <w:r w:rsidR="00FF00CC" w:rsidRPr="008E66C9">
        <w:rPr>
          <w:kern w:val="2"/>
          <w:sz w:val="24"/>
          <w:szCs w:val="24"/>
        </w:rPr>
        <w:t xml:space="preserve">    </w:t>
      </w:r>
      <w:r w:rsidR="003279C6" w:rsidRPr="008E66C9">
        <w:rPr>
          <w:kern w:val="2"/>
          <w:sz w:val="24"/>
          <w:szCs w:val="24"/>
        </w:rPr>
        <w:t>(подпись)</w:t>
      </w:r>
      <w:r w:rsidRPr="008E66C9">
        <w:rPr>
          <w:kern w:val="2"/>
          <w:sz w:val="24"/>
          <w:szCs w:val="24"/>
        </w:rPr>
        <w:t xml:space="preserve"> </w:t>
      </w:r>
      <w:r w:rsidR="008E66C9">
        <w:rPr>
          <w:kern w:val="2"/>
          <w:sz w:val="24"/>
          <w:szCs w:val="24"/>
        </w:rPr>
        <w:t xml:space="preserve">                         </w:t>
      </w:r>
      <w:r w:rsidR="00FF00CC" w:rsidRPr="008E66C9">
        <w:rPr>
          <w:kern w:val="2"/>
          <w:sz w:val="24"/>
          <w:szCs w:val="24"/>
        </w:rPr>
        <w:t xml:space="preserve">   </w:t>
      </w:r>
      <w:r w:rsidR="003279C6" w:rsidRPr="008E66C9">
        <w:rPr>
          <w:kern w:val="2"/>
          <w:sz w:val="24"/>
          <w:szCs w:val="24"/>
        </w:rPr>
        <w:t>(расшифровка</w:t>
      </w:r>
      <w:r w:rsidRPr="008E66C9">
        <w:rPr>
          <w:kern w:val="2"/>
          <w:sz w:val="24"/>
          <w:szCs w:val="24"/>
        </w:rPr>
        <w:t xml:space="preserve"> </w:t>
      </w:r>
      <w:r w:rsidR="003279C6" w:rsidRPr="008E66C9">
        <w:rPr>
          <w:kern w:val="2"/>
          <w:sz w:val="24"/>
          <w:szCs w:val="24"/>
        </w:rPr>
        <w:t>подписи)</w:t>
      </w:r>
    </w:p>
    <w:p w:rsidR="008E66C9" w:rsidRDefault="008E66C9" w:rsidP="00953B67">
      <w:pPr>
        <w:spacing w:line="230" w:lineRule="auto"/>
        <w:ind w:left="709"/>
        <w:rPr>
          <w:kern w:val="2"/>
          <w:sz w:val="28"/>
          <w:szCs w:val="28"/>
        </w:rPr>
      </w:pPr>
    </w:p>
    <w:p w:rsidR="003279C6" w:rsidRPr="008E66C9" w:rsidRDefault="003279C6" w:rsidP="00953B67">
      <w:pPr>
        <w:spacing w:line="230" w:lineRule="auto"/>
        <w:ind w:left="709"/>
        <w:rPr>
          <w:kern w:val="2"/>
          <w:sz w:val="28"/>
          <w:szCs w:val="28"/>
        </w:rPr>
      </w:pPr>
      <w:r w:rsidRPr="008E66C9">
        <w:rPr>
          <w:kern w:val="2"/>
          <w:sz w:val="28"/>
          <w:szCs w:val="28"/>
        </w:rPr>
        <w:t>«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»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__________________________________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20___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г.</w:t>
      </w:r>
    </w:p>
    <w:p w:rsidR="008E66C9" w:rsidRDefault="008E66C9" w:rsidP="00F041DE">
      <w:pPr>
        <w:ind w:left="709"/>
        <w:rPr>
          <w:kern w:val="2"/>
          <w:sz w:val="28"/>
          <w:szCs w:val="28"/>
        </w:rPr>
      </w:pPr>
    </w:p>
    <w:p w:rsidR="003279C6" w:rsidRPr="008E66C9" w:rsidRDefault="008E66C9" w:rsidP="00F041DE">
      <w:pPr>
        <w:ind w:left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</w:t>
      </w:r>
    </w:p>
    <w:p w:rsidR="003279C6" w:rsidRPr="003279C6" w:rsidRDefault="003279C6" w:rsidP="00F041DE">
      <w:pPr>
        <w:ind w:left="709"/>
        <w:rPr>
          <w:kern w:val="2"/>
          <w:sz w:val="8"/>
          <w:szCs w:val="8"/>
        </w:rPr>
      </w:pPr>
    </w:p>
    <w:p w:rsidR="003279C6" w:rsidRPr="007E66F3" w:rsidRDefault="003279C6" w:rsidP="008E66C9">
      <w:pPr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информационной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системе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«Единая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автоматизированная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система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управления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общественными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финансами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Ростовской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области»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формирования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бумажном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носителе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–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последовательно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сквозной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нумерацией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3279C6" w:rsidRPr="007E66F3" w:rsidRDefault="003279C6" w:rsidP="00953B67">
      <w:pPr>
        <w:spacing w:line="228" w:lineRule="auto"/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Формируется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ной(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7F2CE7">
        <w:rPr>
          <w:color w:val="000000"/>
          <w:kern w:val="2"/>
          <w:sz w:val="28"/>
          <w:szCs w:val="28"/>
          <w:shd w:val="clear" w:color="auto" w:fill="FFFFFF"/>
        </w:rPr>
        <w:t>муниципаль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lastRenderedPageBreak/>
        <w:t>3</w:t>
      </w:r>
      <w:r w:rsidR="00F041DE" w:rsidRPr="007E66F3">
        <w:rPr>
          <w:sz w:val="28"/>
          <w:szCs w:val="28"/>
          <w:vertAlign w:val="superscript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органом,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осуществляющим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функции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полномочия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учредителя,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требования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представлении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промежуточного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выполнении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путем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умножения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величинах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года).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t>4</w:t>
      </w:r>
      <w:r w:rsidR="00F041DE" w:rsidRPr="007E66F3">
        <w:rPr>
          <w:sz w:val="28"/>
          <w:szCs w:val="28"/>
          <w:vertAlign w:val="superscript"/>
        </w:rPr>
        <w:t xml:space="preserve"> </w:t>
      </w:r>
      <w:proofErr w:type="gramStart"/>
      <w:r w:rsidRPr="007E66F3">
        <w:rPr>
          <w:sz w:val="28"/>
          <w:szCs w:val="28"/>
        </w:rPr>
        <w:t>В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предварительном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этой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указываются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запланированные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исполнению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завершении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текущего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финансового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года.</w:t>
      </w:r>
    </w:p>
    <w:p w:rsidR="003279C6" w:rsidRPr="007E66F3" w:rsidRDefault="003279C6" w:rsidP="008E66C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t>5</w:t>
      </w:r>
      <w:r w:rsidR="00F041DE" w:rsidRPr="007E66F3">
        <w:rPr>
          <w:sz w:val="28"/>
          <w:szCs w:val="28"/>
          <w:vertAlign w:val="superscript"/>
        </w:rPr>
        <w:t xml:space="preserve"> </w:t>
      </w:r>
      <w:r w:rsidRPr="007E66F3">
        <w:rPr>
          <w:sz w:val="28"/>
          <w:szCs w:val="28"/>
        </w:rPr>
        <w:t>Рассчитывается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путем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умножения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(или)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(графа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10),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допустимого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(возможного)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отклонения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(объема)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пределах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которого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считается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допустимого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(возможного)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отклонения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(объема)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величинах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заданием.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измерения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7F2CE7">
        <w:rPr>
          <w:sz w:val="28"/>
          <w:szCs w:val="28"/>
        </w:rPr>
        <w:t>муниципаль</w:t>
      </w:r>
      <w:r w:rsidRPr="007E66F3">
        <w:rPr>
          <w:sz w:val="28"/>
          <w:szCs w:val="28"/>
        </w:rPr>
        <w:t>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(графа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8),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единицах.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менее</w:t>
      </w:r>
      <w:r w:rsidR="00F041DE" w:rsidRPr="007E66F3">
        <w:rPr>
          <w:sz w:val="28"/>
          <w:szCs w:val="28"/>
        </w:rPr>
        <w:t xml:space="preserve"> </w:t>
      </w:r>
      <w:r w:rsidR="00FF00CC">
        <w:rPr>
          <w:sz w:val="28"/>
          <w:szCs w:val="28"/>
        </w:rPr>
        <w:br/>
      </w:r>
      <w:r w:rsidRPr="007E66F3">
        <w:rPr>
          <w:sz w:val="28"/>
          <w:szCs w:val="28"/>
        </w:rPr>
        <w:t>0,5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отбрасывается,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0,5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более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округляется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8E66C9">
        <w:rPr>
          <w:sz w:val="28"/>
          <w:szCs w:val="28"/>
        </w:rPr>
        <w:t>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если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является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13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14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пункта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3.2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рассчитываются.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6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формировании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разница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10,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12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13.</w:t>
      </w:r>
    </w:p>
    <w:p w:rsidR="003279C6" w:rsidRPr="007E66F3" w:rsidRDefault="003279C6" w:rsidP="00953B67">
      <w:pPr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7E66F3">
        <w:rPr>
          <w:kern w:val="2"/>
          <w:sz w:val="28"/>
          <w:szCs w:val="28"/>
          <w:vertAlign w:val="superscript"/>
        </w:rPr>
        <w:t>7</w:t>
      </w:r>
      <w:r w:rsidR="00FF00CC">
        <w:rPr>
          <w:kern w:val="2"/>
          <w:sz w:val="28"/>
          <w:szCs w:val="28"/>
          <w:vertAlign w:val="superscript"/>
        </w:rPr>
        <w:t> </w:t>
      </w:r>
      <w:r w:rsidRPr="007E66F3">
        <w:rPr>
          <w:kern w:val="2"/>
          <w:sz w:val="28"/>
          <w:szCs w:val="28"/>
        </w:rPr>
        <w:t>Формируется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при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установлении</w:t>
      </w:r>
      <w:r w:rsidR="00F041DE" w:rsidRPr="007E66F3">
        <w:rPr>
          <w:kern w:val="2"/>
          <w:sz w:val="28"/>
          <w:szCs w:val="28"/>
        </w:rPr>
        <w:t xml:space="preserve"> </w:t>
      </w:r>
      <w:r w:rsidR="007F2CE7">
        <w:rPr>
          <w:kern w:val="2"/>
          <w:sz w:val="28"/>
          <w:szCs w:val="28"/>
        </w:rPr>
        <w:t>муниципаль</w:t>
      </w:r>
      <w:r w:rsidRPr="007E66F3">
        <w:rPr>
          <w:kern w:val="2"/>
          <w:sz w:val="28"/>
          <w:szCs w:val="28"/>
        </w:rPr>
        <w:t>ного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задания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на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оказание</w:t>
      </w:r>
      <w:r w:rsidR="00F041DE" w:rsidRPr="007E66F3">
        <w:rPr>
          <w:kern w:val="2"/>
          <w:sz w:val="28"/>
          <w:szCs w:val="28"/>
        </w:rPr>
        <w:t xml:space="preserve"> </w:t>
      </w:r>
      <w:r w:rsidR="007F2CE7">
        <w:rPr>
          <w:kern w:val="2"/>
          <w:sz w:val="28"/>
          <w:szCs w:val="28"/>
        </w:rPr>
        <w:t>муниципаль</w:t>
      </w:r>
      <w:r w:rsidRPr="007E66F3">
        <w:rPr>
          <w:kern w:val="2"/>
          <w:sz w:val="28"/>
          <w:szCs w:val="28"/>
        </w:rPr>
        <w:t>ной(</w:t>
      </w:r>
      <w:proofErr w:type="spellStart"/>
      <w:r w:rsidRPr="007E66F3">
        <w:rPr>
          <w:kern w:val="2"/>
          <w:sz w:val="28"/>
          <w:szCs w:val="28"/>
        </w:rPr>
        <w:t>ых</w:t>
      </w:r>
      <w:proofErr w:type="spellEnd"/>
      <w:r w:rsidRPr="007E66F3">
        <w:rPr>
          <w:kern w:val="2"/>
          <w:sz w:val="28"/>
          <w:szCs w:val="28"/>
        </w:rPr>
        <w:t>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услуги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(услуг)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работы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(работ)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содержит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сведения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выполнении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работы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(работ)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раздельно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каждой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из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указанием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порядкового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номера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раздела.».</w:t>
      </w: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sz w:val="28"/>
          <w:szCs w:val="28"/>
        </w:rPr>
        <w:sectPr w:rsidR="003279C6" w:rsidRPr="003279C6" w:rsidSect="0068277C">
          <w:footerReference w:type="even" r:id="rId18"/>
          <w:footerReference w:type="default" r:id="rId19"/>
          <w:pgSz w:w="16840" w:h="11907" w:orient="landscape" w:code="9"/>
          <w:pgMar w:top="1304" w:right="851" w:bottom="851" w:left="1134" w:header="720" w:footer="720" w:gutter="0"/>
          <w:cols w:space="720"/>
          <w:docGrid w:linePitch="272"/>
        </w:sectPr>
      </w:pP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1.4.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приложении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3:</w:t>
      </w: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1.4.1.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Раздел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1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изложить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редакции:</w:t>
      </w: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EF2B0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«1.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Предмет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Соглашения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Предметом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настоящего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Соглашения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является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определение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порядка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условий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предоставления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Учредителем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Учреждению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субсидии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из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7F2CE7">
        <w:rPr>
          <w:rFonts w:eastAsiaTheme="minorHAnsi"/>
          <w:sz w:val="28"/>
          <w:szCs w:val="28"/>
          <w:lang w:eastAsia="en-US"/>
        </w:rPr>
        <w:t>мес</w:t>
      </w:r>
      <w:r w:rsidRPr="003279C6">
        <w:rPr>
          <w:rFonts w:eastAsiaTheme="minorHAnsi"/>
          <w:sz w:val="28"/>
          <w:szCs w:val="28"/>
          <w:lang w:eastAsia="en-US"/>
        </w:rPr>
        <w:t>тного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бюджета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на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финансовое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обеспечение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выполнения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7F2CE7">
        <w:rPr>
          <w:rFonts w:eastAsiaTheme="minorHAnsi"/>
          <w:sz w:val="28"/>
          <w:szCs w:val="28"/>
          <w:lang w:eastAsia="en-US"/>
        </w:rPr>
        <w:t>муниципаль</w:t>
      </w:r>
      <w:r w:rsidRPr="003279C6">
        <w:rPr>
          <w:rFonts w:eastAsiaTheme="minorHAnsi"/>
          <w:sz w:val="28"/>
          <w:szCs w:val="28"/>
          <w:lang w:eastAsia="en-US"/>
        </w:rPr>
        <w:t>ного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задания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br/>
      </w:r>
      <w:r w:rsidRPr="003279C6">
        <w:rPr>
          <w:rFonts w:eastAsiaTheme="minorHAnsi"/>
          <w:sz w:val="28"/>
          <w:szCs w:val="28"/>
          <w:lang w:eastAsia="en-US"/>
        </w:rPr>
        <w:t>на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оказание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7F2CE7">
        <w:rPr>
          <w:rFonts w:eastAsiaTheme="minorHAnsi"/>
          <w:sz w:val="28"/>
          <w:szCs w:val="28"/>
          <w:lang w:eastAsia="en-US"/>
        </w:rPr>
        <w:t>муниципаль</w:t>
      </w:r>
      <w:r w:rsidRPr="003279C6">
        <w:rPr>
          <w:rFonts w:eastAsiaTheme="minorHAnsi"/>
          <w:sz w:val="28"/>
          <w:szCs w:val="28"/>
          <w:lang w:eastAsia="en-US"/>
        </w:rPr>
        <w:t>ных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услуг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(выполнение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работ)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20___/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20___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t>–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br/>
      </w:r>
      <w:r w:rsidRPr="003279C6">
        <w:rPr>
          <w:rFonts w:eastAsiaTheme="minorHAnsi"/>
          <w:sz w:val="28"/>
          <w:szCs w:val="28"/>
          <w:lang w:eastAsia="en-US"/>
        </w:rPr>
        <w:t>20___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годах</w:t>
      </w:r>
      <w:r w:rsidRPr="003279C6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(далее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t>–</w:t>
      </w:r>
      <w:r w:rsidR="007F2CE7">
        <w:rPr>
          <w:rFonts w:eastAsiaTheme="minorHAnsi"/>
          <w:sz w:val="28"/>
          <w:szCs w:val="28"/>
          <w:lang w:eastAsia="en-US"/>
        </w:rPr>
        <w:t>муниципаль</w:t>
      </w:r>
      <w:r w:rsidRPr="003279C6">
        <w:rPr>
          <w:rFonts w:eastAsiaTheme="minorHAnsi"/>
          <w:sz w:val="28"/>
          <w:szCs w:val="28"/>
          <w:lang w:eastAsia="en-US"/>
        </w:rPr>
        <w:t>ное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задание).».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1.4.2.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Дополнить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сноской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следующего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содержания: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«</w:t>
      </w:r>
      <w:r w:rsidRPr="003279C6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FF00CC">
        <w:rPr>
          <w:rFonts w:eastAsiaTheme="minorHAnsi"/>
          <w:sz w:val="28"/>
          <w:szCs w:val="28"/>
          <w:vertAlign w:val="superscript"/>
          <w:lang w:eastAsia="en-US"/>
        </w:rPr>
        <w:t> </w:t>
      </w:r>
      <w:r w:rsidRPr="003279C6">
        <w:rPr>
          <w:rFonts w:eastAsiaTheme="minorHAnsi"/>
          <w:sz w:val="28"/>
          <w:szCs w:val="28"/>
          <w:lang w:eastAsia="en-US"/>
        </w:rPr>
        <w:t>Указывается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соответствии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8A1E54">
        <w:rPr>
          <w:rFonts w:eastAsiaTheme="minorHAnsi"/>
          <w:sz w:val="28"/>
          <w:szCs w:val="28"/>
          <w:lang w:eastAsia="en-US"/>
        </w:rPr>
        <w:t xml:space="preserve">решением </w:t>
      </w:r>
      <w:proofErr w:type="spellStart"/>
      <w:r w:rsidR="008A1E54">
        <w:rPr>
          <w:rFonts w:eastAsiaTheme="minorHAnsi"/>
          <w:sz w:val="28"/>
          <w:szCs w:val="28"/>
          <w:lang w:eastAsia="en-US"/>
        </w:rPr>
        <w:t>Милютинского</w:t>
      </w:r>
      <w:proofErr w:type="spellEnd"/>
      <w:r w:rsidR="008A1E54">
        <w:rPr>
          <w:rFonts w:eastAsiaTheme="minorHAnsi"/>
          <w:sz w:val="28"/>
          <w:szCs w:val="28"/>
          <w:lang w:eastAsia="en-US"/>
        </w:rPr>
        <w:t xml:space="preserve"> районного Собрания депутатов 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бюджете.».</w:t>
      </w:r>
    </w:p>
    <w:p w:rsidR="003279C6" w:rsidRPr="003279C6" w:rsidRDefault="003279C6" w:rsidP="00EF2B00">
      <w:pPr>
        <w:ind w:firstLine="709"/>
        <w:jc w:val="both"/>
        <w:rPr>
          <w:kern w:val="2"/>
          <w:sz w:val="28"/>
          <w:szCs w:val="28"/>
        </w:rPr>
      </w:pPr>
    </w:p>
    <w:p w:rsidR="001D363B" w:rsidRDefault="001D363B" w:rsidP="00F041DE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502A83" w:rsidRPr="003279C6" w:rsidRDefault="00502A83" w:rsidP="00F041DE">
      <w:pPr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3279C6" w:rsidRDefault="008A1E54" w:rsidP="00502A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Заместитель главы Администрации</w:t>
      </w:r>
    </w:p>
    <w:p w:rsidR="008A1E54" w:rsidRDefault="008A1E54" w:rsidP="00502A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Милютинского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по</w:t>
      </w:r>
    </w:p>
    <w:p w:rsidR="008A1E54" w:rsidRPr="003279C6" w:rsidRDefault="00502A83" w:rsidP="00502A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8A1E54">
        <w:rPr>
          <w:rFonts w:eastAsia="Calibri"/>
          <w:sz w:val="28"/>
          <w:szCs w:val="28"/>
          <w:lang w:eastAsia="en-US"/>
        </w:rPr>
        <w:t xml:space="preserve">рганизационной и кадровой работе                           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8A1E54">
        <w:rPr>
          <w:rFonts w:eastAsia="Calibri"/>
          <w:sz w:val="28"/>
          <w:szCs w:val="28"/>
          <w:lang w:eastAsia="en-US"/>
        </w:rPr>
        <w:t>Т.В.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A1E54">
        <w:rPr>
          <w:rFonts w:eastAsia="Calibri"/>
          <w:sz w:val="28"/>
          <w:szCs w:val="28"/>
          <w:lang w:eastAsia="en-US"/>
        </w:rPr>
        <w:t>Королева</w:t>
      </w:r>
    </w:p>
    <w:sectPr w:rsidR="008A1E54" w:rsidRPr="003279C6" w:rsidSect="00DD20B9">
      <w:footerReference w:type="even" r:id="rId20"/>
      <w:footerReference w:type="default" r:id="rId21"/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976" w:rsidRDefault="002D6976">
      <w:r>
        <w:separator/>
      </w:r>
    </w:p>
  </w:endnote>
  <w:endnote w:type="continuationSeparator" w:id="0">
    <w:p w:rsidR="002D6976" w:rsidRDefault="002D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Default="00BE7619" w:rsidP="0068277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667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2A83">
      <w:rPr>
        <w:rStyle w:val="a9"/>
        <w:noProof/>
      </w:rPr>
      <w:t>1</w:t>
    </w:r>
    <w:r>
      <w:rPr>
        <w:rStyle w:val="a9"/>
      </w:rPr>
      <w:fldChar w:fldCharType="end"/>
    </w:r>
  </w:p>
  <w:p w:rsidR="007E6672" w:rsidRPr="00C307D0" w:rsidRDefault="007E6672" w:rsidP="0068277C">
    <w:pPr>
      <w:pStyle w:val="a5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Default="00BE7619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667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6672" w:rsidRDefault="007E667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Default="00BE7619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667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2A83">
      <w:rPr>
        <w:rStyle w:val="a9"/>
        <w:noProof/>
      </w:rPr>
      <w:t>16</w:t>
    </w:r>
    <w:r>
      <w:rPr>
        <w:rStyle w:val="a9"/>
      </w:rPr>
      <w:fldChar w:fldCharType="end"/>
    </w:r>
  </w:p>
  <w:p w:rsidR="007E6672" w:rsidRPr="008F7D2D" w:rsidRDefault="007E6672" w:rsidP="007E66F3">
    <w:pPr>
      <w:pStyle w:val="a5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Default="00BE7619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667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6672" w:rsidRDefault="007E6672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Pr="008F4987" w:rsidRDefault="00BE7619" w:rsidP="00D00358">
    <w:pPr>
      <w:pStyle w:val="a5"/>
      <w:framePr w:wrap="around" w:vAnchor="text" w:hAnchor="margin" w:xAlign="right" w:y="1"/>
      <w:rPr>
        <w:rStyle w:val="a9"/>
        <w:lang w:val="en-US"/>
      </w:rPr>
    </w:pPr>
    <w:r>
      <w:rPr>
        <w:rStyle w:val="a9"/>
      </w:rPr>
      <w:fldChar w:fldCharType="begin"/>
    </w:r>
    <w:r w:rsidR="007E6672" w:rsidRPr="008F4987">
      <w:rPr>
        <w:rStyle w:val="a9"/>
        <w:lang w:val="en-US"/>
      </w:rPr>
      <w:instrText xml:space="preserve">PAGE  </w:instrText>
    </w:r>
    <w:r>
      <w:rPr>
        <w:rStyle w:val="a9"/>
      </w:rPr>
      <w:fldChar w:fldCharType="separate"/>
    </w:r>
    <w:r w:rsidR="00502A83">
      <w:rPr>
        <w:rStyle w:val="a9"/>
        <w:noProof/>
        <w:lang w:val="en-US"/>
      </w:rPr>
      <w:t>17</w:t>
    </w:r>
    <w:r>
      <w:rPr>
        <w:rStyle w:val="a9"/>
      </w:rPr>
      <w:fldChar w:fldCharType="end"/>
    </w:r>
  </w:p>
  <w:p w:rsidR="007E6672" w:rsidRPr="008F7D2D" w:rsidRDefault="007E6672" w:rsidP="008F7D2D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976" w:rsidRDefault="002D6976">
      <w:r>
        <w:separator/>
      </w:r>
    </w:p>
  </w:footnote>
  <w:footnote w:type="continuationSeparator" w:id="0">
    <w:p w:rsidR="002D6976" w:rsidRDefault="002D6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Pr="00774A04" w:rsidRDefault="007E6672" w:rsidP="0068277C">
    <w:pPr>
      <w:pStyle w:val="a7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672" w:rsidRDefault="00F378E8">
    <w:pPr>
      <w:rPr>
        <w:sz w:val="2"/>
        <w:szCs w:val="2"/>
      </w:rPr>
    </w:pPr>
    <w:r>
      <w:rPr>
        <w:noProof/>
        <w:color w:val="000000"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8890" b="317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672" w:rsidRDefault="007E6672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4" type="#_x0000_t202" style="position:absolute;margin-left:584.15pt;margin-top:69.6pt;width:2.3pt;height:5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    <v:textbox style="mso-fit-shape-to-text:t" inset="0,0,0,0">
                <w:txbxContent>
                  <w:p w:rsidR="007E6672" w:rsidRDefault="007E6672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C6"/>
    <w:rsid w:val="00015B64"/>
    <w:rsid w:val="00043021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E7334"/>
    <w:rsid w:val="000F2B40"/>
    <w:rsid w:val="000F4C70"/>
    <w:rsid w:val="000F5B6A"/>
    <w:rsid w:val="00104E0D"/>
    <w:rsid w:val="0010504A"/>
    <w:rsid w:val="00116BFA"/>
    <w:rsid w:val="00125DE3"/>
    <w:rsid w:val="00153B21"/>
    <w:rsid w:val="001558CD"/>
    <w:rsid w:val="001B2D1C"/>
    <w:rsid w:val="001C1D98"/>
    <w:rsid w:val="001D2690"/>
    <w:rsid w:val="001D363B"/>
    <w:rsid w:val="001F31EB"/>
    <w:rsid w:val="001F4BE3"/>
    <w:rsid w:val="001F6D02"/>
    <w:rsid w:val="002504E8"/>
    <w:rsid w:val="00254382"/>
    <w:rsid w:val="0027031E"/>
    <w:rsid w:val="0027335E"/>
    <w:rsid w:val="0028703B"/>
    <w:rsid w:val="002A2062"/>
    <w:rsid w:val="002A31A1"/>
    <w:rsid w:val="002B6527"/>
    <w:rsid w:val="002C135C"/>
    <w:rsid w:val="002C16D6"/>
    <w:rsid w:val="002C5E60"/>
    <w:rsid w:val="002D6976"/>
    <w:rsid w:val="002E65D5"/>
    <w:rsid w:val="002F63E3"/>
    <w:rsid w:val="002F74D7"/>
    <w:rsid w:val="0030124B"/>
    <w:rsid w:val="00313D3A"/>
    <w:rsid w:val="003279C6"/>
    <w:rsid w:val="00341FC1"/>
    <w:rsid w:val="00351DEB"/>
    <w:rsid w:val="0037040B"/>
    <w:rsid w:val="003921D8"/>
    <w:rsid w:val="003B2193"/>
    <w:rsid w:val="003B7172"/>
    <w:rsid w:val="003F15D5"/>
    <w:rsid w:val="00407B71"/>
    <w:rsid w:val="00425061"/>
    <w:rsid w:val="0043686A"/>
    <w:rsid w:val="00441069"/>
    <w:rsid w:val="00444636"/>
    <w:rsid w:val="00453869"/>
    <w:rsid w:val="00461778"/>
    <w:rsid w:val="004711EC"/>
    <w:rsid w:val="00480BC7"/>
    <w:rsid w:val="004871AA"/>
    <w:rsid w:val="004937CB"/>
    <w:rsid w:val="004B6A5C"/>
    <w:rsid w:val="004E78FD"/>
    <w:rsid w:val="004F7011"/>
    <w:rsid w:val="00502A83"/>
    <w:rsid w:val="00515D9C"/>
    <w:rsid w:val="00531375"/>
    <w:rsid w:val="00531FBD"/>
    <w:rsid w:val="0053366A"/>
    <w:rsid w:val="00587BF6"/>
    <w:rsid w:val="005B07CF"/>
    <w:rsid w:val="005C5FF3"/>
    <w:rsid w:val="005E4024"/>
    <w:rsid w:val="00611679"/>
    <w:rsid w:val="00613D7D"/>
    <w:rsid w:val="006564DB"/>
    <w:rsid w:val="00660EE3"/>
    <w:rsid w:val="00676B57"/>
    <w:rsid w:val="0068277C"/>
    <w:rsid w:val="006933E0"/>
    <w:rsid w:val="007120F8"/>
    <w:rsid w:val="007219F0"/>
    <w:rsid w:val="007730B1"/>
    <w:rsid w:val="00782222"/>
    <w:rsid w:val="007936ED"/>
    <w:rsid w:val="00794ABC"/>
    <w:rsid w:val="007B6388"/>
    <w:rsid w:val="007C0A5F"/>
    <w:rsid w:val="007E6672"/>
    <w:rsid w:val="007E66F3"/>
    <w:rsid w:val="007F2CE7"/>
    <w:rsid w:val="00803F3C"/>
    <w:rsid w:val="00804CFE"/>
    <w:rsid w:val="00811C94"/>
    <w:rsid w:val="00811CF1"/>
    <w:rsid w:val="008438D7"/>
    <w:rsid w:val="00860E5A"/>
    <w:rsid w:val="00867AB6"/>
    <w:rsid w:val="008A1E54"/>
    <w:rsid w:val="008A26EE"/>
    <w:rsid w:val="008B6AD3"/>
    <w:rsid w:val="008E66C9"/>
    <w:rsid w:val="008F4987"/>
    <w:rsid w:val="008F70DE"/>
    <w:rsid w:val="008F7D2D"/>
    <w:rsid w:val="00910044"/>
    <w:rsid w:val="009122B1"/>
    <w:rsid w:val="00913129"/>
    <w:rsid w:val="00917C70"/>
    <w:rsid w:val="009228DF"/>
    <w:rsid w:val="00924E84"/>
    <w:rsid w:val="00947FCC"/>
    <w:rsid w:val="00953B67"/>
    <w:rsid w:val="0098054F"/>
    <w:rsid w:val="00985A10"/>
    <w:rsid w:val="009E6C19"/>
    <w:rsid w:val="00A01569"/>
    <w:rsid w:val="00A061D7"/>
    <w:rsid w:val="00A30E81"/>
    <w:rsid w:val="00A34804"/>
    <w:rsid w:val="00A67B50"/>
    <w:rsid w:val="00A941CF"/>
    <w:rsid w:val="00AC7603"/>
    <w:rsid w:val="00AE2601"/>
    <w:rsid w:val="00B01E09"/>
    <w:rsid w:val="00B22F6A"/>
    <w:rsid w:val="00B31114"/>
    <w:rsid w:val="00B35935"/>
    <w:rsid w:val="00B37E63"/>
    <w:rsid w:val="00B444A2"/>
    <w:rsid w:val="00B5191B"/>
    <w:rsid w:val="00B62CFB"/>
    <w:rsid w:val="00B66DEE"/>
    <w:rsid w:val="00B72D61"/>
    <w:rsid w:val="00B8231A"/>
    <w:rsid w:val="00BB55C0"/>
    <w:rsid w:val="00BC0920"/>
    <w:rsid w:val="00BE7619"/>
    <w:rsid w:val="00BF39F0"/>
    <w:rsid w:val="00C11FDF"/>
    <w:rsid w:val="00C30544"/>
    <w:rsid w:val="00C572C4"/>
    <w:rsid w:val="00C731BB"/>
    <w:rsid w:val="00C94911"/>
    <w:rsid w:val="00CA151C"/>
    <w:rsid w:val="00CB1900"/>
    <w:rsid w:val="00CB43C1"/>
    <w:rsid w:val="00CD077D"/>
    <w:rsid w:val="00CE5183"/>
    <w:rsid w:val="00D00358"/>
    <w:rsid w:val="00D13E83"/>
    <w:rsid w:val="00D33750"/>
    <w:rsid w:val="00D73323"/>
    <w:rsid w:val="00DB4D6B"/>
    <w:rsid w:val="00DC2302"/>
    <w:rsid w:val="00DD20B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2B00"/>
    <w:rsid w:val="00EF56AF"/>
    <w:rsid w:val="00F02C40"/>
    <w:rsid w:val="00F041DE"/>
    <w:rsid w:val="00F24917"/>
    <w:rsid w:val="00F30D40"/>
    <w:rsid w:val="00F378E8"/>
    <w:rsid w:val="00F410DF"/>
    <w:rsid w:val="00F41AA6"/>
    <w:rsid w:val="00F8225E"/>
    <w:rsid w:val="00F86418"/>
    <w:rsid w:val="00F9297B"/>
    <w:rsid w:val="00FA6611"/>
    <w:rsid w:val="00FD350A"/>
    <w:rsid w:val="00FF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5126668-1E94-4A96-8658-6C69A5EC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334"/>
  </w:style>
  <w:style w:type="paragraph" w:styleId="1">
    <w:name w:val="heading 1"/>
    <w:basedOn w:val="a"/>
    <w:next w:val="a"/>
    <w:link w:val="10"/>
    <w:uiPriority w:val="99"/>
    <w:qFormat/>
    <w:rsid w:val="000E7334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7334"/>
    <w:rPr>
      <w:sz w:val="28"/>
    </w:rPr>
  </w:style>
  <w:style w:type="paragraph" w:styleId="a4">
    <w:name w:val="Body Text Indent"/>
    <w:basedOn w:val="a"/>
    <w:rsid w:val="000E7334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rsid w:val="000E7334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0E7334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0E7334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E7334"/>
  </w:style>
  <w:style w:type="paragraph" w:styleId="aa">
    <w:name w:val="Balloon Text"/>
    <w:basedOn w:val="a"/>
    <w:link w:val="ab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rsid w:val="003279C6"/>
    <w:rPr>
      <w:rFonts w:ascii="Cambria" w:hAnsi="Cambria"/>
      <w:b/>
      <w:bCs/>
      <w:i/>
      <w:i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3279C6"/>
  </w:style>
  <w:style w:type="character" w:customStyle="1" w:styleId="10">
    <w:name w:val="Заголовок 1 Знак"/>
    <w:basedOn w:val="a0"/>
    <w:link w:val="1"/>
    <w:uiPriority w:val="99"/>
    <w:rsid w:val="003279C6"/>
    <w:rPr>
      <w:rFonts w:ascii="AG Souvenir" w:hAnsi="AG Souvenir"/>
      <w:b/>
      <w:spacing w:val="38"/>
      <w:sz w:val="28"/>
    </w:rPr>
  </w:style>
  <w:style w:type="paragraph" w:styleId="ac">
    <w:name w:val="List Paragraph"/>
    <w:basedOn w:val="a"/>
    <w:uiPriority w:val="34"/>
    <w:qFormat/>
    <w:rsid w:val="003279C6"/>
    <w:pPr>
      <w:ind w:left="720"/>
      <w:contextualSpacing/>
    </w:pPr>
  </w:style>
  <w:style w:type="paragraph" w:customStyle="1" w:styleId="ConsPlusNormal">
    <w:name w:val="ConsPlusNormal"/>
    <w:rsid w:val="003279C6"/>
    <w:pPr>
      <w:widowControl w:val="0"/>
      <w:autoSpaceDE w:val="0"/>
      <w:autoSpaceDN w:val="0"/>
    </w:pPr>
    <w:rPr>
      <w:sz w:val="28"/>
    </w:rPr>
  </w:style>
  <w:style w:type="table" w:styleId="ad">
    <w:name w:val="Table Grid"/>
    <w:basedOn w:val="a1"/>
    <w:uiPriority w:val="59"/>
    <w:rsid w:val="00327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link w:val="Style7"/>
    <w:uiPriority w:val="99"/>
    <w:locked/>
    <w:rsid w:val="003279C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3279C6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3279C6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ae">
    <w:name w:val="Сноска_"/>
    <w:basedOn w:val="a0"/>
    <w:link w:val="af"/>
    <w:rsid w:val="003279C6"/>
    <w:rPr>
      <w:b/>
      <w:bCs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3279C6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a8">
    <w:name w:val="Верхний колонтитул Знак"/>
    <w:basedOn w:val="a0"/>
    <w:link w:val="a7"/>
    <w:uiPriority w:val="99"/>
    <w:rsid w:val="003279C6"/>
  </w:style>
  <w:style w:type="character" w:customStyle="1" w:styleId="a6">
    <w:name w:val="Нижний колонтитул Знак"/>
    <w:basedOn w:val="a0"/>
    <w:link w:val="a5"/>
    <w:uiPriority w:val="99"/>
    <w:rsid w:val="003279C6"/>
  </w:style>
  <w:style w:type="character" w:customStyle="1" w:styleId="CharStyle5">
    <w:name w:val="Char Style 5"/>
    <w:link w:val="Style4"/>
    <w:uiPriority w:val="99"/>
    <w:locked/>
    <w:rsid w:val="003279C6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3279C6"/>
    <w:pPr>
      <w:widowControl w:val="0"/>
      <w:shd w:val="clear" w:color="auto" w:fill="FFFFFF"/>
      <w:spacing w:line="240" w:lineRule="atLeast"/>
    </w:pPr>
    <w:rPr>
      <w:sz w:val="10"/>
    </w:rPr>
  </w:style>
  <w:style w:type="character" w:customStyle="1" w:styleId="410">
    <w:name w:val="Заголовок 4 Знак1"/>
    <w:basedOn w:val="a0"/>
    <w:semiHidden/>
    <w:rsid w:val="003279C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CA3C4B52C24B451E1775B0EF44A328982DCB0A71B2736B9F77784994DFFA66455C11B684DDBD358190F3SD31I" TargetMode="Externa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yperlink" Target="consultantplus://offline/ref=81754344CAAA8739E0F851D8D964BC9B43C94135344D6399E73A2414466964C30600E60156D58599y7p8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754344CAAA8739E0F851D8D964BC9B43C94135344D6399E73A2414466964C30600E60156D58599y7p8P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45711CF118E8A20A3223226555F36B62FA3B4C12EAC028623A051D93A261FBB20B7FF89F43643D0NCL3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754344CAAA8739E0F851D8D964BC9B43C94135344D6399E73A2414466964C30600E60156D58599y7p8P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EF73365FC9B5EF1EA4A3D7C609980ED8EA102A5E5E6BA091B66A3381CBC51BB7BB001E10C7AD7AC098DCK1B2N" TargetMode="External"/><Relationship Id="rId14" Type="http://schemas.openxmlformats.org/officeDocument/2006/relationships/hyperlink" Target="consultantplus://offline/ref=81754344CAAA8739E0F851D8D964BC9B43C94135344D6399E73A2414466964C30600E60156D58599y7p8P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C0126-54F0-4868-BE84-E1FAD974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3</TotalTime>
  <Pages>17</Pages>
  <Words>4008</Words>
  <Characters>22849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MILADMIN_19</cp:lastModifiedBy>
  <cp:revision>3</cp:revision>
  <cp:lastPrinted>2018-01-18T08:53:00Z</cp:lastPrinted>
  <dcterms:created xsi:type="dcterms:W3CDTF">2018-01-25T11:50:00Z</dcterms:created>
  <dcterms:modified xsi:type="dcterms:W3CDTF">2018-01-25T11:52:00Z</dcterms:modified>
</cp:coreProperties>
</file>