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6E0" w:rsidRPr="00DA7195" w:rsidRDefault="0000527D" w:rsidP="00592DA0">
      <w:pPr>
        <w:ind w:firstLine="709"/>
        <w:jc w:val="center"/>
        <w:rPr>
          <w:b/>
          <w:sz w:val="26"/>
          <w:szCs w:val="26"/>
        </w:rPr>
      </w:pPr>
      <w:bookmarkStart w:id="0" w:name="_GoBack"/>
      <w:bookmarkEnd w:id="0"/>
      <w:r w:rsidRPr="00DA7195">
        <w:rPr>
          <w:noProof/>
          <w:sz w:val="26"/>
          <w:szCs w:val="26"/>
        </w:rPr>
        <w:drawing>
          <wp:inline distT="0" distB="0" distL="0" distR="0">
            <wp:extent cx="7810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6E0" w:rsidRPr="009576E6" w:rsidRDefault="000246E0" w:rsidP="00592DA0">
      <w:pPr>
        <w:pStyle w:val="Postan"/>
        <w:ind w:firstLine="709"/>
        <w:rPr>
          <w:szCs w:val="28"/>
        </w:rPr>
      </w:pPr>
      <w:r w:rsidRPr="009576E6">
        <w:rPr>
          <w:szCs w:val="28"/>
        </w:rPr>
        <w:t xml:space="preserve">РОСТОВСКАЯ ОБЛАСТЬ                  </w:t>
      </w:r>
    </w:p>
    <w:p w:rsidR="000246E0" w:rsidRPr="009576E6" w:rsidRDefault="000246E0" w:rsidP="00592DA0">
      <w:pPr>
        <w:ind w:firstLine="709"/>
        <w:jc w:val="center"/>
        <w:rPr>
          <w:sz w:val="28"/>
          <w:szCs w:val="28"/>
        </w:rPr>
      </w:pPr>
      <w:r w:rsidRPr="009576E6">
        <w:rPr>
          <w:sz w:val="28"/>
          <w:szCs w:val="28"/>
        </w:rPr>
        <w:t xml:space="preserve">АДМИНИСТРАЦИЯ МИЛЮТИНСКОГО РАЙОНА </w:t>
      </w:r>
    </w:p>
    <w:p w:rsidR="000246E0" w:rsidRPr="009576E6" w:rsidRDefault="000246E0" w:rsidP="00592DA0">
      <w:pPr>
        <w:pStyle w:val="a8"/>
        <w:ind w:firstLine="709"/>
        <w:jc w:val="center"/>
        <w:rPr>
          <w:b/>
          <w:spacing w:val="40"/>
          <w:sz w:val="28"/>
          <w:szCs w:val="28"/>
        </w:rPr>
      </w:pPr>
    </w:p>
    <w:p w:rsidR="00DA7195" w:rsidRPr="009576E6" w:rsidRDefault="00DA7195" w:rsidP="00DA7195">
      <w:pPr>
        <w:ind w:firstLine="709"/>
        <w:jc w:val="center"/>
        <w:rPr>
          <w:bCs/>
          <w:sz w:val="28"/>
          <w:szCs w:val="28"/>
        </w:rPr>
      </w:pPr>
      <w:r w:rsidRPr="009576E6">
        <w:rPr>
          <w:bCs/>
          <w:sz w:val="28"/>
          <w:szCs w:val="28"/>
        </w:rPr>
        <w:t>ПОСТАНОВЛЕНИЕ</w:t>
      </w:r>
    </w:p>
    <w:p w:rsidR="00DA7195" w:rsidRPr="009576E6" w:rsidRDefault="00DA7195" w:rsidP="00DA7195">
      <w:pPr>
        <w:ind w:firstLine="709"/>
        <w:jc w:val="center"/>
        <w:rPr>
          <w:bCs/>
          <w:sz w:val="28"/>
          <w:szCs w:val="28"/>
        </w:rPr>
      </w:pPr>
    </w:p>
    <w:p w:rsidR="00DA7195" w:rsidRPr="009576E6" w:rsidRDefault="0038130D" w:rsidP="00DA7195">
      <w:pPr>
        <w:ind w:firstLine="709"/>
        <w:jc w:val="center"/>
        <w:rPr>
          <w:bCs/>
          <w:sz w:val="28"/>
          <w:szCs w:val="28"/>
        </w:rPr>
      </w:pPr>
      <w:r w:rsidRPr="009576E6">
        <w:rPr>
          <w:bCs/>
          <w:sz w:val="28"/>
          <w:szCs w:val="28"/>
        </w:rPr>
        <w:t>26.12.2017   № 938</w:t>
      </w:r>
    </w:p>
    <w:p w:rsidR="00DA7195" w:rsidRPr="009576E6" w:rsidRDefault="00DA7195" w:rsidP="00DA7195">
      <w:pPr>
        <w:ind w:firstLine="709"/>
        <w:rPr>
          <w:bCs/>
          <w:sz w:val="28"/>
          <w:szCs w:val="28"/>
        </w:rPr>
      </w:pPr>
    </w:p>
    <w:p w:rsidR="000246E0" w:rsidRPr="009576E6" w:rsidRDefault="00DA7195" w:rsidP="00DA7195">
      <w:pPr>
        <w:ind w:firstLine="709"/>
        <w:jc w:val="center"/>
        <w:rPr>
          <w:bCs/>
          <w:sz w:val="28"/>
          <w:szCs w:val="28"/>
        </w:rPr>
      </w:pPr>
      <w:r w:rsidRPr="009576E6">
        <w:rPr>
          <w:bCs/>
          <w:sz w:val="28"/>
          <w:szCs w:val="28"/>
        </w:rPr>
        <w:t>ст. Милютинская</w:t>
      </w:r>
    </w:p>
    <w:p w:rsidR="00DA7195" w:rsidRPr="009576E6" w:rsidRDefault="00DA7195" w:rsidP="00DA7195">
      <w:pPr>
        <w:ind w:firstLine="709"/>
        <w:jc w:val="center"/>
        <w:rPr>
          <w:b/>
          <w:sz w:val="28"/>
          <w:szCs w:val="28"/>
        </w:rPr>
      </w:pPr>
    </w:p>
    <w:p w:rsidR="009576E6" w:rsidRDefault="009576E6" w:rsidP="009576E6">
      <w:pPr>
        <w:jc w:val="center"/>
        <w:rPr>
          <w:b/>
          <w:sz w:val="28"/>
          <w:szCs w:val="28"/>
        </w:rPr>
      </w:pPr>
      <w:bookmarkStart w:id="1" w:name="Наименование"/>
      <w:bookmarkEnd w:id="1"/>
      <w:r w:rsidRPr="009576E6">
        <w:rPr>
          <w:b/>
          <w:sz w:val="28"/>
          <w:szCs w:val="28"/>
        </w:rPr>
        <w:t xml:space="preserve">Об утверждении Перечня мест организации ярмарок </w:t>
      </w:r>
    </w:p>
    <w:p w:rsidR="009576E6" w:rsidRDefault="009576E6" w:rsidP="009576E6">
      <w:pPr>
        <w:jc w:val="center"/>
        <w:rPr>
          <w:b/>
          <w:sz w:val="28"/>
          <w:szCs w:val="28"/>
        </w:rPr>
      </w:pPr>
      <w:r w:rsidRPr="009576E6">
        <w:rPr>
          <w:b/>
          <w:sz w:val="28"/>
          <w:szCs w:val="28"/>
        </w:rPr>
        <w:t xml:space="preserve">на территории муниципального образования «Милютинский район» </w:t>
      </w:r>
    </w:p>
    <w:p w:rsidR="009576E6" w:rsidRPr="009576E6" w:rsidRDefault="009576E6" w:rsidP="009576E6">
      <w:pPr>
        <w:jc w:val="center"/>
        <w:rPr>
          <w:b/>
          <w:sz w:val="28"/>
          <w:szCs w:val="28"/>
        </w:rPr>
      </w:pPr>
      <w:r w:rsidRPr="009576E6">
        <w:rPr>
          <w:b/>
          <w:sz w:val="28"/>
          <w:szCs w:val="28"/>
        </w:rPr>
        <w:t>на 2018 год</w:t>
      </w:r>
    </w:p>
    <w:p w:rsidR="00ED32D2" w:rsidRPr="009576E6" w:rsidRDefault="00ED32D2" w:rsidP="00592DA0">
      <w:pPr>
        <w:ind w:firstLine="709"/>
        <w:rPr>
          <w:sz w:val="28"/>
          <w:szCs w:val="28"/>
        </w:rPr>
      </w:pPr>
    </w:p>
    <w:p w:rsidR="00293743" w:rsidRPr="009576E6" w:rsidRDefault="009E2A7B" w:rsidP="009576E6">
      <w:pPr>
        <w:tabs>
          <w:tab w:val="left" w:pos="4820"/>
        </w:tabs>
        <w:ind w:firstLine="709"/>
        <w:jc w:val="both"/>
        <w:rPr>
          <w:sz w:val="28"/>
          <w:szCs w:val="28"/>
        </w:rPr>
      </w:pPr>
      <w:r w:rsidRPr="009576E6">
        <w:rPr>
          <w:sz w:val="28"/>
          <w:szCs w:val="28"/>
        </w:rPr>
        <w:t>В целях реализации Федерального закона от 28.12.2009 №</w:t>
      </w:r>
      <w:r w:rsidR="00F16C5D" w:rsidRPr="009576E6">
        <w:rPr>
          <w:sz w:val="28"/>
          <w:szCs w:val="28"/>
        </w:rPr>
        <w:t xml:space="preserve"> </w:t>
      </w:r>
      <w:r w:rsidRPr="009576E6">
        <w:rPr>
          <w:sz w:val="28"/>
          <w:szCs w:val="28"/>
        </w:rPr>
        <w:t xml:space="preserve">381-ФЗ «Об основах государственного регулирования торговой деятельности в Российской Федерации», на основании постановления Правительства Ростовской области от 07.11.2013 № 681 «Об утверждении порядка организации ярмарок на территории Ростовской области  и продажи товаров (выполнение работ, оказания услуг)  на них», </w:t>
      </w:r>
    </w:p>
    <w:p w:rsidR="00ED32D2" w:rsidRPr="009576E6" w:rsidRDefault="00DA7195" w:rsidP="00592DA0">
      <w:pPr>
        <w:tabs>
          <w:tab w:val="left" w:pos="4820"/>
        </w:tabs>
        <w:ind w:firstLine="709"/>
        <w:jc w:val="center"/>
        <w:rPr>
          <w:sz w:val="28"/>
          <w:szCs w:val="28"/>
        </w:rPr>
      </w:pPr>
      <w:r w:rsidRPr="009576E6">
        <w:rPr>
          <w:sz w:val="28"/>
          <w:szCs w:val="28"/>
        </w:rPr>
        <w:t>ПОСТАНОВЛЯЮ:</w:t>
      </w:r>
    </w:p>
    <w:p w:rsidR="00DA7195" w:rsidRPr="009576E6" w:rsidRDefault="00DA7195" w:rsidP="00592DA0">
      <w:pPr>
        <w:tabs>
          <w:tab w:val="left" w:pos="4820"/>
        </w:tabs>
        <w:ind w:firstLine="709"/>
        <w:jc w:val="center"/>
        <w:rPr>
          <w:sz w:val="28"/>
          <w:szCs w:val="28"/>
        </w:rPr>
      </w:pPr>
    </w:p>
    <w:p w:rsidR="00900FDB" w:rsidRPr="009576E6" w:rsidRDefault="00900FDB" w:rsidP="00A737C0">
      <w:pPr>
        <w:ind w:firstLine="709"/>
        <w:jc w:val="both"/>
        <w:rPr>
          <w:sz w:val="28"/>
          <w:szCs w:val="28"/>
        </w:rPr>
      </w:pPr>
      <w:r w:rsidRPr="009576E6">
        <w:rPr>
          <w:sz w:val="28"/>
          <w:szCs w:val="28"/>
        </w:rPr>
        <w:t>1. </w:t>
      </w:r>
      <w:r w:rsidR="009E2A7B" w:rsidRPr="009576E6">
        <w:rPr>
          <w:sz w:val="28"/>
          <w:szCs w:val="28"/>
        </w:rPr>
        <w:t xml:space="preserve">Утвердить </w:t>
      </w:r>
      <w:r w:rsidR="00A737C0" w:rsidRPr="009576E6">
        <w:rPr>
          <w:sz w:val="28"/>
          <w:szCs w:val="28"/>
        </w:rPr>
        <w:t>Перечень мест организации ярмарок на территории муниципального образования «Милютинский район» на 201</w:t>
      </w:r>
      <w:r w:rsidR="00DA7195" w:rsidRPr="009576E6">
        <w:rPr>
          <w:sz w:val="28"/>
          <w:szCs w:val="28"/>
        </w:rPr>
        <w:t>8</w:t>
      </w:r>
      <w:r w:rsidR="00A737C0" w:rsidRPr="009576E6">
        <w:rPr>
          <w:sz w:val="28"/>
          <w:szCs w:val="28"/>
        </w:rPr>
        <w:t xml:space="preserve"> год (далее – перечень мест организации ярмарок)</w:t>
      </w:r>
      <w:r w:rsidR="009576E6">
        <w:rPr>
          <w:sz w:val="28"/>
          <w:szCs w:val="28"/>
        </w:rPr>
        <w:t xml:space="preserve">, </w:t>
      </w:r>
      <w:r w:rsidR="009E2A7B" w:rsidRPr="009576E6">
        <w:rPr>
          <w:sz w:val="28"/>
          <w:szCs w:val="28"/>
        </w:rPr>
        <w:t>согласно приложению к настоящему постановлению</w:t>
      </w:r>
      <w:r w:rsidRPr="009576E6">
        <w:rPr>
          <w:sz w:val="28"/>
          <w:szCs w:val="28"/>
        </w:rPr>
        <w:t>.</w:t>
      </w:r>
    </w:p>
    <w:p w:rsidR="0017020C" w:rsidRPr="009576E6" w:rsidRDefault="009E2A7B" w:rsidP="0017020C">
      <w:pPr>
        <w:pStyle w:val="af"/>
        <w:ind w:firstLine="709"/>
        <w:jc w:val="both"/>
        <w:rPr>
          <w:sz w:val="28"/>
          <w:szCs w:val="28"/>
        </w:rPr>
      </w:pPr>
      <w:r w:rsidRPr="009576E6">
        <w:rPr>
          <w:sz w:val="28"/>
          <w:szCs w:val="28"/>
        </w:rPr>
        <w:t>2.</w:t>
      </w:r>
      <w:r w:rsidR="00A737C0" w:rsidRPr="009576E6">
        <w:rPr>
          <w:sz w:val="28"/>
          <w:szCs w:val="28"/>
        </w:rPr>
        <w:t>Рекомендовать отделу социально-экономического прогнозирования Администрации Милютинского района (Даричева Л.С.)</w:t>
      </w:r>
      <w:r w:rsidR="00DA7195" w:rsidRPr="009576E6">
        <w:rPr>
          <w:sz w:val="28"/>
          <w:szCs w:val="28"/>
        </w:rPr>
        <w:t xml:space="preserve"> в срок до 31.12.2017 года</w:t>
      </w:r>
      <w:r w:rsidR="0017020C" w:rsidRPr="009576E6">
        <w:rPr>
          <w:sz w:val="28"/>
          <w:szCs w:val="28"/>
        </w:rPr>
        <w:t>:</w:t>
      </w:r>
    </w:p>
    <w:p w:rsidR="00A737C0" w:rsidRPr="009576E6" w:rsidRDefault="009576E6" w:rsidP="00A737C0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DA7195" w:rsidRPr="009576E6">
        <w:rPr>
          <w:sz w:val="28"/>
          <w:szCs w:val="28"/>
        </w:rPr>
        <w:t>Н</w:t>
      </w:r>
      <w:r w:rsidR="00A737C0" w:rsidRPr="009576E6">
        <w:rPr>
          <w:sz w:val="28"/>
          <w:szCs w:val="28"/>
        </w:rPr>
        <w:t>аправить утвержденный перечень мест организации ярмарок в департамент потребительского рынка Ростовской области</w:t>
      </w:r>
    </w:p>
    <w:p w:rsidR="00C64C34" w:rsidRPr="009576E6" w:rsidRDefault="0017020C" w:rsidP="002937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E6">
        <w:rPr>
          <w:rFonts w:ascii="Times New Roman" w:hAnsi="Times New Roman" w:cs="Times New Roman"/>
          <w:sz w:val="28"/>
          <w:szCs w:val="28"/>
        </w:rPr>
        <w:t>2.2</w:t>
      </w:r>
      <w:r w:rsidR="009576E6">
        <w:rPr>
          <w:rFonts w:ascii="Times New Roman" w:hAnsi="Times New Roman" w:cs="Times New Roman"/>
          <w:sz w:val="28"/>
          <w:szCs w:val="28"/>
        </w:rPr>
        <w:t>.</w:t>
      </w:r>
      <w:r w:rsidR="00DA7195" w:rsidRPr="009576E6">
        <w:rPr>
          <w:rFonts w:ascii="Times New Roman" w:hAnsi="Times New Roman" w:cs="Times New Roman"/>
          <w:sz w:val="28"/>
          <w:szCs w:val="28"/>
        </w:rPr>
        <w:t>Р</w:t>
      </w:r>
      <w:r w:rsidR="00A737C0" w:rsidRPr="009576E6"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Милютинского района утвержденный перечень мест организации ярмарок.</w:t>
      </w:r>
    </w:p>
    <w:p w:rsidR="00ED32D2" w:rsidRPr="009576E6" w:rsidRDefault="00A737C0" w:rsidP="00A737C0">
      <w:pPr>
        <w:ind w:firstLine="709"/>
        <w:jc w:val="both"/>
        <w:rPr>
          <w:spacing w:val="-2"/>
          <w:sz w:val="28"/>
          <w:szCs w:val="28"/>
        </w:rPr>
      </w:pPr>
      <w:r w:rsidRPr="009576E6">
        <w:rPr>
          <w:sz w:val="28"/>
          <w:szCs w:val="28"/>
        </w:rPr>
        <w:t>3</w:t>
      </w:r>
      <w:r w:rsidR="00287F72" w:rsidRPr="009576E6">
        <w:rPr>
          <w:sz w:val="28"/>
          <w:szCs w:val="28"/>
        </w:rPr>
        <w:t>.</w:t>
      </w:r>
      <w:r w:rsidR="009576E6">
        <w:rPr>
          <w:sz w:val="28"/>
          <w:szCs w:val="28"/>
        </w:rPr>
        <w:t>Контроль за ис</w:t>
      </w:r>
      <w:r w:rsidR="00AA6516" w:rsidRPr="009576E6">
        <w:rPr>
          <w:sz w:val="28"/>
          <w:szCs w:val="28"/>
        </w:rPr>
        <w:t>полнением постановления возложить на первого заместителя главы Администрации Милютинского района О.Р. Писаренко</w:t>
      </w:r>
      <w:r w:rsidR="00ED32D2" w:rsidRPr="009576E6">
        <w:rPr>
          <w:sz w:val="28"/>
          <w:szCs w:val="28"/>
        </w:rPr>
        <w:t>.</w:t>
      </w:r>
    </w:p>
    <w:p w:rsidR="009576E6" w:rsidRDefault="009576E6" w:rsidP="009576E6">
      <w:pPr>
        <w:tabs>
          <w:tab w:val="left" w:pos="7797"/>
        </w:tabs>
        <w:rPr>
          <w:sz w:val="28"/>
          <w:szCs w:val="28"/>
        </w:rPr>
      </w:pPr>
    </w:p>
    <w:p w:rsidR="009576E6" w:rsidRDefault="009576E6" w:rsidP="009576E6">
      <w:pPr>
        <w:tabs>
          <w:tab w:val="left" w:pos="7797"/>
        </w:tabs>
        <w:rPr>
          <w:sz w:val="28"/>
          <w:szCs w:val="28"/>
        </w:rPr>
      </w:pPr>
    </w:p>
    <w:p w:rsidR="009576E6" w:rsidRDefault="00AA6516" w:rsidP="009576E6">
      <w:pPr>
        <w:tabs>
          <w:tab w:val="left" w:pos="7797"/>
        </w:tabs>
        <w:rPr>
          <w:sz w:val="28"/>
          <w:szCs w:val="28"/>
        </w:rPr>
      </w:pPr>
      <w:r w:rsidRPr="009576E6">
        <w:rPr>
          <w:sz w:val="28"/>
          <w:szCs w:val="28"/>
        </w:rPr>
        <w:t xml:space="preserve">Глава Администрации </w:t>
      </w:r>
    </w:p>
    <w:p w:rsidR="00EF673A" w:rsidRPr="009576E6" w:rsidRDefault="00AA6516" w:rsidP="009576E6">
      <w:pPr>
        <w:tabs>
          <w:tab w:val="left" w:pos="7797"/>
        </w:tabs>
        <w:rPr>
          <w:sz w:val="28"/>
          <w:szCs w:val="28"/>
        </w:rPr>
      </w:pPr>
      <w:r w:rsidRPr="009576E6">
        <w:rPr>
          <w:sz w:val="28"/>
          <w:szCs w:val="28"/>
        </w:rPr>
        <w:t xml:space="preserve">Милютинского района                          </w:t>
      </w:r>
      <w:r w:rsidR="009576E6">
        <w:rPr>
          <w:sz w:val="28"/>
          <w:szCs w:val="28"/>
        </w:rPr>
        <w:tab/>
      </w:r>
      <w:r w:rsidR="009576E6">
        <w:rPr>
          <w:sz w:val="28"/>
          <w:szCs w:val="28"/>
        </w:rPr>
        <w:tab/>
      </w:r>
      <w:r w:rsidRPr="009576E6">
        <w:rPr>
          <w:sz w:val="28"/>
          <w:szCs w:val="28"/>
        </w:rPr>
        <w:t>А.Н. Королев</w:t>
      </w:r>
    </w:p>
    <w:p w:rsidR="009576E6" w:rsidRPr="009576E6" w:rsidRDefault="009576E6" w:rsidP="009576E6">
      <w:pPr>
        <w:autoSpaceDE w:val="0"/>
        <w:autoSpaceDN w:val="0"/>
        <w:adjustRightInd w:val="0"/>
        <w:rPr>
          <w:sz w:val="18"/>
          <w:szCs w:val="18"/>
        </w:rPr>
      </w:pPr>
    </w:p>
    <w:p w:rsidR="009576E6" w:rsidRDefault="009576E6" w:rsidP="009576E6">
      <w:pPr>
        <w:autoSpaceDE w:val="0"/>
        <w:autoSpaceDN w:val="0"/>
        <w:adjustRightInd w:val="0"/>
        <w:rPr>
          <w:sz w:val="18"/>
          <w:szCs w:val="18"/>
        </w:rPr>
      </w:pPr>
    </w:p>
    <w:p w:rsidR="009576E6" w:rsidRPr="009576E6" w:rsidRDefault="009576E6" w:rsidP="009576E6">
      <w:pPr>
        <w:autoSpaceDE w:val="0"/>
        <w:autoSpaceDN w:val="0"/>
        <w:adjustRightInd w:val="0"/>
        <w:rPr>
          <w:sz w:val="18"/>
          <w:szCs w:val="18"/>
        </w:rPr>
      </w:pPr>
    </w:p>
    <w:p w:rsidR="00AA6516" w:rsidRPr="009576E6" w:rsidRDefault="009576E6" w:rsidP="009576E6">
      <w:pPr>
        <w:autoSpaceDE w:val="0"/>
        <w:autoSpaceDN w:val="0"/>
        <w:adjustRightInd w:val="0"/>
        <w:rPr>
          <w:sz w:val="18"/>
          <w:szCs w:val="18"/>
        </w:rPr>
      </w:pPr>
      <w:r w:rsidRPr="009576E6">
        <w:rPr>
          <w:sz w:val="18"/>
          <w:szCs w:val="18"/>
        </w:rPr>
        <w:t>Постановление</w:t>
      </w:r>
      <w:r w:rsidR="00AA6516" w:rsidRPr="009576E6">
        <w:rPr>
          <w:sz w:val="18"/>
          <w:szCs w:val="18"/>
        </w:rPr>
        <w:t xml:space="preserve"> вносит отдел </w:t>
      </w:r>
    </w:p>
    <w:p w:rsidR="00AA6516" w:rsidRPr="009576E6" w:rsidRDefault="00AA6516" w:rsidP="009576E6">
      <w:pPr>
        <w:autoSpaceDE w:val="0"/>
        <w:autoSpaceDN w:val="0"/>
        <w:adjustRightInd w:val="0"/>
        <w:rPr>
          <w:sz w:val="18"/>
          <w:szCs w:val="18"/>
        </w:rPr>
      </w:pPr>
      <w:r w:rsidRPr="009576E6">
        <w:rPr>
          <w:sz w:val="18"/>
          <w:szCs w:val="18"/>
        </w:rPr>
        <w:t>социально-экономического</w:t>
      </w:r>
    </w:p>
    <w:p w:rsidR="00AA6516" w:rsidRPr="00293743" w:rsidRDefault="00AA6516" w:rsidP="009576E6">
      <w:pPr>
        <w:autoSpaceDE w:val="0"/>
        <w:autoSpaceDN w:val="0"/>
        <w:adjustRightInd w:val="0"/>
        <w:rPr>
          <w:sz w:val="22"/>
          <w:szCs w:val="22"/>
        </w:rPr>
      </w:pPr>
      <w:r w:rsidRPr="009576E6">
        <w:rPr>
          <w:sz w:val="18"/>
          <w:szCs w:val="18"/>
        </w:rPr>
        <w:t>прогнозирования</w:t>
      </w:r>
    </w:p>
    <w:p w:rsidR="000878DA" w:rsidRPr="00293743" w:rsidRDefault="000878DA" w:rsidP="00592DA0">
      <w:pPr>
        <w:autoSpaceDE w:val="0"/>
        <w:autoSpaceDN w:val="0"/>
        <w:adjustRightInd w:val="0"/>
        <w:ind w:firstLine="709"/>
        <w:rPr>
          <w:sz w:val="22"/>
          <w:szCs w:val="22"/>
        </w:rPr>
      </w:pPr>
    </w:p>
    <w:tbl>
      <w:tblPr>
        <w:tblW w:w="0" w:type="auto"/>
        <w:tblInd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3"/>
      </w:tblGrid>
      <w:tr w:rsidR="00900FDB" w:rsidRPr="008A3D9E" w:rsidTr="008A3D9E"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</w:tcPr>
          <w:p w:rsidR="00900FDB" w:rsidRPr="008A3D9E" w:rsidRDefault="00900FDB" w:rsidP="008A3D9E">
            <w:pPr>
              <w:pageBreakBefore/>
              <w:jc w:val="center"/>
              <w:rPr>
                <w:sz w:val="26"/>
                <w:szCs w:val="26"/>
              </w:rPr>
            </w:pPr>
            <w:r w:rsidRPr="008A3D9E">
              <w:rPr>
                <w:sz w:val="26"/>
                <w:szCs w:val="26"/>
              </w:rPr>
              <w:lastRenderedPageBreak/>
              <w:t xml:space="preserve">Приложение </w:t>
            </w:r>
          </w:p>
          <w:p w:rsidR="00900FDB" w:rsidRPr="008A3D9E" w:rsidRDefault="00900FDB" w:rsidP="008A3D9E">
            <w:pPr>
              <w:jc w:val="center"/>
              <w:rPr>
                <w:sz w:val="26"/>
                <w:szCs w:val="26"/>
              </w:rPr>
            </w:pPr>
            <w:r w:rsidRPr="008A3D9E">
              <w:rPr>
                <w:sz w:val="26"/>
                <w:szCs w:val="26"/>
              </w:rPr>
              <w:t>к постановлению</w:t>
            </w:r>
          </w:p>
          <w:p w:rsidR="00900FDB" w:rsidRPr="008A3D9E" w:rsidRDefault="00900FDB" w:rsidP="008A3D9E">
            <w:pPr>
              <w:jc w:val="center"/>
              <w:rPr>
                <w:sz w:val="26"/>
                <w:szCs w:val="26"/>
              </w:rPr>
            </w:pPr>
            <w:r w:rsidRPr="008A3D9E">
              <w:rPr>
                <w:sz w:val="26"/>
                <w:szCs w:val="26"/>
              </w:rPr>
              <w:t>Администрации</w:t>
            </w:r>
          </w:p>
          <w:p w:rsidR="00900FDB" w:rsidRPr="008A3D9E" w:rsidRDefault="00900FDB" w:rsidP="008A3D9E">
            <w:pPr>
              <w:jc w:val="center"/>
              <w:rPr>
                <w:sz w:val="26"/>
                <w:szCs w:val="26"/>
              </w:rPr>
            </w:pPr>
            <w:r w:rsidRPr="008A3D9E">
              <w:rPr>
                <w:sz w:val="26"/>
                <w:szCs w:val="26"/>
              </w:rPr>
              <w:t>Милютинского района</w:t>
            </w:r>
          </w:p>
          <w:p w:rsidR="00900FDB" w:rsidRPr="008A3D9E" w:rsidRDefault="009576E6" w:rsidP="008A3D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26.12</w:t>
            </w:r>
            <w:r w:rsidR="00900FDB" w:rsidRPr="008A3D9E">
              <w:rPr>
                <w:sz w:val="26"/>
                <w:szCs w:val="26"/>
              </w:rPr>
              <w:t>.201</w:t>
            </w:r>
            <w:r w:rsidR="00DA7195" w:rsidRPr="008A3D9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№ 938</w:t>
            </w:r>
          </w:p>
          <w:p w:rsidR="00900FDB" w:rsidRPr="008A3D9E" w:rsidRDefault="00900FDB" w:rsidP="008A3D9E">
            <w:pPr>
              <w:jc w:val="center"/>
              <w:rPr>
                <w:sz w:val="26"/>
                <w:szCs w:val="26"/>
              </w:rPr>
            </w:pPr>
          </w:p>
        </w:tc>
      </w:tr>
    </w:tbl>
    <w:p w:rsidR="00ED32D2" w:rsidRPr="00DA7195" w:rsidRDefault="00ED32D2" w:rsidP="00592DA0">
      <w:pPr>
        <w:ind w:firstLine="709"/>
        <w:rPr>
          <w:sz w:val="26"/>
          <w:szCs w:val="26"/>
        </w:rPr>
      </w:pPr>
    </w:p>
    <w:p w:rsidR="00293743" w:rsidRPr="00DA7195" w:rsidRDefault="00293743" w:rsidP="00592DA0">
      <w:pPr>
        <w:ind w:firstLine="709"/>
        <w:rPr>
          <w:sz w:val="26"/>
          <w:szCs w:val="26"/>
        </w:rPr>
      </w:pPr>
    </w:p>
    <w:p w:rsidR="009576E6" w:rsidRPr="009576E6" w:rsidRDefault="00ED6ECE" w:rsidP="00ED6ECE">
      <w:pPr>
        <w:jc w:val="center"/>
        <w:rPr>
          <w:sz w:val="28"/>
          <w:szCs w:val="28"/>
        </w:rPr>
      </w:pPr>
      <w:r w:rsidRPr="009576E6">
        <w:rPr>
          <w:sz w:val="28"/>
          <w:szCs w:val="28"/>
        </w:rPr>
        <w:t>П</w:t>
      </w:r>
      <w:r w:rsidR="009576E6" w:rsidRPr="009576E6">
        <w:rPr>
          <w:sz w:val="28"/>
          <w:szCs w:val="28"/>
        </w:rPr>
        <w:t>ЕРЕЧЕНЬ</w:t>
      </w:r>
      <w:r w:rsidRPr="009576E6">
        <w:rPr>
          <w:sz w:val="28"/>
          <w:szCs w:val="28"/>
        </w:rPr>
        <w:t xml:space="preserve"> </w:t>
      </w:r>
    </w:p>
    <w:p w:rsidR="00ED6ECE" w:rsidRPr="009576E6" w:rsidRDefault="00ED6ECE" w:rsidP="00ED6ECE">
      <w:pPr>
        <w:jc w:val="center"/>
        <w:rPr>
          <w:sz w:val="28"/>
          <w:szCs w:val="28"/>
        </w:rPr>
      </w:pPr>
      <w:r w:rsidRPr="009576E6">
        <w:rPr>
          <w:sz w:val="28"/>
          <w:szCs w:val="28"/>
        </w:rPr>
        <w:t xml:space="preserve">мест организации ярмарок на территории </w:t>
      </w:r>
    </w:p>
    <w:p w:rsidR="00ED6ECE" w:rsidRPr="009576E6" w:rsidRDefault="00ED6ECE" w:rsidP="00ED6ECE">
      <w:pPr>
        <w:jc w:val="center"/>
        <w:rPr>
          <w:sz w:val="28"/>
          <w:szCs w:val="28"/>
        </w:rPr>
      </w:pPr>
      <w:r w:rsidRPr="009576E6">
        <w:rPr>
          <w:sz w:val="28"/>
          <w:szCs w:val="28"/>
        </w:rPr>
        <w:t>муниципального образования «Милютинский район» на 201</w:t>
      </w:r>
      <w:r w:rsidR="00DA7195" w:rsidRPr="009576E6">
        <w:rPr>
          <w:sz w:val="28"/>
          <w:szCs w:val="28"/>
        </w:rPr>
        <w:t>8</w:t>
      </w:r>
      <w:r w:rsidR="00293743" w:rsidRPr="009576E6">
        <w:rPr>
          <w:sz w:val="28"/>
          <w:szCs w:val="28"/>
        </w:rPr>
        <w:t xml:space="preserve"> год</w:t>
      </w:r>
    </w:p>
    <w:p w:rsidR="00E4523D" w:rsidRPr="009576E6" w:rsidRDefault="00E4523D" w:rsidP="0017020C">
      <w:pPr>
        <w:ind w:firstLine="709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178"/>
        <w:gridCol w:w="2860"/>
        <w:gridCol w:w="3235"/>
      </w:tblGrid>
      <w:tr w:rsidR="00E4523D" w:rsidRPr="009576E6" w:rsidTr="008A3D9E">
        <w:tc>
          <w:tcPr>
            <w:tcW w:w="616" w:type="dxa"/>
          </w:tcPr>
          <w:p w:rsidR="00E4523D" w:rsidRPr="009576E6" w:rsidRDefault="00E4523D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№ п/п</w:t>
            </w:r>
          </w:p>
        </w:tc>
        <w:tc>
          <w:tcPr>
            <w:tcW w:w="3178" w:type="dxa"/>
          </w:tcPr>
          <w:p w:rsidR="00E4523D" w:rsidRPr="009576E6" w:rsidRDefault="00E4523D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2860" w:type="dxa"/>
          </w:tcPr>
          <w:p w:rsidR="00E4523D" w:rsidRPr="009576E6" w:rsidRDefault="00E4523D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Тип ярмарки</w:t>
            </w:r>
          </w:p>
        </w:tc>
        <w:tc>
          <w:tcPr>
            <w:tcW w:w="3235" w:type="dxa"/>
          </w:tcPr>
          <w:p w:rsidR="00E4523D" w:rsidRPr="009576E6" w:rsidRDefault="00E4523D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Вид ярмарки</w:t>
            </w:r>
          </w:p>
        </w:tc>
      </w:tr>
      <w:tr w:rsidR="004B2BA9" w:rsidRPr="009576E6" w:rsidTr="008A3D9E">
        <w:tc>
          <w:tcPr>
            <w:tcW w:w="616" w:type="dxa"/>
          </w:tcPr>
          <w:p w:rsidR="004B2BA9" w:rsidRPr="009576E6" w:rsidRDefault="004B2BA9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1</w:t>
            </w:r>
          </w:p>
        </w:tc>
        <w:tc>
          <w:tcPr>
            <w:tcW w:w="3178" w:type="dxa"/>
          </w:tcPr>
          <w:p w:rsidR="004B2BA9" w:rsidRPr="009576E6" w:rsidRDefault="004B2BA9" w:rsidP="00A669CF">
            <w:pPr>
              <w:pStyle w:val="af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 xml:space="preserve">ст. Милютинская, </w:t>
            </w:r>
          </w:p>
          <w:p w:rsidR="004B2BA9" w:rsidRPr="009576E6" w:rsidRDefault="004B2BA9" w:rsidP="00A669CF">
            <w:pPr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 xml:space="preserve">ул. Октябрьская, 47 </w:t>
            </w:r>
          </w:p>
        </w:tc>
        <w:tc>
          <w:tcPr>
            <w:tcW w:w="2860" w:type="dxa"/>
          </w:tcPr>
          <w:p w:rsidR="004B2BA9" w:rsidRPr="009576E6" w:rsidRDefault="004B2BA9" w:rsidP="00A669CF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3235" w:type="dxa"/>
          </w:tcPr>
          <w:p w:rsidR="004B2BA9" w:rsidRPr="009576E6" w:rsidRDefault="004B2BA9" w:rsidP="00A669CF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постоянно действующая</w:t>
            </w:r>
          </w:p>
          <w:p w:rsidR="004B2BA9" w:rsidRPr="009576E6" w:rsidRDefault="004B2BA9" w:rsidP="00A669CF">
            <w:pPr>
              <w:rPr>
                <w:sz w:val="28"/>
                <w:szCs w:val="28"/>
              </w:rPr>
            </w:pPr>
          </w:p>
        </w:tc>
      </w:tr>
      <w:tr w:rsidR="004B2BA9" w:rsidRPr="009576E6" w:rsidTr="008A3D9E">
        <w:tc>
          <w:tcPr>
            <w:tcW w:w="616" w:type="dxa"/>
          </w:tcPr>
          <w:p w:rsidR="004B2BA9" w:rsidRPr="009576E6" w:rsidRDefault="004B2BA9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2</w:t>
            </w:r>
          </w:p>
        </w:tc>
        <w:tc>
          <w:tcPr>
            <w:tcW w:w="3178" w:type="dxa"/>
          </w:tcPr>
          <w:p w:rsidR="004B2BA9" w:rsidRPr="009576E6" w:rsidRDefault="004B2BA9" w:rsidP="00A669CF">
            <w:pPr>
              <w:pStyle w:val="af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 xml:space="preserve">ст. Милютинская, </w:t>
            </w:r>
          </w:p>
          <w:p w:rsidR="004B2BA9" w:rsidRPr="009576E6" w:rsidRDefault="004B2BA9" w:rsidP="00A669CF">
            <w:pPr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ул. Октябрьская, 47 а</w:t>
            </w:r>
          </w:p>
        </w:tc>
        <w:tc>
          <w:tcPr>
            <w:tcW w:w="2860" w:type="dxa"/>
          </w:tcPr>
          <w:p w:rsidR="004B2BA9" w:rsidRPr="009576E6" w:rsidRDefault="004B2BA9" w:rsidP="00A669CF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3235" w:type="dxa"/>
          </w:tcPr>
          <w:p w:rsidR="004B2BA9" w:rsidRPr="009576E6" w:rsidRDefault="004B2BA9" w:rsidP="00A669CF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сезонная  ярмарка</w:t>
            </w:r>
          </w:p>
          <w:p w:rsidR="004B2BA9" w:rsidRPr="009576E6" w:rsidRDefault="004B2BA9" w:rsidP="00A669CF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праздничная ярмарка</w:t>
            </w:r>
          </w:p>
          <w:p w:rsidR="004B2BA9" w:rsidRPr="009576E6" w:rsidRDefault="004B2BA9" w:rsidP="00A669CF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 xml:space="preserve">ярмарка выходного дня </w:t>
            </w:r>
          </w:p>
        </w:tc>
      </w:tr>
      <w:tr w:rsidR="004B2BA9" w:rsidRPr="009576E6" w:rsidTr="008A3D9E">
        <w:tc>
          <w:tcPr>
            <w:tcW w:w="616" w:type="dxa"/>
          </w:tcPr>
          <w:p w:rsidR="004B2BA9" w:rsidRPr="009576E6" w:rsidRDefault="004B2BA9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4B2BA9" w:rsidRPr="009576E6" w:rsidRDefault="004B2BA9" w:rsidP="00A669CF">
            <w:pPr>
              <w:pStyle w:val="af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 xml:space="preserve">ст. Милютинская, </w:t>
            </w:r>
          </w:p>
          <w:p w:rsidR="004B2BA9" w:rsidRPr="009576E6" w:rsidRDefault="004B2BA9" w:rsidP="00A669CF">
            <w:pPr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ул. Советская, 35</w:t>
            </w:r>
          </w:p>
        </w:tc>
        <w:tc>
          <w:tcPr>
            <w:tcW w:w="2860" w:type="dxa"/>
          </w:tcPr>
          <w:p w:rsidR="004B2BA9" w:rsidRPr="009576E6" w:rsidRDefault="004B2BA9" w:rsidP="00A669CF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промышленная</w:t>
            </w:r>
          </w:p>
        </w:tc>
        <w:tc>
          <w:tcPr>
            <w:tcW w:w="3235" w:type="dxa"/>
          </w:tcPr>
          <w:p w:rsidR="004B2BA9" w:rsidRPr="009576E6" w:rsidRDefault="004B2BA9" w:rsidP="00A669CF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сезонная  ярмарка</w:t>
            </w:r>
          </w:p>
          <w:p w:rsidR="004B2BA9" w:rsidRPr="009576E6" w:rsidRDefault="004B2BA9" w:rsidP="00A669CF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праздничная ярмарка</w:t>
            </w:r>
          </w:p>
          <w:p w:rsidR="004B2BA9" w:rsidRPr="009576E6" w:rsidRDefault="004B2BA9" w:rsidP="00A669CF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ярмарка выходного дня</w:t>
            </w:r>
          </w:p>
        </w:tc>
      </w:tr>
      <w:tr w:rsidR="00ED6ECE" w:rsidRPr="009576E6" w:rsidTr="008A3D9E">
        <w:tc>
          <w:tcPr>
            <w:tcW w:w="616" w:type="dxa"/>
          </w:tcPr>
          <w:p w:rsidR="00ED6ECE" w:rsidRPr="009576E6" w:rsidRDefault="004B2BA9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ED6ECE" w:rsidRPr="009576E6" w:rsidRDefault="00ED6ECE" w:rsidP="00551F22">
            <w:pPr>
              <w:pStyle w:val="af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 xml:space="preserve">ст. Милютинская, </w:t>
            </w:r>
          </w:p>
          <w:p w:rsidR="00ED6ECE" w:rsidRPr="009576E6" w:rsidRDefault="00ED6ECE" w:rsidP="00551F22">
            <w:pPr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ул. Комсомольская, 19</w:t>
            </w:r>
          </w:p>
        </w:tc>
        <w:tc>
          <w:tcPr>
            <w:tcW w:w="2860" w:type="dxa"/>
          </w:tcPr>
          <w:p w:rsidR="00ED6ECE" w:rsidRPr="009576E6" w:rsidRDefault="00ED6ECE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сельскохозяйственная</w:t>
            </w:r>
          </w:p>
        </w:tc>
        <w:tc>
          <w:tcPr>
            <w:tcW w:w="3235" w:type="dxa"/>
          </w:tcPr>
          <w:p w:rsidR="00ED6ECE" w:rsidRPr="009576E6" w:rsidRDefault="00ED6ECE" w:rsidP="008A3D9E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сезонная  ярмарка</w:t>
            </w:r>
          </w:p>
          <w:p w:rsidR="00ED6ECE" w:rsidRPr="009576E6" w:rsidRDefault="00ED6ECE" w:rsidP="008A3D9E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праздничная ярмарка</w:t>
            </w:r>
          </w:p>
          <w:p w:rsidR="00ED6ECE" w:rsidRPr="009576E6" w:rsidRDefault="00ED6ECE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ярмарка выходного дня</w:t>
            </w:r>
          </w:p>
        </w:tc>
      </w:tr>
      <w:tr w:rsidR="00ED6ECE" w:rsidRPr="009576E6" w:rsidTr="008A3D9E">
        <w:tc>
          <w:tcPr>
            <w:tcW w:w="616" w:type="dxa"/>
          </w:tcPr>
          <w:p w:rsidR="00ED6ECE" w:rsidRPr="009576E6" w:rsidRDefault="00ED6ECE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5</w:t>
            </w:r>
          </w:p>
        </w:tc>
        <w:tc>
          <w:tcPr>
            <w:tcW w:w="3178" w:type="dxa"/>
          </w:tcPr>
          <w:p w:rsidR="00ED6ECE" w:rsidRPr="009576E6" w:rsidRDefault="00ED6ECE" w:rsidP="008A3D9E">
            <w:pPr>
              <w:jc w:val="both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ст. Селивановская,</w:t>
            </w:r>
          </w:p>
          <w:p w:rsidR="00ED6ECE" w:rsidRPr="009576E6" w:rsidRDefault="00ED6ECE" w:rsidP="008A3D9E">
            <w:pPr>
              <w:jc w:val="both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ул. Кооперативная, 15 а</w:t>
            </w:r>
          </w:p>
        </w:tc>
        <w:tc>
          <w:tcPr>
            <w:tcW w:w="2860" w:type="dxa"/>
          </w:tcPr>
          <w:p w:rsidR="00ED6ECE" w:rsidRPr="009576E6" w:rsidRDefault="00ED6ECE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3235" w:type="dxa"/>
          </w:tcPr>
          <w:p w:rsidR="00ED6ECE" w:rsidRPr="009576E6" w:rsidRDefault="00ED6ECE" w:rsidP="008A3D9E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сезонная  ярмарка</w:t>
            </w:r>
          </w:p>
          <w:p w:rsidR="00ED6ECE" w:rsidRPr="009576E6" w:rsidRDefault="00ED6ECE" w:rsidP="008A3D9E">
            <w:pPr>
              <w:pStyle w:val="af"/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праздничная ярмарка</w:t>
            </w:r>
          </w:p>
          <w:p w:rsidR="00ED6ECE" w:rsidRPr="009576E6" w:rsidRDefault="00ED6ECE" w:rsidP="008A3D9E">
            <w:pPr>
              <w:jc w:val="center"/>
              <w:rPr>
                <w:sz w:val="28"/>
                <w:szCs w:val="28"/>
              </w:rPr>
            </w:pPr>
            <w:r w:rsidRPr="009576E6">
              <w:rPr>
                <w:sz w:val="28"/>
                <w:szCs w:val="28"/>
              </w:rPr>
              <w:t>ярмарка выходного дня</w:t>
            </w:r>
          </w:p>
        </w:tc>
      </w:tr>
    </w:tbl>
    <w:p w:rsidR="00E4523D" w:rsidRPr="009576E6" w:rsidRDefault="00E4523D" w:rsidP="0017020C">
      <w:pPr>
        <w:ind w:firstLine="709"/>
        <w:jc w:val="center"/>
        <w:rPr>
          <w:sz w:val="28"/>
          <w:szCs w:val="28"/>
        </w:rPr>
      </w:pPr>
    </w:p>
    <w:p w:rsidR="0017020C" w:rsidRPr="009576E6" w:rsidRDefault="0017020C" w:rsidP="00592DA0">
      <w:pPr>
        <w:ind w:firstLine="709"/>
        <w:rPr>
          <w:sz w:val="28"/>
          <w:szCs w:val="28"/>
        </w:rPr>
      </w:pPr>
    </w:p>
    <w:p w:rsidR="00E63DA7" w:rsidRPr="009576E6" w:rsidRDefault="00E63DA7" w:rsidP="00592DA0">
      <w:pPr>
        <w:ind w:firstLine="709"/>
        <w:rPr>
          <w:sz w:val="28"/>
          <w:szCs w:val="28"/>
        </w:rPr>
      </w:pPr>
    </w:p>
    <w:p w:rsidR="00900FDB" w:rsidRPr="009576E6" w:rsidRDefault="00900FDB" w:rsidP="009576E6">
      <w:pPr>
        <w:jc w:val="both"/>
        <w:rPr>
          <w:sz w:val="28"/>
          <w:szCs w:val="28"/>
        </w:rPr>
      </w:pPr>
      <w:r w:rsidRPr="009576E6">
        <w:rPr>
          <w:sz w:val="28"/>
          <w:szCs w:val="28"/>
        </w:rPr>
        <w:t>Заместитель главы Администрации</w:t>
      </w:r>
    </w:p>
    <w:p w:rsidR="00900FDB" w:rsidRPr="009576E6" w:rsidRDefault="00900FDB" w:rsidP="009576E6">
      <w:pPr>
        <w:jc w:val="both"/>
        <w:rPr>
          <w:sz w:val="28"/>
          <w:szCs w:val="28"/>
        </w:rPr>
      </w:pPr>
      <w:r w:rsidRPr="009576E6">
        <w:rPr>
          <w:sz w:val="28"/>
          <w:szCs w:val="28"/>
        </w:rPr>
        <w:t>Милютинского района по</w:t>
      </w:r>
    </w:p>
    <w:p w:rsidR="00900FDB" w:rsidRPr="009576E6" w:rsidRDefault="00900FDB" w:rsidP="009576E6">
      <w:pPr>
        <w:jc w:val="both"/>
        <w:rPr>
          <w:sz w:val="28"/>
          <w:szCs w:val="28"/>
        </w:rPr>
      </w:pPr>
      <w:r w:rsidRPr="009576E6">
        <w:rPr>
          <w:sz w:val="28"/>
          <w:szCs w:val="28"/>
        </w:rPr>
        <w:t xml:space="preserve">организационной и кадровой работе                              </w:t>
      </w:r>
      <w:r w:rsidR="009576E6">
        <w:rPr>
          <w:sz w:val="28"/>
          <w:szCs w:val="28"/>
        </w:rPr>
        <w:tab/>
      </w:r>
      <w:r w:rsidR="009576E6">
        <w:rPr>
          <w:sz w:val="28"/>
          <w:szCs w:val="28"/>
        </w:rPr>
        <w:tab/>
      </w:r>
      <w:r w:rsidRPr="009576E6">
        <w:rPr>
          <w:sz w:val="28"/>
          <w:szCs w:val="28"/>
        </w:rPr>
        <w:t xml:space="preserve">  Т.В. Королева</w:t>
      </w:r>
    </w:p>
    <w:p w:rsidR="00900FDB" w:rsidRPr="009576E6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Pr="009576E6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Pr="009576E6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p w:rsidR="00900FDB" w:rsidRDefault="00900FDB" w:rsidP="00900FDB">
      <w:pPr>
        <w:ind w:firstLine="709"/>
        <w:jc w:val="both"/>
        <w:rPr>
          <w:sz w:val="28"/>
          <w:szCs w:val="28"/>
        </w:rPr>
      </w:pPr>
    </w:p>
    <w:sectPr w:rsidR="00900FDB" w:rsidSect="00615801">
      <w:footerReference w:type="even" r:id="rId8"/>
      <w:footerReference w:type="default" r:id="rId9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6A8" w:rsidRDefault="00A426A8">
      <w:r>
        <w:separator/>
      </w:r>
    </w:p>
  </w:endnote>
  <w:endnote w:type="continuationSeparator" w:id="0">
    <w:p w:rsidR="00A426A8" w:rsidRDefault="00A4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60" w:rsidRDefault="004E6E60" w:rsidP="00745ABF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6E60" w:rsidRDefault="004E6E6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E60" w:rsidRDefault="004E6E60" w:rsidP="00745ABF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0527D">
      <w:rPr>
        <w:rStyle w:val="a9"/>
        <w:noProof/>
      </w:rPr>
      <w:t>1</w:t>
    </w:r>
    <w:r>
      <w:rPr>
        <w:rStyle w:val="a9"/>
      </w:rPr>
      <w:fldChar w:fldCharType="end"/>
    </w:r>
  </w:p>
  <w:p w:rsidR="004E6E60" w:rsidRPr="00EF673A" w:rsidRDefault="004E6E60" w:rsidP="00476F55">
    <w:pPr>
      <w:pStyle w:val="a6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6A8" w:rsidRDefault="00A426A8">
      <w:r>
        <w:separator/>
      </w:r>
    </w:p>
  </w:footnote>
  <w:footnote w:type="continuationSeparator" w:id="0">
    <w:p w:rsidR="00A426A8" w:rsidRDefault="00A42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2pt" o:bullet="t">
        <v:imagedata r:id="rId1" o:title=""/>
      </v:shape>
    </w:pict>
  </w:numPicBullet>
  <w:abstractNum w:abstractNumId="0" w15:restartNumberingAfterBreak="0">
    <w:nsid w:val="0E3E2337"/>
    <w:multiLevelType w:val="hybridMultilevel"/>
    <w:tmpl w:val="2D7A1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61EED"/>
    <w:multiLevelType w:val="hybridMultilevel"/>
    <w:tmpl w:val="F104BD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148F2"/>
    <w:multiLevelType w:val="hybridMultilevel"/>
    <w:tmpl w:val="0F5ED632"/>
    <w:lvl w:ilvl="0" w:tplc="15F260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2D2"/>
    <w:rsid w:val="0000527D"/>
    <w:rsid w:val="00017169"/>
    <w:rsid w:val="000246E0"/>
    <w:rsid w:val="00035F1B"/>
    <w:rsid w:val="000553CB"/>
    <w:rsid w:val="00067489"/>
    <w:rsid w:val="000878DA"/>
    <w:rsid w:val="000A2939"/>
    <w:rsid w:val="000A2D94"/>
    <w:rsid w:val="000B371C"/>
    <w:rsid w:val="000B4EB6"/>
    <w:rsid w:val="000D157C"/>
    <w:rsid w:val="000E28C9"/>
    <w:rsid w:val="000E2EA3"/>
    <w:rsid w:val="00117F70"/>
    <w:rsid w:val="001471F2"/>
    <w:rsid w:val="00153E1D"/>
    <w:rsid w:val="00161CC2"/>
    <w:rsid w:val="0017020C"/>
    <w:rsid w:val="00184ECE"/>
    <w:rsid w:val="00197AEA"/>
    <w:rsid w:val="001A0C17"/>
    <w:rsid w:val="001A49DD"/>
    <w:rsid w:val="00203618"/>
    <w:rsid w:val="00206936"/>
    <w:rsid w:val="0026768C"/>
    <w:rsid w:val="00287F72"/>
    <w:rsid w:val="00293743"/>
    <w:rsid w:val="002957A0"/>
    <w:rsid w:val="00297439"/>
    <w:rsid w:val="002B15BD"/>
    <w:rsid w:val="002D319D"/>
    <w:rsid w:val="002F7CA6"/>
    <w:rsid w:val="0030394C"/>
    <w:rsid w:val="00305371"/>
    <w:rsid w:val="00310A25"/>
    <w:rsid w:val="0031145E"/>
    <w:rsid w:val="0031252F"/>
    <w:rsid w:val="003163A0"/>
    <w:rsid w:val="00331E18"/>
    <w:rsid w:val="0038130D"/>
    <w:rsid w:val="003A34AE"/>
    <w:rsid w:val="003C544B"/>
    <w:rsid w:val="003D075F"/>
    <w:rsid w:val="003E05DD"/>
    <w:rsid w:val="003F0051"/>
    <w:rsid w:val="0041480F"/>
    <w:rsid w:val="00416D00"/>
    <w:rsid w:val="0042489B"/>
    <w:rsid w:val="00427B3E"/>
    <w:rsid w:val="00442F95"/>
    <w:rsid w:val="00450996"/>
    <w:rsid w:val="00476F55"/>
    <w:rsid w:val="00485896"/>
    <w:rsid w:val="004A094F"/>
    <w:rsid w:val="004B2BA9"/>
    <w:rsid w:val="004D1F5B"/>
    <w:rsid w:val="004D355F"/>
    <w:rsid w:val="004E6E60"/>
    <w:rsid w:val="004F12F2"/>
    <w:rsid w:val="004F4CBB"/>
    <w:rsid w:val="005054A1"/>
    <w:rsid w:val="00505E27"/>
    <w:rsid w:val="00522D21"/>
    <w:rsid w:val="00523E32"/>
    <w:rsid w:val="005250DE"/>
    <w:rsid w:val="00544BB6"/>
    <w:rsid w:val="00551F22"/>
    <w:rsid w:val="005530D6"/>
    <w:rsid w:val="00592DA0"/>
    <w:rsid w:val="005A1C85"/>
    <w:rsid w:val="005A495F"/>
    <w:rsid w:val="005A5921"/>
    <w:rsid w:val="005A5CE4"/>
    <w:rsid w:val="005A695E"/>
    <w:rsid w:val="005E0BD0"/>
    <w:rsid w:val="00615801"/>
    <w:rsid w:val="006213D1"/>
    <w:rsid w:val="006536EC"/>
    <w:rsid w:val="0066564A"/>
    <w:rsid w:val="00680CE4"/>
    <w:rsid w:val="00682BD1"/>
    <w:rsid w:val="00684E0A"/>
    <w:rsid w:val="00694FCE"/>
    <w:rsid w:val="006C43A1"/>
    <w:rsid w:val="006C46BF"/>
    <w:rsid w:val="006C78C0"/>
    <w:rsid w:val="006F2602"/>
    <w:rsid w:val="006F2705"/>
    <w:rsid w:val="00702106"/>
    <w:rsid w:val="00705F91"/>
    <w:rsid w:val="007125DF"/>
    <w:rsid w:val="0073091A"/>
    <w:rsid w:val="00730D4E"/>
    <w:rsid w:val="007337B9"/>
    <w:rsid w:val="0073544D"/>
    <w:rsid w:val="00736306"/>
    <w:rsid w:val="00745ABF"/>
    <w:rsid w:val="0076534B"/>
    <w:rsid w:val="0077199C"/>
    <w:rsid w:val="0078307A"/>
    <w:rsid w:val="00784F0D"/>
    <w:rsid w:val="007A77BE"/>
    <w:rsid w:val="007F6167"/>
    <w:rsid w:val="00813EC1"/>
    <w:rsid w:val="00836787"/>
    <w:rsid w:val="008531DF"/>
    <w:rsid w:val="00882252"/>
    <w:rsid w:val="008950D5"/>
    <w:rsid w:val="008A3D9E"/>
    <w:rsid w:val="008C720C"/>
    <w:rsid w:val="008E0CC7"/>
    <w:rsid w:val="008F5FF6"/>
    <w:rsid w:val="00900FDB"/>
    <w:rsid w:val="0091308C"/>
    <w:rsid w:val="009224F4"/>
    <w:rsid w:val="00942010"/>
    <w:rsid w:val="00944C99"/>
    <w:rsid w:val="009576E6"/>
    <w:rsid w:val="00985C20"/>
    <w:rsid w:val="009956E2"/>
    <w:rsid w:val="009A2761"/>
    <w:rsid w:val="009C67D3"/>
    <w:rsid w:val="009C6BB5"/>
    <w:rsid w:val="009C758D"/>
    <w:rsid w:val="009D1CE3"/>
    <w:rsid w:val="009E2A7B"/>
    <w:rsid w:val="009E5A37"/>
    <w:rsid w:val="00A05CB2"/>
    <w:rsid w:val="00A2064C"/>
    <w:rsid w:val="00A23923"/>
    <w:rsid w:val="00A426A8"/>
    <w:rsid w:val="00A669CF"/>
    <w:rsid w:val="00A737C0"/>
    <w:rsid w:val="00A8030E"/>
    <w:rsid w:val="00A9194E"/>
    <w:rsid w:val="00AA6516"/>
    <w:rsid w:val="00AB5B8E"/>
    <w:rsid w:val="00AD231C"/>
    <w:rsid w:val="00AE22D8"/>
    <w:rsid w:val="00AF1AFD"/>
    <w:rsid w:val="00B06EF7"/>
    <w:rsid w:val="00B42B9D"/>
    <w:rsid w:val="00B641D9"/>
    <w:rsid w:val="00B77947"/>
    <w:rsid w:val="00B95B6C"/>
    <w:rsid w:val="00B960B2"/>
    <w:rsid w:val="00BA0F1D"/>
    <w:rsid w:val="00BB2046"/>
    <w:rsid w:val="00BF04B6"/>
    <w:rsid w:val="00C05B7C"/>
    <w:rsid w:val="00C111C2"/>
    <w:rsid w:val="00C12C7A"/>
    <w:rsid w:val="00C213F4"/>
    <w:rsid w:val="00C235A6"/>
    <w:rsid w:val="00C327FC"/>
    <w:rsid w:val="00C43085"/>
    <w:rsid w:val="00C460AC"/>
    <w:rsid w:val="00C56ED2"/>
    <w:rsid w:val="00C64878"/>
    <w:rsid w:val="00C64C34"/>
    <w:rsid w:val="00C66473"/>
    <w:rsid w:val="00C901C1"/>
    <w:rsid w:val="00C95CFC"/>
    <w:rsid w:val="00CA0C79"/>
    <w:rsid w:val="00CB2DDD"/>
    <w:rsid w:val="00CD3069"/>
    <w:rsid w:val="00CD6B1B"/>
    <w:rsid w:val="00D02479"/>
    <w:rsid w:val="00D22186"/>
    <w:rsid w:val="00D25EEF"/>
    <w:rsid w:val="00D55E4E"/>
    <w:rsid w:val="00D67C7F"/>
    <w:rsid w:val="00D93320"/>
    <w:rsid w:val="00D958E2"/>
    <w:rsid w:val="00D97C9F"/>
    <w:rsid w:val="00DA7195"/>
    <w:rsid w:val="00DA79D4"/>
    <w:rsid w:val="00DB5BB9"/>
    <w:rsid w:val="00DB7B1B"/>
    <w:rsid w:val="00DD7AC6"/>
    <w:rsid w:val="00DE1E9F"/>
    <w:rsid w:val="00DE243C"/>
    <w:rsid w:val="00DE405F"/>
    <w:rsid w:val="00DF0D6E"/>
    <w:rsid w:val="00E269B2"/>
    <w:rsid w:val="00E403F6"/>
    <w:rsid w:val="00E43451"/>
    <w:rsid w:val="00E4523D"/>
    <w:rsid w:val="00E51826"/>
    <w:rsid w:val="00E54200"/>
    <w:rsid w:val="00E63DA7"/>
    <w:rsid w:val="00E75C8C"/>
    <w:rsid w:val="00EB3C77"/>
    <w:rsid w:val="00EC4572"/>
    <w:rsid w:val="00ED2F71"/>
    <w:rsid w:val="00ED32D2"/>
    <w:rsid w:val="00ED550D"/>
    <w:rsid w:val="00ED67BC"/>
    <w:rsid w:val="00ED6ECE"/>
    <w:rsid w:val="00EE192F"/>
    <w:rsid w:val="00EF30C0"/>
    <w:rsid w:val="00EF561C"/>
    <w:rsid w:val="00EF673A"/>
    <w:rsid w:val="00F04C17"/>
    <w:rsid w:val="00F16C5D"/>
    <w:rsid w:val="00F5155A"/>
    <w:rsid w:val="00F6548C"/>
    <w:rsid w:val="00F8377A"/>
    <w:rsid w:val="00F900D2"/>
    <w:rsid w:val="00FA1E00"/>
    <w:rsid w:val="00FB0999"/>
    <w:rsid w:val="00FB2416"/>
    <w:rsid w:val="00FD6979"/>
    <w:rsid w:val="00FF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3E513-1BF8-46E5-BA8D-9C2E1B80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qFormat/>
    <w:rsid w:val="00783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Pr>
      <w:sz w:val="28"/>
    </w:rPr>
  </w:style>
  <w:style w:type="paragraph" w:styleId="a5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character" w:customStyle="1" w:styleId="20">
    <w:name w:val="Заголовок 2 Знак"/>
    <w:link w:val="2"/>
    <w:semiHidden/>
    <w:locked/>
    <w:rsid w:val="00ED32D2"/>
    <w:rPr>
      <w:sz w:val="28"/>
      <w:lang w:val="ru-RU" w:eastAsia="ru-RU" w:bidi="ar-SA"/>
    </w:rPr>
  </w:style>
  <w:style w:type="paragraph" w:customStyle="1" w:styleId="ConsPlusNormal">
    <w:name w:val="ConsPlusNormal"/>
    <w:rsid w:val="00ED3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D32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D32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ED32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ED32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link w:val="a3"/>
    <w:semiHidden/>
    <w:locked/>
    <w:rsid w:val="00ED32D2"/>
    <w:rPr>
      <w:sz w:val="28"/>
      <w:lang w:val="ru-RU" w:eastAsia="ru-RU" w:bidi="ar-SA"/>
    </w:rPr>
  </w:style>
  <w:style w:type="paragraph" w:styleId="21">
    <w:name w:val="Body Text Indent 2"/>
    <w:basedOn w:val="a"/>
    <w:link w:val="22"/>
    <w:rsid w:val="00ED32D2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semiHidden/>
    <w:locked/>
    <w:rsid w:val="00ED32D2"/>
    <w:rPr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link w:val="a6"/>
    <w:semiHidden/>
    <w:locked/>
    <w:rsid w:val="00ED32D2"/>
    <w:rPr>
      <w:lang w:val="ru-RU" w:eastAsia="ru-RU" w:bidi="ar-SA"/>
    </w:rPr>
  </w:style>
  <w:style w:type="paragraph" w:customStyle="1" w:styleId="ConsTitle">
    <w:name w:val="ConsTitle"/>
    <w:rsid w:val="00ED32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a">
    <w:name w:val="Table Grid"/>
    <w:basedOn w:val="a1"/>
    <w:rsid w:val="00ED32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ED32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D32D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d">
    <w:name w:val="Заголовок статьи"/>
    <w:basedOn w:val="a"/>
    <w:next w:val="a"/>
    <w:rsid w:val="00ED32D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styleId="ae">
    <w:name w:val="Hyperlink"/>
    <w:rsid w:val="004E6E60"/>
    <w:rPr>
      <w:color w:val="0000FF"/>
      <w:u w:val="single"/>
    </w:rPr>
  </w:style>
  <w:style w:type="paragraph" w:styleId="af">
    <w:name w:val="No Spacing"/>
    <w:link w:val="af0"/>
    <w:qFormat/>
    <w:rsid w:val="009E2A7B"/>
    <w:rPr>
      <w:sz w:val="24"/>
      <w:szCs w:val="24"/>
    </w:rPr>
  </w:style>
  <w:style w:type="character" w:customStyle="1" w:styleId="af0">
    <w:name w:val="Без интервала Знак"/>
    <w:link w:val="af"/>
    <w:locked/>
    <w:rsid w:val="009E2A7B"/>
    <w:rPr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6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58;&#1077;&#1082;&#1091;&#1097;&#1080;&#1077;%20&#1096;&#1072;&#1073;&#1083;&#1086;&#1085;&#1099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от 19.04.2012 № 306</vt:lpstr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от 19.04.2012 № 306</dc:title>
  <dc:subject/>
  <dc:creator>Отдел СЭП</dc:creator>
  <cp:keywords/>
  <dc:description/>
  <cp:lastModifiedBy>MILADMIN_00</cp:lastModifiedBy>
  <cp:revision>2</cp:revision>
  <cp:lastPrinted>2017-12-26T11:44:00Z</cp:lastPrinted>
  <dcterms:created xsi:type="dcterms:W3CDTF">2017-12-27T12:12:00Z</dcterms:created>
  <dcterms:modified xsi:type="dcterms:W3CDTF">2017-12-27T12:12:00Z</dcterms:modified>
</cp:coreProperties>
</file>