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5008" w:rsidRPr="002B6185" w:rsidRDefault="001F4B8E" w:rsidP="00C75008">
      <w:pPr>
        <w:pStyle w:val="aff"/>
        <w:jc w:val="right"/>
        <w:rPr>
          <w:b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2862580</wp:posOffset>
            </wp:positionH>
            <wp:positionV relativeFrom="paragraph">
              <wp:posOffset>3810</wp:posOffset>
            </wp:positionV>
            <wp:extent cx="571500" cy="571500"/>
            <wp:effectExtent l="0" t="0" r="0" b="0"/>
            <wp:wrapNone/>
            <wp:docPr id="3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2D71">
        <w:rPr>
          <w:szCs w:val="28"/>
        </w:rPr>
        <w:t xml:space="preserve"> </w:t>
      </w:r>
    </w:p>
    <w:p w:rsidR="00C75008" w:rsidRPr="002B6185" w:rsidRDefault="00C75008" w:rsidP="00C75008">
      <w:pPr>
        <w:pStyle w:val="aff"/>
        <w:jc w:val="center"/>
        <w:rPr>
          <w:szCs w:val="28"/>
        </w:rPr>
      </w:pPr>
    </w:p>
    <w:p w:rsidR="00C75008" w:rsidRPr="002B6185" w:rsidRDefault="00C75008" w:rsidP="00C75008">
      <w:pPr>
        <w:pStyle w:val="aff"/>
        <w:jc w:val="center"/>
        <w:rPr>
          <w:szCs w:val="28"/>
        </w:rPr>
      </w:pPr>
    </w:p>
    <w:p w:rsidR="00C75008" w:rsidRPr="00D03029" w:rsidRDefault="00C75008" w:rsidP="00C75008">
      <w:pPr>
        <w:jc w:val="center"/>
        <w:rPr>
          <w:sz w:val="28"/>
          <w:szCs w:val="28"/>
        </w:rPr>
      </w:pPr>
      <w:r w:rsidRPr="00D03029">
        <w:rPr>
          <w:sz w:val="28"/>
          <w:szCs w:val="28"/>
        </w:rPr>
        <w:t>РОСТОВСКАЯ ОБЛАСТЬ</w:t>
      </w:r>
    </w:p>
    <w:p w:rsidR="00C75008" w:rsidRPr="00D03029" w:rsidRDefault="00C75008" w:rsidP="00C75008">
      <w:pPr>
        <w:jc w:val="center"/>
        <w:rPr>
          <w:sz w:val="28"/>
          <w:szCs w:val="28"/>
        </w:rPr>
      </w:pPr>
      <w:r w:rsidRPr="00D03029">
        <w:rPr>
          <w:sz w:val="28"/>
          <w:szCs w:val="28"/>
        </w:rPr>
        <w:t>АДМИНИСТРАЦИЯ МИЛЮТИНСКОГО РАЙОНА</w:t>
      </w:r>
    </w:p>
    <w:p w:rsidR="00C75008" w:rsidRPr="00D03029" w:rsidRDefault="00C75008" w:rsidP="00C75008">
      <w:pPr>
        <w:rPr>
          <w:sz w:val="28"/>
          <w:szCs w:val="28"/>
        </w:rPr>
      </w:pPr>
    </w:p>
    <w:p w:rsidR="00C75008" w:rsidRPr="00D03029" w:rsidRDefault="00C75008" w:rsidP="00C75008">
      <w:pPr>
        <w:jc w:val="center"/>
        <w:rPr>
          <w:sz w:val="28"/>
          <w:szCs w:val="28"/>
        </w:rPr>
      </w:pPr>
      <w:r w:rsidRPr="00D03029">
        <w:rPr>
          <w:sz w:val="28"/>
          <w:szCs w:val="28"/>
        </w:rPr>
        <w:t>ПОСТАНОВЛЕНИЕ</w:t>
      </w:r>
    </w:p>
    <w:p w:rsidR="00C75008" w:rsidRPr="00D03029" w:rsidRDefault="00C75008" w:rsidP="00C75008">
      <w:pPr>
        <w:jc w:val="center"/>
        <w:rPr>
          <w:sz w:val="28"/>
          <w:szCs w:val="28"/>
        </w:rPr>
      </w:pPr>
    </w:p>
    <w:p w:rsidR="00B93C76" w:rsidRDefault="00D45932" w:rsidP="00B93C76">
      <w:pPr>
        <w:jc w:val="center"/>
        <w:rPr>
          <w:sz w:val="28"/>
          <w:szCs w:val="28"/>
        </w:rPr>
      </w:pPr>
      <w:r>
        <w:rPr>
          <w:sz w:val="28"/>
          <w:szCs w:val="28"/>
        </w:rPr>
        <w:t>21.12</w:t>
      </w:r>
      <w:r w:rsidR="0085077A">
        <w:rPr>
          <w:sz w:val="28"/>
          <w:szCs w:val="28"/>
        </w:rPr>
        <w:t>.</w:t>
      </w:r>
      <w:r w:rsidR="00543F0E" w:rsidRPr="000D520E">
        <w:rPr>
          <w:sz w:val="28"/>
          <w:szCs w:val="28"/>
        </w:rPr>
        <w:t>2</w:t>
      </w:r>
      <w:r w:rsidR="00624007" w:rsidRPr="00D03029">
        <w:rPr>
          <w:sz w:val="28"/>
          <w:szCs w:val="28"/>
        </w:rPr>
        <w:t>01</w:t>
      </w:r>
      <w:r w:rsidR="0085077A">
        <w:rPr>
          <w:sz w:val="28"/>
          <w:szCs w:val="28"/>
        </w:rPr>
        <w:t>7</w:t>
      </w:r>
      <w:r w:rsidR="00624007" w:rsidRPr="00D03029">
        <w:rPr>
          <w:sz w:val="28"/>
          <w:szCs w:val="28"/>
        </w:rPr>
        <w:t xml:space="preserve"> № </w:t>
      </w:r>
      <w:r w:rsidR="00E52BBC" w:rsidRPr="00E52BBC">
        <w:rPr>
          <w:sz w:val="28"/>
          <w:szCs w:val="28"/>
        </w:rPr>
        <w:t xml:space="preserve"> </w:t>
      </w:r>
      <w:r>
        <w:rPr>
          <w:sz w:val="28"/>
          <w:szCs w:val="28"/>
        </w:rPr>
        <w:t>927</w:t>
      </w:r>
    </w:p>
    <w:p w:rsidR="00D45932" w:rsidRDefault="00D45932" w:rsidP="00B93C76">
      <w:pPr>
        <w:jc w:val="center"/>
        <w:rPr>
          <w:sz w:val="28"/>
          <w:szCs w:val="28"/>
        </w:rPr>
      </w:pPr>
    </w:p>
    <w:p w:rsidR="00624007" w:rsidRPr="00D03029" w:rsidRDefault="00624007" w:rsidP="00B93C76">
      <w:pPr>
        <w:jc w:val="center"/>
        <w:rPr>
          <w:sz w:val="28"/>
          <w:szCs w:val="28"/>
        </w:rPr>
      </w:pPr>
      <w:r w:rsidRPr="00D03029">
        <w:rPr>
          <w:sz w:val="28"/>
          <w:szCs w:val="28"/>
        </w:rPr>
        <w:t>ст. Милютинская</w:t>
      </w:r>
    </w:p>
    <w:p w:rsidR="00E17DC5" w:rsidRPr="00D03029" w:rsidRDefault="00E17DC5" w:rsidP="00C75008">
      <w:pPr>
        <w:jc w:val="both"/>
        <w:rPr>
          <w:sz w:val="28"/>
          <w:szCs w:val="28"/>
        </w:rPr>
      </w:pPr>
    </w:p>
    <w:p w:rsidR="006E65F7" w:rsidRDefault="0096622E" w:rsidP="00B93C76">
      <w:pPr>
        <w:ind w:left="567" w:right="567"/>
        <w:jc w:val="center"/>
        <w:rPr>
          <w:b/>
          <w:sz w:val="28"/>
          <w:szCs w:val="28"/>
        </w:rPr>
      </w:pPr>
      <w:r w:rsidRPr="00B93C76">
        <w:rPr>
          <w:b/>
          <w:sz w:val="28"/>
          <w:szCs w:val="28"/>
        </w:rPr>
        <w:t>О</w:t>
      </w:r>
      <w:r w:rsidR="007A6C43" w:rsidRPr="00B93C76">
        <w:rPr>
          <w:b/>
          <w:sz w:val="28"/>
          <w:szCs w:val="28"/>
        </w:rPr>
        <w:t xml:space="preserve"> внесении изменений в постановление</w:t>
      </w:r>
    </w:p>
    <w:p w:rsidR="00F00D40" w:rsidRDefault="007A6C43" w:rsidP="00B93C76">
      <w:pPr>
        <w:ind w:left="567" w:right="567"/>
        <w:jc w:val="center"/>
        <w:rPr>
          <w:b/>
          <w:sz w:val="28"/>
          <w:szCs w:val="28"/>
        </w:rPr>
      </w:pPr>
      <w:r w:rsidRPr="00B93C76">
        <w:rPr>
          <w:b/>
          <w:sz w:val="28"/>
          <w:szCs w:val="28"/>
        </w:rPr>
        <w:t xml:space="preserve">Администрации </w:t>
      </w:r>
      <w:r w:rsidR="006E65F7" w:rsidRPr="00B93C76">
        <w:rPr>
          <w:b/>
          <w:sz w:val="28"/>
          <w:szCs w:val="28"/>
        </w:rPr>
        <w:t>Милютинского</w:t>
      </w:r>
      <w:r w:rsidRPr="00B93C76">
        <w:rPr>
          <w:b/>
          <w:sz w:val="28"/>
          <w:szCs w:val="28"/>
        </w:rPr>
        <w:t xml:space="preserve"> района от 30.09.2015 № 376</w:t>
      </w:r>
    </w:p>
    <w:p w:rsidR="00D45932" w:rsidRPr="00B93C76" w:rsidRDefault="00D45932" w:rsidP="00B93C76">
      <w:pPr>
        <w:ind w:left="567" w:right="567"/>
        <w:jc w:val="center"/>
        <w:rPr>
          <w:b/>
          <w:sz w:val="28"/>
          <w:szCs w:val="28"/>
        </w:rPr>
      </w:pPr>
    </w:p>
    <w:p w:rsidR="007A6C43" w:rsidRDefault="007A6C43" w:rsidP="007A6C43">
      <w:pPr>
        <w:ind w:right="5499"/>
        <w:jc w:val="both"/>
        <w:rPr>
          <w:sz w:val="27"/>
          <w:szCs w:val="27"/>
        </w:rPr>
      </w:pPr>
    </w:p>
    <w:p w:rsidR="002E3AE9" w:rsidRPr="00D45932" w:rsidRDefault="00771161" w:rsidP="00D4593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06F37">
        <w:rPr>
          <w:sz w:val="28"/>
          <w:szCs w:val="28"/>
        </w:rPr>
        <w:t xml:space="preserve">Во исполнение распоряжения Правительства Ростовской области от </w:t>
      </w:r>
      <w:r w:rsidR="00B93C76">
        <w:rPr>
          <w:sz w:val="28"/>
          <w:szCs w:val="28"/>
        </w:rPr>
        <w:t>15</w:t>
      </w:r>
      <w:r w:rsidRPr="00A06F37">
        <w:rPr>
          <w:sz w:val="28"/>
          <w:szCs w:val="28"/>
        </w:rPr>
        <w:t>.0</w:t>
      </w:r>
      <w:r w:rsidR="00B93C76">
        <w:rPr>
          <w:sz w:val="28"/>
          <w:szCs w:val="28"/>
        </w:rPr>
        <w:t>3</w:t>
      </w:r>
      <w:r w:rsidRPr="00A06F37">
        <w:rPr>
          <w:sz w:val="28"/>
          <w:szCs w:val="28"/>
        </w:rPr>
        <w:t>.201</w:t>
      </w:r>
      <w:r w:rsidR="00B93C76">
        <w:rPr>
          <w:sz w:val="28"/>
          <w:szCs w:val="28"/>
        </w:rPr>
        <w:t>7</w:t>
      </w:r>
      <w:r w:rsidRPr="00A06F37">
        <w:rPr>
          <w:sz w:val="28"/>
          <w:szCs w:val="28"/>
        </w:rPr>
        <w:t xml:space="preserve"> № </w:t>
      </w:r>
      <w:r w:rsidR="00B93C76">
        <w:rPr>
          <w:sz w:val="28"/>
          <w:szCs w:val="28"/>
        </w:rPr>
        <w:t>131</w:t>
      </w:r>
      <w:r w:rsidRPr="00A06F37">
        <w:rPr>
          <w:sz w:val="28"/>
          <w:szCs w:val="28"/>
        </w:rPr>
        <w:t xml:space="preserve"> «О межведомственном электронном документообороте»</w:t>
      </w:r>
      <w:r>
        <w:rPr>
          <w:sz w:val="28"/>
          <w:szCs w:val="28"/>
        </w:rPr>
        <w:t xml:space="preserve">, приказа Министерства информационных технологий и связи Ростовской области от </w:t>
      </w:r>
      <w:r w:rsidR="00B93C76">
        <w:rPr>
          <w:sz w:val="28"/>
          <w:szCs w:val="28"/>
        </w:rPr>
        <w:t>02.</w:t>
      </w:r>
      <w:r>
        <w:rPr>
          <w:sz w:val="28"/>
          <w:szCs w:val="28"/>
        </w:rPr>
        <w:t>0</w:t>
      </w:r>
      <w:r w:rsidR="00B93C76">
        <w:rPr>
          <w:sz w:val="28"/>
          <w:szCs w:val="28"/>
        </w:rPr>
        <w:t>5</w:t>
      </w:r>
      <w:r>
        <w:rPr>
          <w:sz w:val="28"/>
          <w:szCs w:val="28"/>
        </w:rPr>
        <w:t>.201</w:t>
      </w:r>
      <w:r w:rsidR="00B93C76">
        <w:rPr>
          <w:sz w:val="28"/>
          <w:szCs w:val="28"/>
        </w:rPr>
        <w:t>7</w:t>
      </w:r>
      <w:r>
        <w:rPr>
          <w:sz w:val="28"/>
          <w:szCs w:val="28"/>
        </w:rPr>
        <w:t xml:space="preserve"> № </w:t>
      </w:r>
      <w:r w:rsidR="00B93C76">
        <w:rPr>
          <w:sz w:val="28"/>
          <w:szCs w:val="28"/>
        </w:rPr>
        <w:t>64</w:t>
      </w:r>
      <w:r>
        <w:rPr>
          <w:sz w:val="28"/>
          <w:szCs w:val="28"/>
        </w:rPr>
        <w:t xml:space="preserve"> «Об утверждении методических рекомендаций по работе в межведомственной системе электронного документооборота и делопроизводства «Дело»</w:t>
      </w:r>
      <w:r w:rsidR="00B93C76">
        <w:rPr>
          <w:sz w:val="28"/>
          <w:szCs w:val="28"/>
        </w:rPr>
        <w:t>,</w:t>
      </w:r>
      <w:r w:rsidRPr="00A06F37">
        <w:rPr>
          <w:sz w:val="28"/>
          <w:szCs w:val="28"/>
        </w:rPr>
        <w:t xml:space="preserve"> с целью обеспечения уникальности регистрационных номеров документов в межведомственной системе электронного документооборота и делопроизводства «Дело» (далее – система «Дело»</w:t>
      </w:r>
      <w:r w:rsidR="00F31C8F">
        <w:rPr>
          <w:sz w:val="28"/>
          <w:szCs w:val="28"/>
        </w:rPr>
        <w:t>)</w:t>
      </w:r>
      <w:r w:rsidR="00644802">
        <w:rPr>
          <w:bCs/>
          <w:sz w:val="28"/>
          <w:szCs w:val="28"/>
        </w:rPr>
        <w:t xml:space="preserve"> </w:t>
      </w:r>
    </w:p>
    <w:p w:rsidR="00644802" w:rsidRPr="00BE4F8A" w:rsidRDefault="00644802" w:rsidP="00644802">
      <w:pPr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E4F8A">
        <w:rPr>
          <w:sz w:val="28"/>
          <w:szCs w:val="28"/>
        </w:rPr>
        <w:t>ПОСТАНОВЛЯЮ:</w:t>
      </w:r>
    </w:p>
    <w:p w:rsidR="00644802" w:rsidRDefault="00644802" w:rsidP="00644802">
      <w:pPr>
        <w:suppressAutoHyphens/>
        <w:ind w:firstLine="709"/>
        <w:jc w:val="both"/>
        <w:rPr>
          <w:sz w:val="28"/>
          <w:szCs w:val="28"/>
        </w:rPr>
      </w:pPr>
    </w:p>
    <w:p w:rsidR="00E70A9B" w:rsidRDefault="00644802" w:rsidP="007A6C43">
      <w:pPr>
        <w:ind w:firstLine="567"/>
        <w:jc w:val="both"/>
        <w:rPr>
          <w:sz w:val="28"/>
          <w:szCs w:val="28"/>
        </w:rPr>
      </w:pPr>
      <w:r w:rsidRPr="00A404B3">
        <w:rPr>
          <w:sz w:val="28"/>
          <w:szCs w:val="28"/>
        </w:rPr>
        <w:t>1.</w:t>
      </w:r>
      <w:r w:rsidR="000048AE">
        <w:rPr>
          <w:sz w:val="28"/>
          <w:szCs w:val="28"/>
        </w:rPr>
        <w:t xml:space="preserve"> </w:t>
      </w:r>
      <w:r w:rsidR="007A6C43">
        <w:rPr>
          <w:sz w:val="28"/>
          <w:szCs w:val="28"/>
        </w:rPr>
        <w:t>Внести изменени</w:t>
      </w:r>
      <w:r w:rsidR="00252A4A">
        <w:rPr>
          <w:sz w:val="28"/>
          <w:szCs w:val="28"/>
        </w:rPr>
        <w:t>е</w:t>
      </w:r>
      <w:r w:rsidR="007A6C43">
        <w:rPr>
          <w:sz w:val="28"/>
          <w:szCs w:val="28"/>
        </w:rPr>
        <w:t xml:space="preserve"> в постановлени</w:t>
      </w:r>
      <w:r w:rsidR="00876201">
        <w:rPr>
          <w:sz w:val="28"/>
          <w:szCs w:val="28"/>
        </w:rPr>
        <w:t>е</w:t>
      </w:r>
      <w:r w:rsidR="007A6C43">
        <w:rPr>
          <w:sz w:val="28"/>
          <w:szCs w:val="28"/>
        </w:rPr>
        <w:t xml:space="preserve"> Администрации Милютинского района от 30.09.2015 № 376 «</w:t>
      </w:r>
      <w:r w:rsidR="007A6C43" w:rsidRPr="007A6C43">
        <w:rPr>
          <w:sz w:val="28"/>
          <w:szCs w:val="28"/>
        </w:rPr>
        <w:t>Об утверждении классификатора</w:t>
      </w:r>
      <w:r w:rsidR="007A6C43">
        <w:rPr>
          <w:sz w:val="28"/>
          <w:szCs w:val="28"/>
        </w:rPr>
        <w:t xml:space="preserve"> </w:t>
      </w:r>
      <w:r w:rsidR="007A6C43" w:rsidRPr="007A6C43">
        <w:rPr>
          <w:sz w:val="28"/>
          <w:szCs w:val="28"/>
        </w:rPr>
        <w:t>участников системы межведомственного</w:t>
      </w:r>
      <w:r w:rsidR="007A6C43">
        <w:rPr>
          <w:sz w:val="28"/>
          <w:szCs w:val="28"/>
        </w:rPr>
        <w:t xml:space="preserve"> </w:t>
      </w:r>
      <w:r w:rsidR="007A6C43" w:rsidRPr="007A6C43">
        <w:rPr>
          <w:sz w:val="28"/>
          <w:szCs w:val="28"/>
        </w:rPr>
        <w:t>электронного документооборота</w:t>
      </w:r>
      <w:r w:rsidR="007A6C43">
        <w:rPr>
          <w:sz w:val="28"/>
          <w:szCs w:val="28"/>
        </w:rPr>
        <w:t xml:space="preserve"> </w:t>
      </w:r>
      <w:r w:rsidR="007A6C43" w:rsidRPr="007A6C43">
        <w:rPr>
          <w:sz w:val="28"/>
          <w:szCs w:val="28"/>
        </w:rPr>
        <w:t>муниципального образования</w:t>
      </w:r>
      <w:r w:rsidR="007A6C43">
        <w:rPr>
          <w:sz w:val="28"/>
          <w:szCs w:val="28"/>
        </w:rPr>
        <w:t xml:space="preserve"> </w:t>
      </w:r>
      <w:r w:rsidR="007A6C43" w:rsidRPr="007A6C43">
        <w:rPr>
          <w:sz w:val="28"/>
          <w:szCs w:val="28"/>
        </w:rPr>
        <w:t>«Милютинский район»</w:t>
      </w:r>
      <w:r w:rsidR="007A6C43">
        <w:rPr>
          <w:sz w:val="28"/>
          <w:szCs w:val="28"/>
        </w:rPr>
        <w:t xml:space="preserve">, изложив </w:t>
      </w:r>
      <w:r w:rsidR="00876201">
        <w:rPr>
          <w:sz w:val="28"/>
          <w:szCs w:val="28"/>
        </w:rPr>
        <w:t>приложение к нему</w:t>
      </w:r>
      <w:r w:rsidR="007A6C43">
        <w:rPr>
          <w:sz w:val="28"/>
          <w:szCs w:val="28"/>
        </w:rPr>
        <w:t xml:space="preserve"> в новой редакции, согласно приложению к </w:t>
      </w:r>
      <w:r w:rsidR="00073054">
        <w:rPr>
          <w:sz w:val="28"/>
          <w:szCs w:val="28"/>
        </w:rPr>
        <w:t>настоящему</w:t>
      </w:r>
      <w:r w:rsidR="007A6C43">
        <w:rPr>
          <w:sz w:val="28"/>
          <w:szCs w:val="28"/>
        </w:rPr>
        <w:t xml:space="preserve"> постановлению</w:t>
      </w:r>
      <w:r w:rsidR="00FA3C10">
        <w:rPr>
          <w:sz w:val="28"/>
          <w:szCs w:val="28"/>
        </w:rPr>
        <w:t>.</w:t>
      </w:r>
    </w:p>
    <w:p w:rsidR="003877DD" w:rsidRDefault="003877DD" w:rsidP="007A6C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Администрации Милютинского района от </w:t>
      </w:r>
      <w:r w:rsidR="00B93C76">
        <w:rPr>
          <w:sz w:val="28"/>
          <w:szCs w:val="28"/>
        </w:rPr>
        <w:t>31</w:t>
      </w:r>
      <w:r>
        <w:rPr>
          <w:sz w:val="28"/>
          <w:szCs w:val="28"/>
        </w:rPr>
        <w:t>.0</w:t>
      </w:r>
      <w:r w:rsidR="00B93C76">
        <w:rPr>
          <w:sz w:val="28"/>
          <w:szCs w:val="28"/>
        </w:rPr>
        <w:t>1</w:t>
      </w:r>
      <w:r>
        <w:rPr>
          <w:sz w:val="28"/>
          <w:szCs w:val="28"/>
        </w:rPr>
        <w:t>.201</w:t>
      </w:r>
      <w:r w:rsidR="00B93C76">
        <w:rPr>
          <w:sz w:val="28"/>
          <w:szCs w:val="28"/>
        </w:rPr>
        <w:t>7</w:t>
      </w:r>
      <w:r>
        <w:rPr>
          <w:sz w:val="28"/>
          <w:szCs w:val="28"/>
        </w:rPr>
        <w:t xml:space="preserve"> № </w:t>
      </w:r>
      <w:r w:rsidR="00B93C76">
        <w:rPr>
          <w:sz w:val="28"/>
          <w:szCs w:val="28"/>
        </w:rPr>
        <w:t>43</w:t>
      </w:r>
      <w:r>
        <w:rPr>
          <w:sz w:val="28"/>
          <w:szCs w:val="28"/>
        </w:rPr>
        <w:t xml:space="preserve"> «</w:t>
      </w:r>
      <w:r w:rsidRPr="0096622E">
        <w:rPr>
          <w:sz w:val="28"/>
          <w:szCs w:val="28"/>
        </w:rPr>
        <w:t>О</w:t>
      </w:r>
      <w:r w:rsidRPr="007A6C43">
        <w:rPr>
          <w:sz w:val="28"/>
          <w:szCs w:val="28"/>
        </w:rPr>
        <w:t xml:space="preserve"> </w:t>
      </w:r>
      <w:r>
        <w:rPr>
          <w:sz w:val="28"/>
          <w:szCs w:val="28"/>
        </w:rPr>
        <w:t>внесении изменений в постановление Администрации Милютинского района от 30.09.2015 № 376».</w:t>
      </w:r>
    </w:p>
    <w:p w:rsidR="00FA3C10" w:rsidRPr="00D24295" w:rsidRDefault="003877DD" w:rsidP="00FA3C10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C1C68">
        <w:rPr>
          <w:sz w:val="28"/>
          <w:szCs w:val="28"/>
        </w:rPr>
        <w:t>. Контроль за ис</w:t>
      </w:r>
      <w:r w:rsidR="00FA3C10">
        <w:rPr>
          <w:sz w:val="28"/>
          <w:szCs w:val="28"/>
        </w:rPr>
        <w:t xml:space="preserve">полнением постановления возложить на заместителя главы Администрации Милютинского района </w:t>
      </w:r>
      <w:r w:rsidR="00C5258A">
        <w:rPr>
          <w:sz w:val="28"/>
          <w:szCs w:val="28"/>
        </w:rPr>
        <w:t>по организационной и кадровой работе Королеву Т.В.</w:t>
      </w:r>
    </w:p>
    <w:p w:rsidR="00FA3C10" w:rsidRPr="00D24295" w:rsidRDefault="00FA3C10" w:rsidP="00FA3C10">
      <w:pPr>
        <w:suppressAutoHyphens/>
        <w:rPr>
          <w:sz w:val="28"/>
          <w:szCs w:val="28"/>
        </w:rPr>
      </w:pPr>
    </w:p>
    <w:p w:rsidR="0085077A" w:rsidRDefault="0085077A" w:rsidP="00FA3C10">
      <w:pPr>
        <w:suppressAutoHyphens/>
        <w:ind w:firstLine="540"/>
        <w:rPr>
          <w:sz w:val="28"/>
        </w:rPr>
      </w:pPr>
    </w:p>
    <w:p w:rsidR="00D45932" w:rsidRDefault="00D45932" w:rsidP="00D45932">
      <w:pPr>
        <w:suppressAutoHyphens/>
        <w:rPr>
          <w:sz w:val="28"/>
        </w:rPr>
      </w:pPr>
    </w:p>
    <w:p w:rsidR="000974C7" w:rsidRDefault="00FA3C10" w:rsidP="00D45932">
      <w:pPr>
        <w:suppressAutoHyphens/>
        <w:rPr>
          <w:sz w:val="28"/>
        </w:rPr>
      </w:pPr>
      <w:r>
        <w:rPr>
          <w:sz w:val="28"/>
        </w:rPr>
        <w:t xml:space="preserve">Глава </w:t>
      </w:r>
      <w:r w:rsidR="000974C7">
        <w:rPr>
          <w:sz w:val="28"/>
        </w:rPr>
        <w:t>Администрации</w:t>
      </w:r>
    </w:p>
    <w:p w:rsidR="00FA3C10" w:rsidRDefault="00FA3C10" w:rsidP="00D45932">
      <w:pPr>
        <w:suppressAutoHyphens/>
        <w:rPr>
          <w:sz w:val="28"/>
        </w:rPr>
      </w:pPr>
      <w:r>
        <w:rPr>
          <w:sz w:val="28"/>
        </w:rPr>
        <w:t xml:space="preserve">Милютинского района                                          </w:t>
      </w:r>
      <w:r w:rsidR="00D45932">
        <w:rPr>
          <w:sz w:val="28"/>
        </w:rPr>
        <w:tab/>
      </w:r>
      <w:r w:rsidR="00D45932">
        <w:rPr>
          <w:sz w:val="28"/>
        </w:rPr>
        <w:tab/>
      </w:r>
      <w:r w:rsidR="00D45932">
        <w:rPr>
          <w:sz w:val="28"/>
        </w:rPr>
        <w:tab/>
      </w:r>
      <w:r w:rsidR="00D45932">
        <w:rPr>
          <w:sz w:val="28"/>
        </w:rPr>
        <w:tab/>
      </w:r>
      <w:r>
        <w:rPr>
          <w:sz w:val="28"/>
        </w:rPr>
        <w:t>А.Н. Королев</w:t>
      </w:r>
    </w:p>
    <w:p w:rsidR="00FA3C10" w:rsidRDefault="00FA3C10" w:rsidP="0064480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A3C10" w:rsidRDefault="00FA3C10" w:rsidP="0064480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A3C10" w:rsidRDefault="001F4B8E" w:rsidP="0064480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-328930</wp:posOffset>
                </wp:positionH>
                <wp:positionV relativeFrom="paragraph">
                  <wp:posOffset>163195</wp:posOffset>
                </wp:positionV>
                <wp:extent cx="2106295" cy="552450"/>
                <wp:effectExtent l="0" t="0" r="0" b="0"/>
                <wp:wrapNone/>
                <wp:docPr id="1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629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74C7" w:rsidRPr="00492B45" w:rsidRDefault="00D45932" w:rsidP="000974C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</w:t>
                            </w:r>
                            <w:r w:rsidR="000974C7">
                              <w:rPr>
                                <w:sz w:val="16"/>
                                <w:szCs w:val="16"/>
                              </w:rPr>
                              <w:t>остановлени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е</w:t>
                            </w:r>
                            <w:r w:rsidR="000974C7" w:rsidRPr="00492B45">
                              <w:rPr>
                                <w:sz w:val="16"/>
                                <w:szCs w:val="16"/>
                              </w:rPr>
                              <w:t xml:space="preserve"> вносит отдел по общим, организационно-правовым и кадровым вопросам Администрации Милютинского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4" o:spid="_x0000_s1026" type="#_x0000_t202" style="position:absolute;left:0;text-align:left;margin-left:-25.9pt;margin-top:12.85pt;width:165.85pt;height:4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Cc4tgIAALo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" filled="f" stroked="f">
                <v:textbox>
                  <w:txbxContent>
                    <w:p w:rsidR="000974C7" w:rsidRPr="00492B45" w:rsidRDefault="00D45932" w:rsidP="000974C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</w:t>
                      </w:r>
                      <w:r w:rsidR="000974C7">
                        <w:rPr>
                          <w:sz w:val="16"/>
                          <w:szCs w:val="16"/>
                        </w:rPr>
                        <w:t>остановлени</w:t>
                      </w:r>
                      <w:r>
                        <w:rPr>
                          <w:sz w:val="16"/>
                          <w:szCs w:val="16"/>
                        </w:rPr>
                        <w:t>е</w:t>
                      </w:r>
                      <w:r w:rsidR="000974C7" w:rsidRPr="00492B45">
                        <w:rPr>
                          <w:sz w:val="16"/>
                          <w:szCs w:val="16"/>
                        </w:rPr>
                        <w:t xml:space="preserve"> вносит отдел по общим, организационно-правовым и кадровым вопросам Администрации Милютинского района</w:t>
                      </w:r>
                    </w:p>
                  </w:txbxContent>
                </v:textbox>
              </v:shape>
            </w:pict>
          </mc:Fallback>
        </mc:AlternateContent>
      </w:r>
    </w:p>
    <w:p w:rsidR="00FA3C10" w:rsidRDefault="00FA3C10" w:rsidP="0064480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12B6E" w:rsidRDefault="00512B6E">
      <w:r>
        <w:br w:type="page"/>
      </w:r>
    </w:p>
    <w:p w:rsidR="00FA3C10" w:rsidRPr="00D45932" w:rsidRDefault="00FA3C10" w:rsidP="000974C7">
      <w:pPr>
        <w:suppressAutoHyphens/>
        <w:autoSpaceDE w:val="0"/>
        <w:autoSpaceDN w:val="0"/>
        <w:adjustRightInd w:val="0"/>
        <w:ind w:left="6237"/>
        <w:jc w:val="center"/>
        <w:rPr>
          <w:sz w:val="24"/>
          <w:szCs w:val="24"/>
        </w:rPr>
      </w:pPr>
      <w:r w:rsidRPr="00D45932">
        <w:rPr>
          <w:sz w:val="24"/>
          <w:szCs w:val="24"/>
        </w:rPr>
        <w:t>Приложение</w:t>
      </w:r>
    </w:p>
    <w:p w:rsidR="00FA3C10" w:rsidRPr="00D45932" w:rsidRDefault="00FA3C10" w:rsidP="000974C7">
      <w:pPr>
        <w:suppressAutoHyphens/>
        <w:autoSpaceDE w:val="0"/>
        <w:autoSpaceDN w:val="0"/>
        <w:adjustRightInd w:val="0"/>
        <w:ind w:left="6237"/>
        <w:jc w:val="center"/>
        <w:rPr>
          <w:sz w:val="24"/>
          <w:szCs w:val="24"/>
        </w:rPr>
      </w:pPr>
      <w:r w:rsidRPr="00D45932">
        <w:rPr>
          <w:sz w:val="24"/>
          <w:szCs w:val="24"/>
        </w:rPr>
        <w:t>к постановлению Администрации Милютинского района</w:t>
      </w:r>
    </w:p>
    <w:p w:rsidR="00FA3C10" w:rsidRPr="00D45932" w:rsidRDefault="00FA3C10" w:rsidP="000974C7">
      <w:pPr>
        <w:tabs>
          <w:tab w:val="left" w:pos="6820"/>
          <w:tab w:val="right" w:pos="9752"/>
        </w:tabs>
        <w:suppressAutoHyphens/>
        <w:autoSpaceDE w:val="0"/>
        <w:autoSpaceDN w:val="0"/>
        <w:adjustRightInd w:val="0"/>
        <w:ind w:left="6237"/>
        <w:jc w:val="center"/>
        <w:rPr>
          <w:sz w:val="24"/>
          <w:szCs w:val="24"/>
        </w:rPr>
      </w:pPr>
      <w:r w:rsidRPr="00D45932">
        <w:rPr>
          <w:sz w:val="24"/>
          <w:szCs w:val="24"/>
        </w:rPr>
        <w:t xml:space="preserve">от </w:t>
      </w:r>
      <w:r w:rsidR="00D45932" w:rsidRPr="00D45932">
        <w:rPr>
          <w:sz w:val="24"/>
          <w:szCs w:val="24"/>
        </w:rPr>
        <w:t xml:space="preserve">21.12.2017 </w:t>
      </w:r>
      <w:r w:rsidRPr="00D45932">
        <w:rPr>
          <w:sz w:val="24"/>
          <w:szCs w:val="24"/>
        </w:rPr>
        <w:t xml:space="preserve">  №</w:t>
      </w:r>
      <w:r w:rsidR="00D45932" w:rsidRPr="00D45932">
        <w:rPr>
          <w:sz w:val="24"/>
          <w:szCs w:val="24"/>
        </w:rPr>
        <w:t xml:space="preserve"> 927</w:t>
      </w:r>
    </w:p>
    <w:p w:rsidR="007A6C43" w:rsidRPr="00D45932" w:rsidRDefault="007A6C43" w:rsidP="000974C7">
      <w:pPr>
        <w:tabs>
          <w:tab w:val="left" w:pos="6820"/>
          <w:tab w:val="right" w:pos="9752"/>
        </w:tabs>
        <w:suppressAutoHyphens/>
        <w:autoSpaceDE w:val="0"/>
        <w:autoSpaceDN w:val="0"/>
        <w:adjustRightInd w:val="0"/>
        <w:ind w:left="6237"/>
        <w:jc w:val="center"/>
        <w:rPr>
          <w:sz w:val="24"/>
          <w:szCs w:val="24"/>
        </w:rPr>
      </w:pPr>
    </w:p>
    <w:p w:rsidR="007A6C43" w:rsidRPr="00D45932" w:rsidRDefault="00D45932" w:rsidP="007A6C43">
      <w:pPr>
        <w:tabs>
          <w:tab w:val="left" w:pos="6820"/>
          <w:tab w:val="right" w:pos="9752"/>
        </w:tabs>
        <w:suppressAutoHyphens/>
        <w:autoSpaceDE w:val="0"/>
        <w:autoSpaceDN w:val="0"/>
        <w:adjustRightInd w:val="0"/>
        <w:ind w:left="6237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7A6C43" w:rsidRPr="00D45932">
        <w:rPr>
          <w:sz w:val="24"/>
          <w:szCs w:val="24"/>
        </w:rPr>
        <w:t>Приложение</w:t>
      </w:r>
    </w:p>
    <w:p w:rsidR="007A6C43" w:rsidRPr="00D45932" w:rsidRDefault="007A6C43" w:rsidP="007A6C43">
      <w:pPr>
        <w:tabs>
          <w:tab w:val="left" w:pos="6820"/>
          <w:tab w:val="right" w:pos="9752"/>
        </w:tabs>
        <w:suppressAutoHyphens/>
        <w:autoSpaceDE w:val="0"/>
        <w:autoSpaceDN w:val="0"/>
        <w:adjustRightInd w:val="0"/>
        <w:ind w:left="6237"/>
        <w:jc w:val="center"/>
        <w:rPr>
          <w:sz w:val="24"/>
          <w:szCs w:val="24"/>
        </w:rPr>
      </w:pPr>
      <w:r w:rsidRPr="00D45932">
        <w:rPr>
          <w:sz w:val="24"/>
          <w:szCs w:val="24"/>
        </w:rPr>
        <w:t>к постановлению Администрации Милютинского района</w:t>
      </w:r>
    </w:p>
    <w:p w:rsidR="007A6C43" w:rsidRPr="00D45932" w:rsidRDefault="007A6C43" w:rsidP="007A6C43">
      <w:pPr>
        <w:tabs>
          <w:tab w:val="left" w:pos="6820"/>
          <w:tab w:val="right" w:pos="9752"/>
        </w:tabs>
        <w:suppressAutoHyphens/>
        <w:autoSpaceDE w:val="0"/>
        <w:autoSpaceDN w:val="0"/>
        <w:adjustRightInd w:val="0"/>
        <w:ind w:left="6237"/>
        <w:jc w:val="center"/>
        <w:rPr>
          <w:sz w:val="24"/>
          <w:szCs w:val="24"/>
        </w:rPr>
      </w:pPr>
      <w:r w:rsidRPr="00D45932">
        <w:rPr>
          <w:sz w:val="24"/>
          <w:szCs w:val="24"/>
        </w:rPr>
        <w:t>от  30.09.2015  № 376</w:t>
      </w:r>
    </w:p>
    <w:p w:rsidR="00FA3C10" w:rsidRDefault="00FA3C10" w:rsidP="0064480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85DE2" w:rsidRDefault="002E3AE9" w:rsidP="002E3AE9">
      <w:pPr>
        <w:jc w:val="center"/>
        <w:rPr>
          <w:rFonts w:eastAsia="Calibri"/>
          <w:sz w:val="28"/>
          <w:szCs w:val="28"/>
        </w:rPr>
      </w:pPr>
      <w:r w:rsidRPr="002E3AE9">
        <w:rPr>
          <w:rFonts w:eastAsia="Calibri"/>
          <w:sz w:val="28"/>
          <w:szCs w:val="28"/>
        </w:rPr>
        <w:t xml:space="preserve">Классификатор участников </w:t>
      </w:r>
      <w:r w:rsidR="00D85DE2">
        <w:rPr>
          <w:rFonts w:eastAsia="Calibri"/>
          <w:sz w:val="28"/>
          <w:szCs w:val="28"/>
        </w:rPr>
        <w:t xml:space="preserve">системы «Дело» </w:t>
      </w:r>
    </w:p>
    <w:p w:rsidR="002E3AE9" w:rsidRPr="002E3AE9" w:rsidRDefault="002E3AE9" w:rsidP="002E3AE9">
      <w:pPr>
        <w:jc w:val="center"/>
        <w:rPr>
          <w:rFonts w:eastAsia="Calibri"/>
          <w:sz w:val="28"/>
          <w:szCs w:val="28"/>
        </w:rPr>
      </w:pPr>
      <w:r w:rsidRPr="002E3AE9">
        <w:rPr>
          <w:rFonts w:eastAsia="Calibri"/>
          <w:sz w:val="28"/>
          <w:szCs w:val="28"/>
        </w:rPr>
        <w:t>муниципального образования «Милютинский район»</w:t>
      </w:r>
    </w:p>
    <w:p w:rsidR="002E3AE9" w:rsidRDefault="002E3AE9" w:rsidP="002E3AE9">
      <w:pPr>
        <w:keepNext/>
        <w:jc w:val="both"/>
        <w:rPr>
          <w:sz w:val="28"/>
          <w:szCs w:val="28"/>
        </w:rPr>
      </w:pPr>
    </w:p>
    <w:tbl>
      <w:tblPr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7963"/>
        <w:gridCol w:w="1137"/>
      </w:tblGrid>
      <w:tr w:rsidR="002E3AE9" w:rsidRPr="007227DC" w:rsidTr="00AE16CE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AE9" w:rsidRPr="00AE16CE" w:rsidRDefault="002E3AE9" w:rsidP="00AE16CE">
            <w:pPr>
              <w:keepNext/>
              <w:jc w:val="center"/>
              <w:rPr>
                <w:sz w:val="28"/>
                <w:szCs w:val="28"/>
              </w:rPr>
            </w:pPr>
            <w:r w:rsidRPr="00AE16CE">
              <w:rPr>
                <w:sz w:val="28"/>
                <w:szCs w:val="28"/>
              </w:rPr>
              <w:t>№ п/п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AE9" w:rsidRPr="00AE16CE" w:rsidRDefault="002E3AE9" w:rsidP="00AE16CE">
            <w:pPr>
              <w:keepNext/>
              <w:jc w:val="center"/>
              <w:rPr>
                <w:sz w:val="28"/>
                <w:szCs w:val="28"/>
              </w:rPr>
            </w:pPr>
            <w:r w:rsidRPr="00AE16CE">
              <w:rPr>
                <w:sz w:val="28"/>
                <w:szCs w:val="28"/>
              </w:rPr>
              <w:t>Наименование органа исполнительной власти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AE9" w:rsidRPr="00AE16CE" w:rsidRDefault="002E3AE9" w:rsidP="00AE16CE">
            <w:pPr>
              <w:keepNext/>
              <w:jc w:val="center"/>
              <w:rPr>
                <w:sz w:val="28"/>
                <w:szCs w:val="28"/>
              </w:rPr>
            </w:pPr>
            <w:r w:rsidRPr="00AE16CE">
              <w:rPr>
                <w:sz w:val="28"/>
                <w:szCs w:val="28"/>
              </w:rPr>
              <w:t>Индекс</w:t>
            </w:r>
          </w:p>
        </w:tc>
      </w:tr>
    </w:tbl>
    <w:p w:rsidR="002E3AE9" w:rsidRPr="007227DC" w:rsidRDefault="002E3AE9" w:rsidP="002E3AE9">
      <w:pPr>
        <w:rPr>
          <w:sz w:val="28"/>
          <w:szCs w:val="28"/>
        </w:rPr>
      </w:pPr>
    </w:p>
    <w:tbl>
      <w:tblPr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7963"/>
        <w:gridCol w:w="1137"/>
      </w:tblGrid>
      <w:tr w:rsidR="002E3AE9" w:rsidRPr="007227DC" w:rsidTr="00AE16CE">
        <w:trPr>
          <w:tblHeader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AE9" w:rsidRPr="00AE16CE" w:rsidRDefault="002E3AE9" w:rsidP="00AE16CE">
            <w:pPr>
              <w:widowControl w:val="0"/>
              <w:jc w:val="center"/>
              <w:rPr>
                <w:sz w:val="28"/>
                <w:szCs w:val="28"/>
              </w:rPr>
            </w:pPr>
            <w:r w:rsidRPr="00AE16CE">
              <w:rPr>
                <w:sz w:val="28"/>
                <w:szCs w:val="28"/>
              </w:rPr>
              <w:t>1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AE9" w:rsidRPr="00AE16CE" w:rsidRDefault="002E3AE9" w:rsidP="00AE16CE">
            <w:pPr>
              <w:widowControl w:val="0"/>
              <w:jc w:val="center"/>
              <w:rPr>
                <w:sz w:val="28"/>
                <w:szCs w:val="28"/>
              </w:rPr>
            </w:pPr>
            <w:r w:rsidRPr="00AE16CE">
              <w:rPr>
                <w:sz w:val="28"/>
                <w:szCs w:val="28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AE9" w:rsidRPr="00AE16CE" w:rsidRDefault="002E3AE9" w:rsidP="00AE16CE">
            <w:pPr>
              <w:widowControl w:val="0"/>
              <w:jc w:val="center"/>
              <w:rPr>
                <w:sz w:val="28"/>
                <w:szCs w:val="28"/>
              </w:rPr>
            </w:pPr>
            <w:r w:rsidRPr="00AE16CE">
              <w:rPr>
                <w:sz w:val="28"/>
                <w:szCs w:val="28"/>
              </w:rPr>
              <w:t>3</w:t>
            </w:r>
          </w:p>
        </w:tc>
      </w:tr>
      <w:tr w:rsidR="002E3AE9" w:rsidRPr="007227DC" w:rsidTr="00AE16CE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AE9" w:rsidRPr="00AE16CE" w:rsidRDefault="002E3AE9" w:rsidP="00AE16CE">
            <w:pPr>
              <w:widowControl w:val="0"/>
              <w:jc w:val="center"/>
              <w:rPr>
                <w:sz w:val="28"/>
                <w:szCs w:val="28"/>
              </w:rPr>
            </w:pPr>
            <w:r w:rsidRPr="00AE16CE">
              <w:rPr>
                <w:sz w:val="28"/>
                <w:szCs w:val="28"/>
              </w:rPr>
              <w:t>1.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2E3AE9" w:rsidP="002915AF">
            <w:pPr>
              <w:widowControl w:val="0"/>
              <w:jc w:val="both"/>
              <w:rPr>
                <w:sz w:val="28"/>
                <w:szCs w:val="28"/>
              </w:rPr>
            </w:pPr>
            <w:r w:rsidRPr="00AE16CE">
              <w:rPr>
                <w:sz w:val="28"/>
                <w:szCs w:val="28"/>
              </w:rPr>
              <w:t>Глава Администрации Милютинского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2E3AE9" w:rsidP="00AE16CE">
            <w:pPr>
              <w:widowControl w:val="0"/>
              <w:jc w:val="center"/>
              <w:rPr>
                <w:sz w:val="28"/>
                <w:szCs w:val="28"/>
              </w:rPr>
            </w:pPr>
            <w:r w:rsidRPr="00AE16CE">
              <w:rPr>
                <w:sz w:val="28"/>
                <w:szCs w:val="28"/>
              </w:rPr>
              <w:t>84</w:t>
            </w:r>
          </w:p>
        </w:tc>
      </w:tr>
      <w:tr w:rsidR="002E3AE9" w:rsidRPr="007227DC" w:rsidTr="00AE16CE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AE9" w:rsidRPr="00AE16CE" w:rsidRDefault="002E3AE9" w:rsidP="00AE16CE">
            <w:pPr>
              <w:widowControl w:val="0"/>
              <w:jc w:val="center"/>
              <w:rPr>
                <w:sz w:val="28"/>
                <w:szCs w:val="28"/>
              </w:rPr>
            </w:pPr>
            <w:r w:rsidRPr="00AE16CE">
              <w:rPr>
                <w:sz w:val="28"/>
                <w:szCs w:val="28"/>
              </w:rPr>
              <w:t>2.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2E3AE9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Первый заместитель главы Администрации Милютинского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2E3AE9" w:rsidP="00AE16CE">
            <w:pPr>
              <w:widowControl w:val="0"/>
              <w:jc w:val="center"/>
              <w:rPr>
                <w:sz w:val="28"/>
                <w:szCs w:val="28"/>
              </w:rPr>
            </w:pPr>
            <w:r w:rsidRPr="00AE16CE">
              <w:rPr>
                <w:sz w:val="28"/>
                <w:szCs w:val="28"/>
              </w:rPr>
              <w:t>84.1</w:t>
            </w:r>
          </w:p>
        </w:tc>
      </w:tr>
      <w:tr w:rsidR="002E3AE9" w:rsidRPr="007227DC" w:rsidTr="00AE16CE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AE9" w:rsidRPr="00AE16CE" w:rsidRDefault="002E3AE9" w:rsidP="00AE16CE">
            <w:pPr>
              <w:widowControl w:val="0"/>
              <w:jc w:val="center"/>
              <w:rPr>
                <w:sz w:val="28"/>
                <w:szCs w:val="28"/>
              </w:rPr>
            </w:pPr>
            <w:r w:rsidRPr="00AE16CE">
              <w:rPr>
                <w:sz w:val="28"/>
                <w:szCs w:val="28"/>
              </w:rPr>
              <w:t>3.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2E3AE9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Заместитель главы Администрации Милютинского района по социальным вопросам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2E3AE9" w:rsidP="00AE16C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84.2</w:t>
            </w:r>
          </w:p>
        </w:tc>
      </w:tr>
      <w:tr w:rsidR="002E3AE9" w:rsidRPr="007227DC" w:rsidTr="00AE16CE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AE9" w:rsidRPr="00AE16CE" w:rsidRDefault="002E3AE9" w:rsidP="00AE16CE">
            <w:pPr>
              <w:widowControl w:val="0"/>
              <w:jc w:val="center"/>
              <w:rPr>
                <w:sz w:val="28"/>
                <w:szCs w:val="28"/>
              </w:rPr>
            </w:pPr>
            <w:r w:rsidRPr="00AE16CE">
              <w:rPr>
                <w:sz w:val="28"/>
                <w:szCs w:val="28"/>
              </w:rPr>
              <w:t>4.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2E3AE9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 xml:space="preserve">Заместитель главы Администрации Милютинского района </w:t>
            </w:r>
            <w:r w:rsidR="002915AF" w:rsidRPr="002915AF">
              <w:rPr>
                <w:bCs/>
                <w:sz w:val="28"/>
                <w:szCs w:val="28"/>
              </w:rPr>
              <w:t xml:space="preserve"> - </w:t>
            </w:r>
            <w:r w:rsidR="002915AF">
              <w:rPr>
                <w:bCs/>
                <w:sz w:val="28"/>
                <w:szCs w:val="28"/>
              </w:rPr>
              <w:t xml:space="preserve">начальник отдела </w:t>
            </w:r>
            <w:r w:rsidRPr="00AE16CE">
              <w:rPr>
                <w:bCs/>
                <w:sz w:val="28"/>
                <w:szCs w:val="28"/>
              </w:rPr>
              <w:t>по поддержке сельского хозяйства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2E3AE9" w:rsidP="00AE16C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84.3</w:t>
            </w:r>
          </w:p>
        </w:tc>
      </w:tr>
      <w:tr w:rsidR="002E3AE9" w:rsidRPr="007227DC" w:rsidTr="00AE16CE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AE9" w:rsidRPr="00AE16CE" w:rsidRDefault="002E3AE9" w:rsidP="00AE16CE">
            <w:pPr>
              <w:widowControl w:val="0"/>
              <w:jc w:val="center"/>
              <w:rPr>
                <w:sz w:val="28"/>
                <w:szCs w:val="28"/>
              </w:rPr>
            </w:pPr>
            <w:r w:rsidRPr="00AE16CE">
              <w:rPr>
                <w:sz w:val="28"/>
                <w:szCs w:val="28"/>
              </w:rPr>
              <w:t>5.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2E3AE9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Заместитель главы Администрации Милютинского района по организационной и кадровой работе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2E3AE9" w:rsidP="00AE16C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84.4</w:t>
            </w:r>
          </w:p>
        </w:tc>
      </w:tr>
      <w:tr w:rsidR="002E3AE9" w:rsidRPr="007227DC" w:rsidTr="00AE16CE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AE9" w:rsidRPr="00AE16CE" w:rsidRDefault="002E3AE9" w:rsidP="00AE16CE">
            <w:pPr>
              <w:widowControl w:val="0"/>
              <w:jc w:val="center"/>
              <w:rPr>
                <w:sz w:val="28"/>
                <w:szCs w:val="28"/>
              </w:rPr>
            </w:pPr>
            <w:r w:rsidRPr="00AE16CE">
              <w:rPr>
                <w:sz w:val="28"/>
                <w:szCs w:val="28"/>
              </w:rPr>
              <w:t>6.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2E3AE9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Бухгалтерия Администрации Милютинского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2E3AE9" w:rsidP="00AE16C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84.5</w:t>
            </w:r>
          </w:p>
        </w:tc>
      </w:tr>
      <w:tr w:rsidR="002E3AE9" w:rsidRPr="007227DC" w:rsidTr="00AE16CE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AE9" w:rsidRPr="00AE16CE" w:rsidRDefault="002E3AE9" w:rsidP="00AE16CE">
            <w:pPr>
              <w:widowControl w:val="0"/>
              <w:jc w:val="center"/>
              <w:rPr>
                <w:sz w:val="28"/>
                <w:szCs w:val="28"/>
              </w:rPr>
            </w:pPr>
            <w:r w:rsidRPr="00AE16CE">
              <w:rPr>
                <w:sz w:val="28"/>
                <w:szCs w:val="28"/>
              </w:rPr>
              <w:t>7.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2E3AE9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Главный архитектор Администрации Милютинского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2E3AE9" w:rsidP="00AE16C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84.6</w:t>
            </w:r>
          </w:p>
        </w:tc>
      </w:tr>
      <w:tr w:rsidR="002E3AE9" w:rsidRPr="007227DC" w:rsidTr="00AE16CE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AE9" w:rsidRPr="00AE16CE" w:rsidRDefault="002E3AE9" w:rsidP="00AE16CE">
            <w:pPr>
              <w:widowControl w:val="0"/>
              <w:jc w:val="center"/>
              <w:rPr>
                <w:sz w:val="28"/>
                <w:szCs w:val="28"/>
              </w:rPr>
            </w:pPr>
            <w:r w:rsidRPr="00AE16CE">
              <w:rPr>
                <w:sz w:val="28"/>
                <w:szCs w:val="28"/>
              </w:rPr>
              <w:t>8.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2E3AE9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Отдел координации работы отраслей ЖКХ, архитектуры, строительства, транспорта, энергетики и связи Администрации Милютинского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2E3AE9" w:rsidP="00AE16C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84.7</w:t>
            </w:r>
          </w:p>
        </w:tc>
      </w:tr>
      <w:tr w:rsidR="002E3AE9" w:rsidRPr="007227DC" w:rsidTr="00AE16CE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AE9" w:rsidRPr="00AE16CE" w:rsidRDefault="002E3AE9" w:rsidP="00AE16CE">
            <w:pPr>
              <w:widowControl w:val="0"/>
              <w:jc w:val="center"/>
              <w:rPr>
                <w:sz w:val="28"/>
                <w:szCs w:val="28"/>
              </w:rPr>
            </w:pPr>
            <w:r w:rsidRPr="00AE16CE">
              <w:rPr>
                <w:sz w:val="28"/>
                <w:szCs w:val="28"/>
              </w:rPr>
              <w:t>9.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635C2B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Отдел</w:t>
            </w:r>
            <w:r w:rsidR="002E3AE9" w:rsidRPr="00AE16CE">
              <w:rPr>
                <w:bCs/>
                <w:sz w:val="28"/>
                <w:szCs w:val="28"/>
              </w:rPr>
              <w:t xml:space="preserve"> по управлению муниципальным имуществом Администрации Милютинского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2E3AE9" w:rsidP="00AE16C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84.8</w:t>
            </w:r>
          </w:p>
        </w:tc>
      </w:tr>
      <w:tr w:rsidR="002E3AE9" w:rsidRPr="007227DC" w:rsidTr="00AE16CE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AE9" w:rsidRPr="00AE16CE" w:rsidRDefault="002E3AE9" w:rsidP="00AE16CE">
            <w:pPr>
              <w:widowControl w:val="0"/>
              <w:jc w:val="center"/>
              <w:rPr>
                <w:sz w:val="28"/>
                <w:szCs w:val="28"/>
              </w:rPr>
            </w:pPr>
            <w:r w:rsidRPr="00AE16CE">
              <w:rPr>
                <w:sz w:val="28"/>
                <w:szCs w:val="28"/>
              </w:rPr>
              <w:t>10.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2E3AE9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Отдел социально-экономического прогнозирования Администрации Милютинского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2E3AE9" w:rsidP="00AE16C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84.9</w:t>
            </w:r>
          </w:p>
        </w:tc>
      </w:tr>
      <w:tr w:rsidR="002E3AE9" w:rsidRPr="007227DC" w:rsidTr="00635C2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543C33" w:rsidP="00AE16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F31C8F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Отдел по поддержке сельского хозяйства, землепользованию и охране окружающей среды Администрации Милютинского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F31C8F" w:rsidP="00AE16C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84.11</w:t>
            </w:r>
          </w:p>
        </w:tc>
      </w:tr>
      <w:tr w:rsidR="002E3AE9" w:rsidRPr="007227DC" w:rsidTr="00635C2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543C33" w:rsidP="00AE16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F31C8F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Административная комиссия Администрации Милютинского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F31C8F" w:rsidP="00AE16C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84.12</w:t>
            </w:r>
          </w:p>
        </w:tc>
      </w:tr>
      <w:tr w:rsidR="002E3AE9" w:rsidRPr="007227DC" w:rsidTr="00635C2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543C33" w:rsidP="00AE16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635C2B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МКУ Милютинского района «Управление по делам гражданской обороны, предупреждению и ликвидации чрезвычайных ситуаций»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F31C8F" w:rsidP="00AE16C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84.13</w:t>
            </w:r>
          </w:p>
        </w:tc>
      </w:tr>
      <w:tr w:rsidR="002E3AE9" w:rsidRPr="007227DC" w:rsidTr="00635C2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543C33" w:rsidP="00AE16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F31C8F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Отдел по общим, организационно-правовым и кадровым вопросам Администрации Милютинского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F31C8F" w:rsidP="00AE16C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84.14</w:t>
            </w:r>
          </w:p>
        </w:tc>
      </w:tr>
      <w:tr w:rsidR="002E3AE9" w:rsidRPr="007227DC" w:rsidTr="00635C2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543C33" w:rsidP="00AE16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F31C8F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Архивный сектор Администрации Милютинского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F31C8F" w:rsidP="00AE16C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84.15</w:t>
            </w:r>
          </w:p>
        </w:tc>
      </w:tr>
      <w:tr w:rsidR="00CB7577" w:rsidRPr="007227DC" w:rsidTr="00AE16CE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577" w:rsidRPr="00AE16CE" w:rsidRDefault="00543C33" w:rsidP="00AE16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577" w:rsidRPr="00AE16CE" w:rsidRDefault="00CB7577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CB7577">
              <w:rPr>
                <w:bCs/>
                <w:sz w:val="28"/>
                <w:szCs w:val="28"/>
              </w:rPr>
              <w:t>Главный специалист по мобилизационной работе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577" w:rsidRPr="00AE16CE" w:rsidRDefault="00CB7577" w:rsidP="00AE16C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84.16</w:t>
            </w:r>
          </w:p>
        </w:tc>
      </w:tr>
      <w:tr w:rsidR="000D520E" w:rsidRPr="007227DC" w:rsidTr="00AE16CE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20E" w:rsidRDefault="00543C33" w:rsidP="00AE16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20E" w:rsidRPr="00CB7577" w:rsidRDefault="000D520E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0D520E">
              <w:rPr>
                <w:bCs/>
                <w:sz w:val="28"/>
                <w:szCs w:val="28"/>
              </w:rPr>
              <w:t>Заместитель главы Администрации Милютинского района по муниципальному хозяйству и строительству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20E" w:rsidRDefault="000D520E" w:rsidP="00AE16C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84.17</w:t>
            </w:r>
          </w:p>
        </w:tc>
      </w:tr>
      <w:tr w:rsidR="002E3AE9" w:rsidRPr="007227DC" w:rsidTr="000D520E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543C33" w:rsidP="00CB757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F31C8F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Финансовый отдел Администрации Милютинского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F31C8F" w:rsidP="00AE16C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84.20</w:t>
            </w:r>
          </w:p>
        </w:tc>
      </w:tr>
      <w:tr w:rsidR="002E3AE9" w:rsidRPr="007227DC" w:rsidTr="000D520E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543C33" w:rsidP="00CB757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F31C8F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Отдел образования Администрации Милютинского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F31C8F" w:rsidP="00AE16C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84.21</w:t>
            </w:r>
          </w:p>
        </w:tc>
      </w:tr>
      <w:tr w:rsidR="002E3AE9" w:rsidRPr="007227DC" w:rsidTr="000D520E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543C33" w:rsidP="00AE16C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F31C8F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Отдел культуры</w:t>
            </w:r>
            <w:r w:rsidR="008D419E">
              <w:rPr>
                <w:bCs/>
                <w:sz w:val="28"/>
                <w:szCs w:val="28"/>
              </w:rPr>
              <w:t>, спорта и молодёжной политики</w:t>
            </w:r>
            <w:r w:rsidRPr="00AE16CE">
              <w:rPr>
                <w:bCs/>
                <w:sz w:val="28"/>
                <w:szCs w:val="28"/>
              </w:rPr>
              <w:t xml:space="preserve"> Администрации Милютинского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F31C8F" w:rsidP="00AE16C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84.22</w:t>
            </w:r>
          </w:p>
        </w:tc>
      </w:tr>
      <w:tr w:rsidR="002E3AE9" w:rsidTr="000D520E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543C33" w:rsidP="00CB757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F31C8F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 xml:space="preserve">Отдел социальной защиты </w:t>
            </w:r>
            <w:r w:rsidR="002915AF">
              <w:rPr>
                <w:bCs/>
                <w:sz w:val="28"/>
                <w:szCs w:val="28"/>
              </w:rPr>
              <w:t xml:space="preserve">населения </w:t>
            </w:r>
            <w:r w:rsidRPr="00AE16CE">
              <w:rPr>
                <w:bCs/>
                <w:sz w:val="28"/>
                <w:szCs w:val="28"/>
              </w:rPr>
              <w:t>Администрации Милютинского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F31C8F" w:rsidP="00AE16C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84.23</w:t>
            </w:r>
          </w:p>
        </w:tc>
      </w:tr>
      <w:tr w:rsidR="002E3AE9" w:rsidTr="000D520E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543C33" w:rsidP="00CB757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2915AF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ГКУ РО </w:t>
            </w:r>
            <w:r w:rsidR="00F31C8F" w:rsidRPr="00AE16CE">
              <w:rPr>
                <w:bCs/>
                <w:sz w:val="28"/>
                <w:szCs w:val="28"/>
              </w:rPr>
              <w:t>Центр занятости населения Милютинского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F31C8F" w:rsidP="00AE16C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84.24</w:t>
            </w:r>
          </w:p>
        </w:tc>
      </w:tr>
      <w:tr w:rsidR="002E3AE9" w:rsidTr="000D520E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543C33" w:rsidP="00CB757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F31C8F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МАУ МФЦ Милютинского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F31C8F" w:rsidP="00AE16C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84.25</w:t>
            </w:r>
          </w:p>
        </w:tc>
      </w:tr>
      <w:tr w:rsidR="002E3AE9" w:rsidTr="000D520E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543C33" w:rsidP="00CB757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F31C8F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Отдел ЗАГС Администрации Милютинского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F31C8F" w:rsidP="00AE16C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84.26</w:t>
            </w:r>
          </w:p>
        </w:tc>
      </w:tr>
      <w:tr w:rsidR="00CC4BED" w:rsidTr="00AE16CE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BED" w:rsidRPr="00AE16CE" w:rsidRDefault="00543C33" w:rsidP="00CB757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BED" w:rsidRPr="00AE16CE" w:rsidRDefault="00CC4BED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Милютинское районное Собрание депутатов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BED" w:rsidRPr="00AE16CE" w:rsidRDefault="00CC4BED" w:rsidP="00AE16C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84.27</w:t>
            </w:r>
          </w:p>
        </w:tc>
      </w:tr>
      <w:tr w:rsidR="002E3AE9" w:rsidTr="000D520E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543C33" w:rsidP="00CB757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F31C8F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М</w:t>
            </w:r>
            <w:r w:rsidR="002915AF">
              <w:rPr>
                <w:bCs/>
                <w:sz w:val="28"/>
                <w:szCs w:val="28"/>
              </w:rPr>
              <w:t>Б</w:t>
            </w:r>
            <w:r w:rsidRPr="00AE16CE">
              <w:rPr>
                <w:bCs/>
                <w:sz w:val="28"/>
                <w:szCs w:val="28"/>
              </w:rPr>
              <w:t>УЗ «ЦРБ» Милютинского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E9" w:rsidRPr="00AE16CE" w:rsidRDefault="00F31C8F" w:rsidP="00CC4BED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AE16CE">
              <w:rPr>
                <w:bCs/>
                <w:sz w:val="28"/>
                <w:szCs w:val="28"/>
              </w:rPr>
              <w:t>84.2</w:t>
            </w:r>
            <w:r w:rsidR="00CC4BED">
              <w:rPr>
                <w:bCs/>
                <w:sz w:val="28"/>
                <w:szCs w:val="28"/>
              </w:rPr>
              <w:t>8</w:t>
            </w:r>
          </w:p>
        </w:tc>
      </w:tr>
      <w:tr w:rsidR="00B200E6" w:rsidTr="00AE16CE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0E6" w:rsidRPr="00AE16CE" w:rsidRDefault="00543C33" w:rsidP="00CB757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0E6" w:rsidRPr="00AE16CE" w:rsidRDefault="00B200E6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Контрольно-счётная палата Милютинского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0E6" w:rsidRPr="00AE16CE" w:rsidRDefault="00B200E6" w:rsidP="00CC4BED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84.29</w:t>
            </w:r>
          </w:p>
        </w:tc>
      </w:tr>
      <w:tr w:rsidR="00512B6E" w:rsidTr="00AE16CE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B6E" w:rsidRDefault="00512B6E" w:rsidP="00CB757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B6E" w:rsidRDefault="00512B6E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512B6E">
              <w:rPr>
                <w:bCs/>
                <w:sz w:val="28"/>
                <w:szCs w:val="28"/>
              </w:rPr>
              <w:t>Исходящие МБУ ЦСО ГПВ и И Милютинского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B6E" w:rsidRDefault="00512B6E" w:rsidP="00CC4BED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84.30</w:t>
            </w:r>
          </w:p>
        </w:tc>
      </w:tr>
      <w:tr w:rsidR="007A6C43" w:rsidTr="00AE16CE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C43" w:rsidRPr="00AE16CE" w:rsidRDefault="00543C33" w:rsidP="00B200E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12B6E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C43" w:rsidRPr="00AE16CE" w:rsidRDefault="007A6C43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Администрация Лукичевского сельского поселения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C43" w:rsidRPr="00AE16CE" w:rsidRDefault="00EF75D4" w:rsidP="00CC4BED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84.39</w:t>
            </w:r>
          </w:p>
        </w:tc>
      </w:tr>
      <w:tr w:rsidR="007A6C43" w:rsidTr="00AE16CE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C43" w:rsidRPr="00AE16CE" w:rsidRDefault="00512B6E" w:rsidP="00B200E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543C33">
              <w:rPr>
                <w:sz w:val="28"/>
                <w:szCs w:val="28"/>
              </w:rPr>
              <w:t>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C43" w:rsidRPr="00AE16CE" w:rsidRDefault="007A6C43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Администрация Маньково-Березовского сельского поселения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C43" w:rsidRPr="00AE16CE" w:rsidRDefault="00EF75D4" w:rsidP="00CC4BED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84.40</w:t>
            </w:r>
          </w:p>
        </w:tc>
      </w:tr>
      <w:tr w:rsidR="007A6C43" w:rsidTr="00AE16CE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C43" w:rsidRPr="00AE16CE" w:rsidRDefault="00543C33" w:rsidP="00CB757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12B6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C43" w:rsidRPr="00AE16CE" w:rsidRDefault="007A6C43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Администрация Милютинского сельского поселения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C43" w:rsidRPr="00AE16CE" w:rsidRDefault="00EF75D4" w:rsidP="00CC4BED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84.41</w:t>
            </w:r>
          </w:p>
        </w:tc>
      </w:tr>
      <w:tr w:rsidR="007A6C43" w:rsidTr="00AE16CE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C43" w:rsidRPr="00AE16CE" w:rsidRDefault="00543C33" w:rsidP="00B200E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12B6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C43" w:rsidRPr="00AE16CE" w:rsidRDefault="007A6C43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Администрация Николо-Березовского сельского поселения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C43" w:rsidRPr="00AE16CE" w:rsidRDefault="00EF75D4" w:rsidP="00CC4BED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84.42</w:t>
            </w:r>
          </w:p>
        </w:tc>
      </w:tr>
      <w:tr w:rsidR="007A6C43" w:rsidTr="00AE16CE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C43" w:rsidRPr="00AE16CE" w:rsidRDefault="00543C33" w:rsidP="00B200E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12B6E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C43" w:rsidRPr="00AE16CE" w:rsidRDefault="007A6C43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Администрация Орловского сельского поселения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C43" w:rsidRPr="00AE16CE" w:rsidRDefault="00EF75D4" w:rsidP="00CC4BED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84.43</w:t>
            </w:r>
          </w:p>
        </w:tc>
      </w:tr>
      <w:tr w:rsidR="007A6C43" w:rsidTr="00AE16CE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C43" w:rsidRPr="00AE16CE" w:rsidRDefault="00543C33" w:rsidP="00B200E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12B6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C43" w:rsidRPr="00AE16CE" w:rsidRDefault="007A6C43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Администрация Свет</w:t>
            </w:r>
            <w:r w:rsidR="00D45932">
              <w:rPr>
                <w:bCs/>
                <w:sz w:val="28"/>
                <w:szCs w:val="28"/>
              </w:rPr>
              <w:t>очниковского сельского поселени</w:t>
            </w:r>
            <w:r>
              <w:rPr>
                <w:bCs/>
                <w:sz w:val="28"/>
                <w:szCs w:val="28"/>
              </w:rPr>
              <w:t>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C43" w:rsidRPr="00AE16CE" w:rsidRDefault="00EF75D4" w:rsidP="00CC4BED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84.44</w:t>
            </w:r>
          </w:p>
        </w:tc>
      </w:tr>
      <w:tr w:rsidR="007A6C43" w:rsidTr="00AE16CE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C43" w:rsidRPr="00AE16CE" w:rsidRDefault="00543C33" w:rsidP="00B200E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12B6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C43" w:rsidRPr="00AE16CE" w:rsidRDefault="007A6C43" w:rsidP="002915A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Администрация Селивановского сельского поселения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C43" w:rsidRPr="00AE16CE" w:rsidRDefault="00EF75D4" w:rsidP="00CC4BED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84.45</w:t>
            </w:r>
          </w:p>
        </w:tc>
      </w:tr>
    </w:tbl>
    <w:p w:rsidR="00FA3C10" w:rsidRDefault="00FA3C10" w:rsidP="0064480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31C8F" w:rsidRDefault="00F31C8F" w:rsidP="0064480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31C8F" w:rsidRDefault="00F31C8F" w:rsidP="0064480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31C8F" w:rsidRDefault="00F31C8F" w:rsidP="0064480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63C41" w:rsidRDefault="00563C41" w:rsidP="00563C41">
      <w:pPr>
        <w:ind w:firstLine="1701"/>
        <w:rPr>
          <w:sz w:val="28"/>
          <w:szCs w:val="28"/>
        </w:rPr>
      </w:pPr>
    </w:p>
    <w:p w:rsidR="00563C41" w:rsidRDefault="00563C41" w:rsidP="00D45932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563C41" w:rsidRDefault="00563C41" w:rsidP="00D45932">
      <w:pPr>
        <w:rPr>
          <w:sz w:val="28"/>
          <w:szCs w:val="28"/>
        </w:rPr>
      </w:pPr>
      <w:r>
        <w:rPr>
          <w:sz w:val="28"/>
          <w:szCs w:val="28"/>
        </w:rPr>
        <w:t>Милютинского района</w:t>
      </w:r>
    </w:p>
    <w:p w:rsidR="00C338AB" w:rsidRPr="009507B9" w:rsidRDefault="00563C41" w:rsidP="00D45932">
      <w:pPr>
        <w:rPr>
          <w:sz w:val="28"/>
          <w:szCs w:val="28"/>
        </w:rPr>
      </w:pPr>
      <w:r>
        <w:rPr>
          <w:sz w:val="28"/>
          <w:szCs w:val="28"/>
        </w:rPr>
        <w:t>по организационной и кадровой работе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45932">
        <w:rPr>
          <w:sz w:val="28"/>
          <w:szCs w:val="28"/>
        </w:rPr>
        <w:tab/>
      </w:r>
      <w:r>
        <w:rPr>
          <w:sz w:val="28"/>
          <w:szCs w:val="28"/>
        </w:rPr>
        <w:t>Т.В.</w:t>
      </w:r>
      <w:r w:rsidR="00D45932">
        <w:rPr>
          <w:sz w:val="28"/>
          <w:szCs w:val="28"/>
        </w:rPr>
        <w:t xml:space="preserve"> </w:t>
      </w:r>
      <w:r>
        <w:rPr>
          <w:sz w:val="28"/>
          <w:szCs w:val="28"/>
        </w:rPr>
        <w:t>Королева</w:t>
      </w:r>
    </w:p>
    <w:sectPr w:rsidR="00C338AB" w:rsidRPr="009507B9" w:rsidSect="00D45932">
      <w:footerReference w:type="default" r:id="rId9"/>
      <w:pgSz w:w="11907" w:h="16840" w:code="9"/>
      <w:pgMar w:top="709" w:right="851" w:bottom="1134" w:left="130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7D78" w:rsidRDefault="00467D78">
      <w:r>
        <w:separator/>
      </w:r>
    </w:p>
  </w:endnote>
  <w:endnote w:type="continuationSeparator" w:id="0">
    <w:p w:rsidR="00467D78" w:rsidRDefault="00467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388F" w:rsidRDefault="00A0388F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1F4B8E">
      <w:rPr>
        <w:noProof/>
      </w:rPr>
      <w:t>2</w:t>
    </w:r>
    <w:r>
      <w:fldChar w:fldCharType="end"/>
    </w:r>
  </w:p>
  <w:p w:rsidR="00A0388F" w:rsidRDefault="00A0388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7D78" w:rsidRDefault="00467D78">
      <w:r>
        <w:separator/>
      </w:r>
    </w:p>
  </w:footnote>
  <w:footnote w:type="continuationSeparator" w:id="0">
    <w:p w:rsidR="00467D78" w:rsidRDefault="00467D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92EC150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CF208D"/>
    <w:multiLevelType w:val="hybridMultilevel"/>
    <w:tmpl w:val="9294E096"/>
    <w:lvl w:ilvl="0" w:tplc="9D0A021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A700C86"/>
    <w:multiLevelType w:val="hybridMultilevel"/>
    <w:tmpl w:val="50AC47CE"/>
    <w:lvl w:ilvl="0" w:tplc="E3862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A5DFD"/>
    <w:multiLevelType w:val="hybridMultilevel"/>
    <w:tmpl w:val="55C288E8"/>
    <w:lvl w:ilvl="0" w:tplc="5386B722">
      <w:start w:val="1"/>
      <w:numFmt w:val="bullet"/>
      <w:lvlText w:val="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82AF0"/>
    <w:multiLevelType w:val="hybridMultilevel"/>
    <w:tmpl w:val="FD568826"/>
    <w:lvl w:ilvl="0" w:tplc="6C6E3362">
      <w:start w:val="1"/>
      <w:numFmt w:val="bullet"/>
      <w:lvlText w:val=""/>
      <w:lvlJc w:val="left"/>
      <w:pPr>
        <w:tabs>
          <w:tab w:val="num" w:pos="1021"/>
        </w:tabs>
        <w:ind w:left="0" w:firstLine="72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595AE8"/>
    <w:multiLevelType w:val="hybridMultilevel"/>
    <w:tmpl w:val="234A12A2"/>
    <w:lvl w:ilvl="0" w:tplc="2348EE74">
      <w:start w:val="1"/>
      <w:numFmt w:val="decimal"/>
      <w:lvlText w:val="%1."/>
      <w:lvlJc w:val="left"/>
      <w:pPr>
        <w:tabs>
          <w:tab w:val="num" w:pos="147"/>
        </w:tabs>
        <w:ind w:left="107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C45DB"/>
    <w:multiLevelType w:val="hybridMultilevel"/>
    <w:tmpl w:val="F1586C1E"/>
    <w:lvl w:ilvl="0" w:tplc="854AE2BE">
      <w:start w:val="1"/>
      <w:numFmt w:val="decimal"/>
      <w:lvlText w:val="%1."/>
      <w:lvlJc w:val="left"/>
      <w:pPr>
        <w:tabs>
          <w:tab w:val="num" w:pos="147"/>
        </w:tabs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860585"/>
    <w:multiLevelType w:val="hybridMultilevel"/>
    <w:tmpl w:val="892A85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2213D8D"/>
    <w:multiLevelType w:val="multilevel"/>
    <w:tmpl w:val="261EC0C0"/>
    <w:lvl w:ilvl="0">
      <w:start w:val="1"/>
      <w:numFmt w:val="decimal"/>
      <w:lvlText w:val="%1."/>
      <w:lvlJc w:val="left"/>
      <w:pPr>
        <w:tabs>
          <w:tab w:val="num" w:pos="1485"/>
        </w:tabs>
        <w:ind w:left="1485" w:hanging="14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85"/>
        </w:tabs>
        <w:ind w:left="2285" w:hanging="14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85"/>
        </w:tabs>
        <w:ind w:left="3085" w:hanging="14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85"/>
        </w:tabs>
        <w:ind w:left="3885" w:hanging="14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5"/>
        </w:tabs>
        <w:ind w:left="4685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85"/>
        </w:tabs>
        <w:ind w:left="5485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600"/>
        </w:tabs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00"/>
        </w:tabs>
        <w:ind w:left="7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60"/>
        </w:tabs>
        <w:ind w:left="8560" w:hanging="2160"/>
      </w:pPr>
      <w:rPr>
        <w:rFonts w:hint="default"/>
      </w:rPr>
    </w:lvl>
  </w:abstractNum>
  <w:abstractNum w:abstractNumId="9" w15:restartNumberingAfterBreak="0">
    <w:nsid w:val="14E9507A"/>
    <w:multiLevelType w:val="hybridMultilevel"/>
    <w:tmpl w:val="3BDCF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21462"/>
    <w:multiLevelType w:val="hybridMultilevel"/>
    <w:tmpl w:val="622C8D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1B712A"/>
    <w:multiLevelType w:val="hybridMultilevel"/>
    <w:tmpl w:val="BC4C2B74"/>
    <w:lvl w:ilvl="0" w:tplc="3D94BE1C">
      <w:start w:val="8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8FF3717"/>
    <w:multiLevelType w:val="hybridMultilevel"/>
    <w:tmpl w:val="55D65D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A2B0E51"/>
    <w:multiLevelType w:val="hybridMultilevel"/>
    <w:tmpl w:val="8FF2DF96"/>
    <w:lvl w:ilvl="0" w:tplc="05F8736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FED73AF"/>
    <w:multiLevelType w:val="multilevel"/>
    <w:tmpl w:val="56DC9636"/>
    <w:lvl w:ilvl="0">
      <w:start w:val="1"/>
      <w:numFmt w:val="decimal"/>
      <w:lvlText w:val="%1."/>
      <w:lvlJc w:val="left"/>
      <w:pPr>
        <w:ind w:left="1869" w:hanging="1155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147"/>
        </w:tabs>
        <w:ind w:left="107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4" w:hanging="2160"/>
      </w:pPr>
      <w:rPr>
        <w:rFonts w:hint="default"/>
      </w:rPr>
    </w:lvl>
  </w:abstractNum>
  <w:abstractNum w:abstractNumId="15" w15:restartNumberingAfterBreak="0">
    <w:nsid w:val="1FF37199"/>
    <w:multiLevelType w:val="hybridMultilevel"/>
    <w:tmpl w:val="3BDCF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785736"/>
    <w:multiLevelType w:val="multilevel"/>
    <w:tmpl w:val="6E1C8B1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3215F56"/>
    <w:multiLevelType w:val="hybridMultilevel"/>
    <w:tmpl w:val="6CE63D5A"/>
    <w:lvl w:ilvl="0" w:tplc="6C6E3362">
      <w:start w:val="1"/>
      <w:numFmt w:val="bullet"/>
      <w:lvlText w:val=""/>
      <w:lvlJc w:val="left"/>
      <w:pPr>
        <w:tabs>
          <w:tab w:val="num" w:pos="964"/>
        </w:tabs>
        <w:ind w:left="-57"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5804C01"/>
    <w:multiLevelType w:val="hybridMultilevel"/>
    <w:tmpl w:val="055E3556"/>
    <w:lvl w:ilvl="0" w:tplc="4C500C18">
      <w:start w:val="1"/>
      <w:numFmt w:val="bullet"/>
      <w:lvlText w:val=""/>
      <w:lvlJc w:val="left"/>
      <w:pPr>
        <w:tabs>
          <w:tab w:val="num" w:pos="1080"/>
        </w:tabs>
        <w:ind w:left="36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BE93DCF"/>
    <w:multiLevelType w:val="hybridMultilevel"/>
    <w:tmpl w:val="54024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447892"/>
    <w:multiLevelType w:val="hybridMultilevel"/>
    <w:tmpl w:val="892A85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0D51123"/>
    <w:multiLevelType w:val="multilevel"/>
    <w:tmpl w:val="3198FD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3377E2B"/>
    <w:multiLevelType w:val="hybridMultilevel"/>
    <w:tmpl w:val="5B38F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0F7007"/>
    <w:multiLevelType w:val="hybridMultilevel"/>
    <w:tmpl w:val="221E22C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6441EC"/>
    <w:multiLevelType w:val="multilevel"/>
    <w:tmpl w:val="9AF8906C"/>
    <w:lvl w:ilvl="0">
      <w:start w:val="1"/>
      <w:numFmt w:val="decimal"/>
      <w:lvlText w:val="%1."/>
      <w:lvlJc w:val="left"/>
      <w:pPr>
        <w:ind w:left="1869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4" w:hanging="2160"/>
      </w:pPr>
      <w:rPr>
        <w:rFonts w:hint="default"/>
      </w:rPr>
    </w:lvl>
  </w:abstractNum>
  <w:abstractNum w:abstractNumId="25" w15:restartNumberingAfterBreak="0">
    <w:nsid w:val="3A0929B2"/>
    <w:multiLevelType w:val="hybridMultilevel"/>
    <w:tmpl w:val="2034E690"/>
    <w:lvl w:ilvl="0" w:tplc="45C4E93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3AA92D07"/>
    <w:multiLevelType w:val="hybridMultilevel"/>
    <w:tmpl w:val="F7A06E08"/>
    <w:lvl w:ilvl="0" w:tplc="818C3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00C581D"/>
    <w:multiLevelType w:val="hybridMultilevel"/>
    <w:tmpl w:val="45FC2A90"/>
    <w:lvl w:ilvl="0" w:tplc="0D7CB806">
      <w:start w:val="1"/>
      <w:numFmt w:val="decimal"/>
      <w:lvlText w:val="%1."/>
      <w:lvlJc w:val="left"/>
      <w:pPr>
        <w:tabs>
          <w:tab w:val="num" w:pos="147"/>
        </w:tabs>
        <w:ind w:left="107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907412"/>
    <w:multiLevelType w:val="hybridMultilevel"/>
    <w:tmpl w:val="A420C9B2"/>
    <w:lvl w:ilvl="0" w:tplc="74E05678">
      <w:start w:val="10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5A46FBC"/>
    <w:multiLevelType w:val="hybridMultilevel"/>
    <w:tmpl w:val="0F7C6854"/>
    <w:lvl w:ilvl="0" w:tplc="1BA041E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A637924"/>
    <w:multiLevelType w:val="hybridMultilevel"/>
    <w:tmpl w:val="54024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054BA3"/>
    <w:multiLevelType w:val="multilevel"/>
    <w:tmpl w:val="FF1C9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DCD6A70"/>
    <w:multiLevelType w:val="hybridMultilevel"/>
    <w:tmpl w:val="F1586C1E"/>
    <w:lvl w:ilvl="0" w:tplc="854AE2BE">
      <w:start w:val="1"/>
      <w:numFmt w:val="decimal"/>
      <w:lvlText w:val="%1."/>
      <w:lvlJc w:val="left"/>
      <w:pPr>
        <w:tabs>
          <w:tab w:val="num" w:pos="147"/>
        </w:tabs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ED04913"/>
    <w:multiLevelType w:val="hybridMultilevel"/>
    <w:tmpl w:val="3BDCF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0D50D1"/>
    <w:multiLevelType w:val="hybridMultilevel"/>
    <w:tmpl w:val="6F243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4176FF"/>
    <w:multiLevelType w:val="hybridMultilevel"/>
    <w:tmpl w:val="FBC8C68C"/>
    <w:lvl w:ilvl="0" w:tplc="FFC6D7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6" w15:restartNumberingAfterBreak="0">
    <w:nsid w:val="55A328BE"/>
    <w:multiLevelType w:val="hybridMultilevel"/>
    <w:tmpl w:val="9A24F578"/>
    <w:lvl w:ilvl="0" w:tplc="A69A0C20">
      <w:start w:val="2"/>
      <w:numFmt w:val="decimal"/>
      <w:lvlText w:val="%1."/>
      <w:lvlJc w:val="left"/>
      <w:pPr>
        <w:tabs>
          <w:tab w:val="num" w:pos="147"/>
        </w:tabs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6CD4FF7"/>
    <w:multiLevelType w:val="hybridMultilevel"/>
    <w:tmpl w:val="AAAAEC9E"/>
    <w:lvl w:ilvl="0" w:tplc="1876AC7E">
      <w:start w:val="1"/>
      <w:numFmt w:val="decimal"/>
      <w:lvlText w:val="%1."/>
      <w:lvlJc w:val="left"/>
      <w:pPr>
        <w:tabs>
          <w:tab w:val="num" w:pos="147"/>
        </w:tabs>
        <w:ind w:left="107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FC4616"/>
    <w:multiLevelType w:val="multilevel"/>
    <w:tmpl w:val="AA368560"/>
    <w:lvl w:ilvl="0">
      <w:start w:val="1"/>
      <w:numFmt w:val="decimal"/>
      <w:lvlText w:val="%1."/>
      <w:lvlJc w:val="left"/>
      <w:pPr>
        <w:ind w:left="1869" w:hanging="115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7"/>
        </w:tabs>
        <w:ind w:left="107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4" w:hanging="2160"/>
      </w:pPr>
      <w:rPr>
        <w:rFonts w:hint="default"/>
      </w:rPr>
    </w:lvl>
  </w:abstractNum>
  <w:abstractNum w:abstractNumId="39" w15:restartNumberingAfterBreak="0">
    <w:nsid w:val="60206494"/>
    <w:multiLevelType w:val="hybridMultilevel"/>
    <w:tmpl w:val="85C69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34B04FE"/>
    <w:multiLevelType w:val="hybridMultilevel"/>
    <w:tmpl w:val="37BA4DE2"/>
    <w:lvl w:ilvl="0" w:tplc="93EEA9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 w15:restartNumberingAfterBreak="0">
    <w:nsid w:val="698F5C15"/>
    <w:multiLevelType w:val="hybridMultilevel"/>
    <w:tmpl w:val="3BDCF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E40519"/>
    <w:multiLevelType w:val="multilevel"/>
    <w:tmpl w:val="7E9ED25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3" w15:restartNumberingAfterBreak="0">
    <w:nsid w:val="757F4871"/>
    <w:multiLevelType w:val="hybridMultilevel"/>
    <w:tmpl w:val="B914DECC"/>
    <w:lvl w:ilvl="0" w:tplc="8AE856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92847F2"/>
    <w:multiLevelType w:val="multilevel"/>
    <w:tmpl w:val="8C30A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</w:num>
  <w:num w:numId="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"/>
  </w:num>
  <w:num w:numId="9">
    <w:abstractNumId w:val="33"/>
  </w:num>
  <w:num w:numId="10">
    <w:abstractNumId w:val="42"/>
  </w:num>
  <w:num w:numId="11">
    <w:abstractNumId w:val="16"/>
  </w:num>
  <w:num w:numId="12">
    <w:abstractNumId w:val="38"/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2"/>
  </w:num>
  <w:num w:numId="17">
    <w:abstractNumId w:val="26"/>
  </w:num>
  <w:num w:numId="18">
    <w:abstractNumId w:val="24"/>
  </w:num>
  <w:num w:numId="19">
    <w:abstractNumId w:val="14"/>
  </w:num>
  <w:num w:numId="20">
    <w:abstractNumId w:val="18"/>
  </w:num>
  <w:num w:numId="21">
    <w:abstractNumId w:val="37"/>
  </w:num>
  <w:num w:numId="22">
    <w:abstractNumId w:val="8"/>
  </w:num>
  <w:num w:numId="23">
    <w:abstractNumId w:val="36"/>
  </w:num>
  <w:num w:numId="24">
    <w:abstractNumId w:val="29"/>
  </w:num>
  <w:num w:numId="2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25"/>
  </w:num>
  <w:num w:numId="29">
    <w:abstractNumId w:val="40"/>
  </w:num>
  <w:num w:numId="30">
    <w:abstractNumId w:val="6"/>
  </w:num>
  <w:num w:numId="31">
    <w:abstractNumId w:val="32"/>
  </w:num>
  <w:num w:numId="32">
    <w:abstractNumId w:val="28"/>
  </w:num>
  <w:num w:numId="33">
    <w:abstractNumId w:val="27"/>
  </w:num>
  <w:num w:numId="34">
    <w:abstractNumId w:val="5"/>
  </w:num>
  <w:num w:numId="35">
    <w:abstractNumId w:val="11"/>
  </w:num>
  <w:num w:numId="36">
    <w:abstractNumId w:val="12"/>
  </w:num>
  <w:num w:numId="37">
    <w:abstractNumId w:val="20"/>
  </w:num>
  <w:num w:numId="38">
    <w:abstractNumId w:val="7"/>
  </w:num>
  <w:num w:numId="39">
    <w:abstractNumId w:val="31"/>
  </w:num>
  <w:num w:numId="40">
    <w:abstractNumId w:val="44"/>
  </w:num>
  <w:num w:numId="41">
    <w:abstractNumId w:val="13"/>
  </w:num>
  <w:num w:numId="42">
    <w:abstractNumId w:val="30"/>
  </w:num>
  <w:num w:numId="43">
    <w:abstractNumId w:val="34"/>
  </w:num>
  <w:num w:numId="44">
    <w:abstractNumId w:val="23"/>
  </w:num>
  <w:num w:numId="45">
    <w:abstractNumId w:val="15"/>
  </w:num>
  <w:num w:numId="46">
    <w:abstractNumId w:val="9"/>
  </w:num>
  <w:num w:numId="47">
    <w:abstractNumId w:val="41"/>
  </w:num>
  <w:num w:numId="48">
    <w:abstractNumId w:val="21"/>
  </w:num>
  <w:num w:numId="49">
    <w:abstractNumId w:val="19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autoHyphenation/>
  <w:consecutiveHyphenLimit w:val="1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CF4"/>
    <w:rsid w:val="000006B6"/>
    <w:rsid w:val="000048AE"/>
    <w:rsid w:val="000077AC"/>
    <w:rsid w:val="000155AE"/>
    <w:rsid w:val="00023B0E"/>
    <w:rsid w:val="00024DC3"/>
    <w:rsid w:val="00031C08"/>
    <w:rsid w:val="000339CA"/>
    <w:rsid w:val="0003506A"/>
    <w:rsid w:val="000404E7"/>
    <w:rsid w:val="000419CE"/>
    <w:rsid w:val="00046521"/>
    <w:rsid w:val="00062702"/>
    <w:rsid w:val="000639A1"/>
    <w:rsid w:val="0006666D"/>
    <w:rsid w:val="00066906"/>
    <w:rsid w:val="00067A4C"/>
    <w:rsid w:val="00067AAE"/>
    <w:rsid w:val="00073054"/>
    <w:rsid w:val="000762EB"/>
    <w:rsid w:val="000772EB"/>
    <w:rsid w:val="0008759A"/>
    <w:rsid w:val="00091A9B"/>
    <w:rsid w:val="00094735"/>
    <w:rsid w:val="000974C7"/>
    <w:rsid w:val="000A3E6D"/>
    <w:rsid w:val="000B224B"/>
    <w:rsid w:val="000B2F36"/>
    <w:rsid w:val="000C0BCB"/>
    <w:rsid w:val="000C7C95"/>
    <w:rsid w:val="000C7EB1"/>
    <w:rsid w:val="000D2BCF"/>
    <w:rsid w:val="000D3847"/>
    <w:rsid w:val="000D520E"/>
    <w:rsid w:val="000D71E4"/>
    <w:rsid w:val="000E39F9"/>
    <w:rsid w:val="000E3DEC"/>
    <w:rsid w:val="000E4C68"/>
    <w:rsid w:val="000E6D43"/>
    <w:rsid w:val="000E7718"/>
    <w:rsid w:val="000F343C"/>
    <w:rsid w:val="000F715E"/>
    <w:rsid w:val="00100328"/>
    <w:rsid w:val="0010396E"/>
    <w:rsid w:val="001146F3"/>
    <w:rsid w:val="00117B1B"/>
    <w:rsid w:val="00121122"/>
    <w:rsid w:val="00124FB0"/>
    <w:rsid w:val="0012502C"/>
    <w:rsid w:val="00125420"/>
    <w:rsid w:val="00126054"/>
    <w:rsid w:val="0012672D"/>
    <w:rsid w:val="00134424"/>
    <w:rsid w:val="0013543C"/>
    <w:rsid w:val="001368BC"/>
    <w:rsid w:val="00141C56"/>
    <w:rsid w:val="00142617"/>
    <w:rsid w:val="00144600"/>
    <w:rsid w:val="00146E5D"/>
    <w:rsid w:val="001536A2"/>
    <w:rsid w:val="001553B0"/>
    <w:rsid w:val="0015558D"/>
    <w:rsid w:val="00161470"/>
    <w:rsid w:val="00163A5F"/>
    <w:rsid w:val="001650F8"/>
    <w:rsid w:val="00166FF0"/>
    <w:rsid w:val="001679AF"/>
    <w:rsid w:val="00171D86"/>
    <w:rsid w:val="00174C5A"/>
    <w:rsid w:val="00175E61"/>
    <w:rsid w:val="00177988"/>
    <w:rsid w:val="00180ED5"/>
    <w:rsid w:val="00182C3F"/>
    <w:rsid w:val="00184DE3"/>
    <w:rsid w:val="001850F9"/>
    <w:rsid w:val="00186CF4"/>
    <w:rsid w:val="00186F72"/>
    <w:rsid w:val="00190A02"/>
    <w:rsid w:val="001923A8"/>
    <w:rsid w:val="00192E96"/>
    <w:rsid w:val="00194E05"/>
    <w:rsid w:val="00195EC9"/>
    <w:rsid w:val="00196610"/>
    <w:rsid w:val="00196BFE"/>
    <w:rsid w:val="00197180"/>
    <w:rsid w:val="001A0287"/>
    <w:rsid w:val="001A3443"/>
    <w:rsid w:val="001A6402"/>
    <w:rsid w:val="001B1DC5"/>
    <w:rsid w:val="001B5CB8"/>
    <w:rsid w:val="001B5E31"/>
    <w:rsid w:val="001B7524"/>
    <w:rsid w:val="001B7D93"/>
    <w:rsid w:val="001B7EF4"/>
    <w:rsid w:val="001C5058"/>
    <w:rsid w:val="001D63FC"/>
    <w:rsid w:val="001D7FE9"/>
    <w:rsid w:val="001E6D2E"/>
    <w:rsid w:val="001F4B8E"/>
    <w:rsid w:val="001F5C29"/>
    <w:rsid w:val="001F70B0"/>
    <w:rsid w:val="001F79EA"/>
    <w:rsid w:val="00206103"/>
    <w:rsid w:val="002115B1"/>
    <w:rsid w:val="00212733"/>
    <w:rsid w:val="00217EAB"/>
    <w:rsid w:val="00222E6D"/>
    <w:rsid w:val="00231236"/>
    <w:rsid w:val="0023156C"/>
    <w:rsid w:val="00232890"/>
    <w:rsid w:val="00250EC2"/>
    <w:rsid w:val="00252A4A"/>
    <w:rsid w:val="002552B0"/>
    <w:rsid w:val="00256F48"/>
    <w:rsid w:val="00260A2D"/>
    <w:rsid w:val="002633F5"/>
    <w:rsid w:val="0026392D"/>
    <w:rsid w:val="00263BDD"/>
    <w:rsid w:val="00264F1E"/>
    <w:rsid w:val="002743E7"/>
    <w:rsid w:val="00274C1E"/>
    <w:rsid w:val="00277940"/>
    <w:rsid w:val="00284D5F"/>
    <w:rsid w:val="002867AD"/>
    <w:rsid w:val="00287C44"/>
    <w:rsid w:val="002913C8"/>
    <w:rsid w:val="002915AF"/>
    <w:rsid w:val="002A0C28"/>
    <w:rsid w:val="002A2248"/>
    <w:rsid w:val="002B0B65"/>
    <w:rsid w:val="002B2440"/>
    <w:rsid w:val="002B3871"/>
    <w:rsid w:val="002B3CF3"/>
    <w:rsid w:val="002B6185"/>
    <w:rsid w:val="002B6349"/>
    <w:rsid w:val="002B7FFB"/>
    <w:rsid w:val="002C21DB"/>
    <w:rsid w:val="002C35C3"/>
    <w:rsid w:val="002C5A89"/>
    <w:rsid w:val="002D1C06"/>
    <w:rsid w:val="002D1C2C"/>
    <w:rsid w:val="002D35CF"/>
    <w:rsid w:val="002D4B0A"/>
    <w:rsid w:val="002D5F89"/>
    <w:rsid w:val="002D638C"/>
    <w:rsid w:val="002D72F4"/>
    <w:rsid w:val="002D7F08"/>
    <w:rsid w:val="002E3AE9"/>
    <w:rsid w:val="002E74D7"/>
    <w:rsid w:val="002F3593"/>
    <w:rsid w:val="0030123A"/>
    <w:rsid w:val="0030372B"/>
    <w:rsid w:val="0030695E"/>
    <w:rsid w:val="00306DA0"/>
    <w:rsid w:val="00312280"/>
    <w:rsid w:val="00314330"/>
    <w:rsid w:val="003163D3"/>
    <w:rsid w:val="003220C8"/>
    <w:rsid w:val="00322A49"/>
    <w:rsid w:val="00324C6C"/>
    <w:rsid w:val="0032671F"/>
    <w:rsid w:val="003267FA"/>
    <w:rsid w:val="00326EBA"/>
    <w:rsid w:val="00327E33"/>
    <w:rsid w:val="00330899"/>
    <w:rsid w:val="00332423"/>
    <w:rsid w:val="00337BEA"/>
    <w:rsid w:val="003502ED"/>
    <w:rsid w:val="00351B78"/>
    <w:rsid w:val="0035742D"/>
    <w:rsid w:val="0036384B"/>
    <w:rsid w:val="00364A98"/>
    <w:rsid w:val="00365D31"/>
    <w:rsid w:val="0037163C"/>
    <w:rsid w:val="00377B31"/>
    <w:rsid w:val="0038132B"/>
    <w:rsid w:val="00382FC0"/>
    <w:rsid w:val="00386CCA"/>
    <w:rsid w:val="003870A0"/>
    <w:rsid w:val="003877DD"/>
    <w:rsid w:val="00394353"/>
    <w:rsid w:val="003A50E6"/>
    <w:rsid w:val="003A6A21"/>
    <w:rsid w:val="003A71C4"/>
    <w:rsid w:val="003B038C"/>
    <w:rsid w:val="003B29CD"/>
    <w:rsid w:val="003B33FB"/>
    <w:rsid w:val="003B3F72"/>
    <w:rsid w:val="003C119C"/>
    <w:rsid w:val="003D02B9"/>
    <w:rsid w:val="003D21A8"/>
    <w:rsid w:val="003D5B7E"/>
    <w:rsid w:val="003D6093"/>
    <w:rsid w:val="003E23BB"/>
    <w:rsid w:val="003E743E"/>
    <w:rsid w:val="003F6992"/>
    <w:rsid w:val="003F71D7"/>
    <w:rsid w:val="003F7622"/>
    <w:rsid w:val="00402D25"/>
    <w:rsid w:val="0040399B"/>
    <w:rsid w:val="00407FB9"/>
    <w:rsid w:val="00410CAE"/>
    <w:rsid w:val="00415B9B"/>
    <w:rsid w:val="00420376"/>
    <w:rsid w:val="00423164"/>
    <w:rsid w:val="00423ED1"/>
    <w:rsid w:val="0042651A"/>
    <w:rsid w:val="00432983"/>
    <w:rsid w:val="00434ABD"/>
    <w:rsid w:val="00434C8F"/>
    <w:rsid w:val="004400CB"/>
    <w:rsid w:val="0044055A"/>
    <w:rsid w:val="00440BDF"/>
    <w:rsid w:val="00452E61"/>
    <w:rsid w:val="004553C3"/>
    <w:rsid w:val="00461ACA"/>
    <w:rsid w:val="004652CC"/>
    <w:rsid w:val="00467451"/>
    <w:rsid w:val="00467D78"/>
    <w:rsid w:val="00467F03"/>
    <w:rsid w:val="00471539"/>
    <w:rsid w:val="004742FF"/>
    <w:rsid w:val="00474F0E"/>
    <w:rsid w:val="00475036"/>
    <w:rsid w:val="00476337"/>
    <w:rsid w:val="00480709"/>
    <w:rsid w:val="00482C24"/>
    <w:rsid w:val="00485292"/>
    <w:rsid w:val="00487076"/>
    <w:rsid w:val="00490C10"/>
    <w:rsid w:val="00495FEB"/>
    <w:rsid w:val="004A472D"/>
    <w:rsid w:val="004A5667"/>
    <w:rsid w:val="004B08C2"/>
    <w:rsid w:val="004B458A"/>
    <w:rsid w:val="004B535B"/>
    <w:rsid w:val="004C0C1A"/>
    <w:rsid w:val="004C3B11"/>
    <w:rsid w:val="004C5AE6"/>
    <w:rsid w:val="004D447C"/>
    <w:rsid w:val="004E349C"/>
    <w:rsid w:val="004E3876"/>
    <w:rsid w:val="004E3B58"/>
    <w:rsid w:val="004F2109"/>
    <w:rsid w:val="004F7C40"/>
    <w:rsid w:val="005020AE"/>
    <w:rsid w:val="00507AE8"/>
    <w:rsid w:val="00507E94"/>
    <w:rsid w:val="00512B6E"/>
    <w:rsid w:val="005139DE"/>
    <w:rsid w:val="00514B66"/>
    <w:rsid w:val="00517971"/>
    <w:rsid w:val="00520535"/>
    <w:rsid w:val="0053007E"/>
    <w:rsid w:val="0053103F"/>
    <w:rsid w:val="005332A2"/>
    <w:rsid w:val="00537F7A"/>
    <w:rsid w:val="00543C33"/>
    <w:rsid w:val="00543F0E"/>
    <w:rsid w:val="005447E2"/>
    <w:rsid w:val="00544C39"/>
    <w:rsid w:val="005454D9"/>
    <w:rsid w:val="0055363A"/>
    <w:rsid w:val="00554D73"/>
    <w:rsid w:val="005550E5"/>
    <w:rsid w:val="00563C41"/>
    <w:rsid w:val="005656A7"/>
    <w:rsid w:val="00567353"/>
    <w:rsid w:val="00567CF8"/>
    <w:rsid w:val="005703B5"/>
    <w:rsid w:val="00574957"/>
    <w:rsid w:val="005821EF"/>
    <w:rsid w:val="005844FD"/>
    <w:rsid w:val="00594AB2"/>
    <w:rsid w:val="00594F58"/>
    <w:rsid w:val="00595B40"/>
    <w:rsid w:val="00595BB9"/>
    <w:rsid w:val="00596C5A"/>
    <w:rsid w:val="00596E43"/>
    <w:rsid w:val="005A18C9"/>
    <w:rsid w:val="005A207C"/>
    <w:rsid w:val="005A23C5"/>
    <w:rsid w:val="005B30DA"/>
    <w:rsid w:val="005B4C21"/>
    <w:rsid w:val="005C2B0C"/>
    <w:rsid w:val="005C39C1"/>
    <w:rsid w:val="005C4C77"/>
    <w:rsid w:val="005D3413"/>
    <w:rsid w:val="005E575E"/>
    <w:rsid w:val="005F0C55"/>
    <w:rsid w:val="005F2E56"/>
    <w:rsid w:val="005F67A5"/>
    <w:rsid w:val="00603578"/>
    <w:rsid w:val="006105DE"/>
    <w:rsid w:val="0061174A"/>
    <w:rsid w:val="00612413"/>
    <w:rsid w:val="0061408C"/>
    <w:rsid w:val="006141B0"/>
    <w:rsid w:val="00614A32"/>
    <w:rsid w:val="00622270"/>
    <w:rsid w:val="00624007"/>
    <w:rsid w:val="006268ED"/>
    <w:rsid w:val="006302B0"/>
    <w:rsid w:val="00633581"/>
    <w:rsid w:val="00635C2B"/>
    <w:rsid w:val="006371FD"/>
    <w:rsid w:val="006406E1"/>
    <w:rsid w:val="00642ADE"/>
    <w:rsid w:val="00644802"/>
    <w:rsid w:val="006507D4"/>
    <w:rsid w:val="00661042"/>
    <w:rsid w:val="00664240"/>
    <w:rsid w:val="00671FFF"/>
    <w:rsid w:val="00685326"/>
    <w:rsid w:val="00692F15"/>
    <w:rsid w:val="006B126F"/>
    <w:rsid w:val="006C1B06"/>
    <w:rsid w:val="006C34C8"/>
    <w:rsid w:val="006D0B54"/>
    <w:rsid w:val="006D1732"/>
    <w:rsid w:val="006D64FF"/>
    <w:rsid w:val="006E44B3"/>
    <w:rsid w:val="006E65F7"/>
    <w:rsid w:val="006F02A6"/>
    <w:rsid w:val="006F120F"/>
    <w:rsid w:val="006F2D81"/>
    <w:rsid w:val="006F38E5"/>
    <w:rsid w:val="007061EB"/>
    <w:rsid w:val="00706941"/>
    <w:rsid w:val="00711EBE"/>
    <w:rsid w:val="0072040E"/>
    <w:rsid w:val="00721A84"/>
    <w:rsid w:val="007237AF"/>
    <w:rsid w:val="00723ABA"/>
    <w:rsid w:val="007320EC"/>
    <w:rsid w:val="00733932"/>
    <w:rsid w:val="00741166"/>
    <w:rsid w:val="007411E7"/>
    <w:rsid w:val="00747BA4"/>
    <w:rsid w:val="00752588"/>
    <w:rsid w:val="007555D7"/>
    <w:rsid w:val="007633AE"/>
    <w:rsid w:val="00763C18"/>
    <w:rsid w:val="00763DDF"/>
    <w:rsid w:val="00770090"/>
    <w:rsid w:val="00771161"/>
    <w:rsid w:val="007817D4"/>
    <w:rsid w:val="00781C79"/>
    <w:rsid w:val="00786AC6"/>
    <w:rsid w:val="00786BCF"/>
    <w:rsid w:val="00787756"/>
    <w:rsid w:val="00792330"/>
    <w:rsid w:val="00795747"/>
    <w:rsid w:val="00795F65"/>
    <w:rsid w:val="0079745A"/>
    <w:rsid w:val="007A292D"/>
    <w:rsid w:val="007A2C1E"/>
    <w:rsid w:val="007A6C43"/>
    <w:rsid w:val="007B1C5C"/>
    <w:rsid w:val="007B38EB"/>
    <w:rsid w:val="007B6B37"/>
    <w:rsid w:val="007C0586"/>
    <w:rsid w:val="007C1C68"/>
    <w:rsid w:val="007C2293"/>
    <w:rsid w:val="007C5BDB"/>
    <w:rsid w:val="007D0A2E"/>
    <w:rsid w:val="007D583A"/>
    <w:rsid w:val="007E2338"/>
    <w:rsid w:val="007E3271"/>
    <w:rsid w:val="007E3F7E"/>
    <w:rsid w:val="007E7290"/>
    <w:rsid w:val="007E7895"/>
    <w:rsid w:val="007F67F4"/>
    <w:rsid w:val="007F766B"/>
    <w:rsid w:val="00806B24"/>
    <w:rsid w:val="008126CE"/>
    <w:rsid w:val="008138E2"/>
    <w:rsid w:val="00815935"/>
    <w:rsid w:val="00824981"/>
    <w:rsid w:val="00825B05"/>
    <w:rsid w:val="0085077A"/>
    <w:rsid w:val="00852AFE"/>
    <w:rsid w:val="00855A93"/>
    <w:rsid w:val="00857953"/>
    <w:rsid w:val="008602FA"/>
    <w:rsid w:val="00861378"/>
    <w:rsid w:val="008703DD"/>
    <w:rsid w:val="00874139"/>
    <w:rsid w:val="00876201"/>
    <w:rsid w:val="00890C9F"/>
    <w:rsid w:val="008968B5"/>
    <w:rsid w:val="008A0AD0"/>
    <w:rsid w:val="008A47AD"/>
    <w:rsid w:val="008B12A4"/>
    <w:rsid w:val="008B19F5"/>
    <w:rsid w:val="008B1A50"/>
    <w:rsid w:val="008B2554"/>
    <w:rsid w:val="008B4B09"/>
    <w:rsid w:val="008B585C"/>
    <w:rsid w:val="008C7354"/>
    <w:rsid w:val="008C79F8"/>
    <w:rsid w:val="008D08A8"/>
    <w:rsid w:val="008D419E"/>
    <w:rsid w:val="008D468C"/>
    <w:rsid w:val="008D4EB0"/>
    <w:rsid w:val="008E27B4"/>
    <w:rsid w:val="008E55D5"/>
    <w:rsid w:val="008F12BB"/>
    <w:rsid w:val="008F403D"/>
    <w:rsid w:val="008F7CF4"/>
    <w:rsid w:val="008F7E16"/>
    <w:rsid w:val="0090431E"/>
    <w:rsid w:val="0091484D"/>
    <w:rsid w:val="00924C1A"/>
    <w:rsid w:val="0093416F"/>
    <w:rsid w:val="009416A9"/>
    <w:rsid w:val="009420EF"/>
    <w:rsid w:val="00942249"/>
    <w:rsid w:val="009458D6"/>
    <w:rsid w:val="00945A07"/>
    <w:rsid w:val="009507B9"/>
    <w:rsid w:val="009549BA"/>
    <w:rsid w:val="009616AB"/>
    <w:rsid w:val="00963A7B"/>
    <w:rsid w:val="0096439E"/>
    <w:rsid w:val="0096622E"/>
    <w:rsid w:val="009666FB"/>
    <w:rsid w:val="009679EB"/>
    <w:rsid w:val="0098055A"/>
    <w:rsid w:val="009872DD"/>
    <w:rsid w:val="009873D9"/>
    <w:rsid w:val="00987FED"/>
    <w:rsid w:val="0099381D"/>
    <w:rsid w:val="009961D0"/>
    <w:rsid w:val="0099678E"/>
    <w:rsid w:val="0099718F"/>
    <w:rsid w:val="009A0F6C"/>
    <w:rsid w:val="009A3102"/>
    <w:rsid w:val="009A52F2"/>
    <w:rsid w:val="009A74A6"/>
    <w:rsid w:val="009B3CE5"/>
    <w:rsid w:val="009B5F95"/>
    <w:rsid w:val="009C2793"/>
    <w:rsid w:val="009C3CE4"/>
    <w:rsid w:val="009C4D49"/>
    <w:rsid w:val="009D6FCD"/>
    <w:rsid w:val="009D7829"/>
    <w:rsid w:val="009E5F4F"/>
    <w:rsid w:val="009E7D23"/>
    <w:rsid w:val="009F1603"/>
    <w:rsid w:val="009F2636"/>
    <w:rsid w:val="009F49CA"/>
    <w:rsid w:val="009F5E43"/>
    <w:rsid w:val="009F5F0A"/>
    <w:rsid w:val="00A00EEC"/>
    <w:rsid w:val="00A02D71"/>
    <w:rsid w:val="00A0388F"/>
    <w:rsid w:val="00A07B31"/>
    <w:rsid w:val="00A13C60"/>
    <w:rsid w:val="00A1491F"/>
    <w:rsid w:val="00A2461E"/>
    <w:rsid w:val="00A25B2A"/>
    <w:rsid w:val="00A277D7"/>
    <w:rsid w:val="00A354EE"/>
    <w:rsid w:val="00A37A8C"/>
    <w:rsid w:val="00A42E2F"/>
    <w:rsid w:val="00A4427D"/>
    <w:rsid w:val="00A4662E"/>
    <w:rsid w:val="00A47ECA"/>
    <w:rsid w:val="00A52E42"/>
    <w:rsid w:val="00A534BA"/>
    <w:rsid w:val="00A57AB1"/>
    <w:rsid w:val="00A647B2"/>
    <w:rsid w:val="00A7476F"/>
    <w:rsid w:val="00A81CA0"/>
    <w:rsid w:val="00A864CF"/>
    <w:rsid w:val="00A95DE3"/>
    <w:rsid w:val="00AA6604"/>
    <w:rsid w:val="00AB1246"/>
    <w:rsid w:val="00AB260E"/>
    <w:rsid w:val="00AB2AB0"/>
    <w:rsid w:val="00AC57F7"/>
    <w:rsid w:val="00AD29F2"/>
    <w:rsid w:val="00AD65DA"/>
    <w:rsid w:val="00AE12C3"/>
    <w:rsid w:val="00AE16CE"/>
    <w:rsid w:val="00AF1AE0"/>
    <w:rsid w:val="00AF42AF"/>
    <w:rsid w:val="00AF4775"/>
    <w:rsid w:val="00AF484B"/>
    <w:rsid w:val="00B0257E"/>
    <w:rsid w:val="00B03434"/>
    <w:rsid w:val="00B04336"/>
    <w:rsid w:val="00B16A4D"/>
    <w:rsid w:val="00B200E6"/>
    <w:rsid w:val="00B22D70"/>
    <w:rsid w:val="00B30E54"/>
    <w:rsid w:val="00B324D8"/>
    <w:rsid w:val="00B448D7"/>
    <w:rsid w:val="00B45C3F"/>
    <w:rsid w:val="00B51BB3"/>
    <w:rsid w:val="00B5403A"/>
    <w:rsid w:val="00B543F3"/>
    <w:rsid w:val="00B65A77"/>
    <w:rsid w:val="00B7578C"/>
    <w:rsid w:val="00B8219D"/>
    <w:rsid w:val="00B84C98"/>
    <w:rsid w:val="00B8709A"/>
    <w:rsid w:val="00B871DA"/>
    <w:rsid w:val="00B873FB"/>
    <w:rsid w:val="00B91FAA"/>
    <w:rsid w:val="00B9210A"/>
    <w:rsid w:val="00B93C76"/>
    <w:rsid w:val="00BA2BD5"/>
    <w:rsid w:val="00BA2C5E"/>
    <w:rsid w:val="00BA5DB3"/>
    <w:rsid w:val="00BD2626"/>
    <w:rsid w:val="00BD5616"/>
    <w:rsid w:val="00BD5A92"/>
    <w:rsid w:val="00BE652A"/>
    <w:rsid w:val="00BF0061"/>
    <w:rsid w:val="00BF2FE6"/>
    <w:rsid w:val="00C05C7E"/>
    <w:rsid w:val="00C11DED"/>
    <w:rsid w:val="00C13C09"/>
    <w:rsid w:val="00C143A7"/>
    <w:rsid w:val="00C15096"/>
    <w:rsid w:val="00C20466"/>
    <w:rsid w:val="00C2164E"/>
    <w:rsid w:val="00C232AA"/>
    <w:rsid w:val="00C25DAC"/>
    <w:rsid w:val="00C30AB0"/>
    <w:rsid w:val="00C335A9"/>
    <w:rsid w:val="00C338AB"/>
    <w:rsid w:val="00C52502"/>
    <w:rsid w:val="00C5258A"/>
    <w:rsid w:val="00C562FF"/>
    <w:rsid w:val="00C64F0F"/>
    <w:rsid w:val="00C70317"/>
    <w:rsid w:val="00C75008"/>
    <w:rsid w:val="00C77420"/>
    <w:rsid w:val="00C83851"/>
    <w:rsid w:val="00C83902"/>
    <w:rsid w:val="00C848F5"/>
    <w:rsid w:val="00C87D00"/>
    <w:rsid w:val="00C906C0"/>
    <w:rsid w:val="00C923DC"/>
    <w:rsid w:val="00C92DB1"/>
    <w:rsid w:val="00C95171"/>
    <w:rsid w:val="00C978ED"/>
    <w:rsid w:val="00CA1FFE"/>
    <w:rsid w:val="00CA5C2A"/>
    <w:rsid w:val="00CB7577"/>
    <w:rsid w:val="00CB7B55"/>
    <w:rsid w:val="00CC48D1"/>
    <w:rsid w:val="00CC4BED"/>
    <w:rsid w:val="00CD609E"/>
    <w:rsid w:val="00CD6EFF"/>
    <w:rsid w:val="00CE70FF"/>
    <w:rsid w:val="00CF3A33"/>
    <w:rsid w:val="00D03029"/>
    <w:rsid w:val="00D066D8"/>
    <w:rsid w:val="00D111EE"/>
    <w:rsid w:val="00D14EBF"/>
    <w:rsid w:val="00D16227"/>
    <w:rsid w:val="00D33687"/>
    <w:rsid w:val="00D344FF"/>
    <w:rsid w:val="00D45932"/>
    <w:rsid w:val="00D5522C"/>
    <w:rsid w:val="00D60CFA"/>
    <w:rsid w:val="00D618F4"/>
    <w:rsid w:val="00D70186"/>
    <w:rsid w:val="00D72E72"/>
    <w:rsid w:val="00D80060"/>
    <w:rsid w:val="00D85DE2"/>
    <w:rsid w:val="00D92D6E"/>
    <w:rsid w:val="00D974FA"/>
    <w:rsid w:val="00D975A5"/>
    <w:rsid w:val="00DA2A6A"/>
    <w:rsid w:val="00DA62C5"/>
    <w:rsid w:val="00DA6CD4"/>
    <w:rsid w:val="00DB234F"/>
    <w:rsid w:val="00DB48C3"/>
    <w:rsid w:val="00DC1B02"/>
    <w:rsid w:val="00DC6BEC"/>
    <w:rsid w:val="00DE0E0E"/>
    <w:rsid w:val="00DE3EC5"/>
    <w:rsid w:val="00DF1257"/>
    <w:rsid w:val="00DF2CB5"/>
    <w:rsid w:val="00DF3E77"/>
    <w:rsid w:val="00DF57DB"/>
    <w:rsid w:val="00E03C48"/>
    <w:rsid w:val="00E059F9"/>
    <w:rsid w:val="00E05EC3"/>
    <w:rsid w:val="00E07BEF"/>
    <w:rsid w:val="00E07C24"/>
    <w:rsid w:val="00E13E91"/>
    <w:rsid w:val="00E16341"/>
    <w:rsid w:val="00E17DC5"/>
    <w:rsid w:val="00E244BC"/>
    <w:rsid w:val="00E316EE"/>
    <w:rsid w:val="00E415B2"/>
    <w:rsid w:val="00E432CA"/>
    <w:rsid w:val="00E43D89"/>
    <w:rsid w:val="00E52BBC"/>
    <w:rsid w:val="00E53991"/>
    <w:rsid w:val="00E616A5"/>
    <w:rsid w:val="00E70A9B"/>
    <w:rsid w:val="00E775C1"/>
    <w:rsid w:val="00E852FA"/>
    <w:rsid w:val="00E85CF8"/>
    <w:rsid w:val="00E862EF"/>
    <w:rsid w:val="00E86A15"/>
    <w:rsid w:val="00EA1B1F"/>
    <w:rsid w:val="00EA4AB7"/>
    <w:rsid w:val="00EA53F8"/>
    <w:rsid w:val="00EA79BB"/>
    <w:rsid w:val="00EC07CB"/>
    <w:rsid w:val="00EC7A37"/>
    <w:rsid w:val="00ED20EB"/>
    <w:rsid w:val="00EE07F3"/>
    <w:rsid w:val="00EE27AA"/>
    <w:rsid w:val="00EF75D4"/>
    <w:rsid w:val="00F009F8"/>
    <w:rsid w:val="00F00D40"/>
    <w:rsid w:val="00F053CD"/>
    <w:rsid w:val="00F12FD7"/>
    <w:rsid w:val="00F1398E"/>
    <w:rsid w:val="00F25AD4"/>
    <w:rsid w:val="00F27EA7"/>
    <w:rsid w:val="00F31C8F"/>
    <w:rsid w:val="00F366FF"/>
    <w:rsid w:val="00F45D1F"/>
    <w:rsid w:val="00F46B16"/>
    <w:rsid w:val="00F53EAB"/>
    <w:rsid w:val="00F57C4B"/>
    <w:rsid w:val="00F57E27"/>
    <w:rsid w:val="00F91B54"/>
    <w:rsid w:val="00F91FF4"/>
    <w:rsid w:val="00F921D3"/>
    <w:rsid w:val="00F92362"/>
    <w:rsid w:val="00F946A4"/>
    <w:rsid w:val="00F948CF"/>
    <w:rsid w:val="00F96EA8"/>
    <w:rsid w:val="00FA33AF"/>
    <w:rsid w:val="00FA3C10"/>
    <w:rsid w:val="00FB007F"/>
    <w:rsid w:val="00FB36A7"/>
    <w:rsid w:val="00FB5010"/>
    <w:rsid w:val="00FB5EE5"/>
    <w:rsid w:val="00FC2154"/>
    <w:rsid w:val="00FC2C25"/>
    <w:rsid w:val="00FC482E"/>
    <w:rsid w:val="00FC6DAD"/>
    <w:rsid w:val="00FC7406"/>
    <w:rsid w:val="00FD07CB"/>
    <w:rsid w:val="00FD0D24"/>
    <w:rsid w:val="00FD1686"/>
    <w:rsid w:val="00FE394A"/>
    <w:rsid w:val="00FF0379"/>
    <w:rsid w:val="00FF1C5F"/>
    <w:rsid w:val="00FF32C9"/>
    <w:rsid w:val="00FF6CF6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5A0B632-6CAE-443D-9583-6A31B1F09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0">
    <w:name w:val="heading 2"/>
    <w:basedOn w:val="a"/>
    <w:next w:val="a"/>
    <w:link w:val="21"/>
    <w:qFormat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00E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186CF4"/>
    <w:pPr>
      <w:keepNext/>
      <w:tabs>
        <w:tab w:val="left" w:pos="284"/>
      </w:tabs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locked/>
    <w:rsid w:val="00186CF4"/>
    <w:rPr>
      <w:sz w:val="28"/>
      <w:lang w:val="ru-RU" w:eastAsia="ru-RU" w:bidi="ar-SA"/>
    </w:rPr>
  </w:style>
  <w:style w:type="paragraph" w:styleId="a3">
    <w:name w:val="Body Text"/>
    <w:basedOn w:val="a"/>
    <w:link w:val="a4"/>
    <w:rPr>
      <w:sz w:val="28"/>
    </w:rPr>
  </w:style>
  <w:style w:type="character" w:customStyle="1" w:styleId="a4">
    <w:name w:val="Основной текст Знак"/>
    <w:link w:val="a3"/>
    <w:locked/>
    <w:rsid w:val="00186CF4"/>
    <w:rPr>
      <w:sz w:val="28"/>
      <w:lang w:val="ru-RU" w:eastAsia="ru-RU" w:bidi="ar-SA"/>
    </w:rPr>
  </w:style>
  <w:style w:type="paragraph" w:styleId="a5">
    <w:name w:val="Body Text Indent"/>
    <w:basedOn w:val="a"/>
    <w:link w:val="a6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locked/>
    <w:rsid w:val="00186CF4"/>
    <w:rPr>
      <w:lang w:val="ru-RU" w:eastAsia="ru-RU" w:bidi="ar-SA"/>
    </w:rPr>
  </w:style>
  <w:style w:type="paragraph" w:styleId="a9">
    <w:name w:val="header"/>
    <w:basedOn w:val="a"/>
    <w:link w:val="a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locked/>
    <w:rsid w:val="00186CF4"/>
    <w:rPr>
      <w:lang w:val="ru-RU" w:eastAsia="ru-RU" w:bidi="ar-SA"/>
    </w:rPr>
  </w:style>
  <w:style w:type="character" w:styleId="ab">
    <w:name w:val="page number"/>
    <w:basedOn w:val="a0"/>
  </w:style>
  <w:style w:type="character" w:customStyle="1" w:styleId="ac">
    <w:name w:val="Текст сноски Знак"/>
    <w:link w:val="ad"/>
    <w:locked/>
    <w:rsid w:val="00186CF4"/>
    <w:rPr>
      <w:sz w:val="24"/>
      <w:lang w:val="ru-RU" w:eastAsia="ru-RU" w:bidi="ar-SA"/>
    </w:rPr>
  </w:style>
  <w:style w:type="paragraph" w:styleId="ad">
    <w:name w:val="footnote text"/>
    <w:basedOn w:val="a"/>
    <w:link w:val="ac"/>
    <w:rsid w:val="00186CF4"/>
    <w:pPr>
      <w:ind w:firstLine="340"/>
      <w:jc w:val="both"/>
    </w:pPr>
    <w:rPr>
      <w:sz w:val="24"/>
    </w:rPr>
  </w:style>
  <w:style w:type="paragraph" w:styleId="2">
    <w:name w:val="List Bullet 2"/>
    <w:basedOn w:val="a"/>
    <w:autoRedefine/>
    <w:rsid w:val="00186CF4"/>
    <w:pPr>
      <w:numPr>
        <w:numId w:val="1"/>
      </w:numPr>
      <w:ind w:left="283" w:hanging="283"/>
      <w:jc w:val="both"/>
    </w:pPr>
    <w:rPr>
      <w:color w:val="000000"/>
      <w:sz w:val="28"/>
      <w:szCs w:val="28"/>
    </w:rPr>
  </w:style>
  <w:style w:type="character" w:customStyle="1" w:styleId="ae">
    <w:name w:val="Название Знак"/>
    <w:link w:val="af"/>
    <w:locked/>
    <w:rsid w:val="00186CF4"/>
    <w:rPr>
      <w:b/>
      <w:sz w:val="32"/>
      <w:lang w:val="ru-RU" w:eastAsia="ru-RU" w:bidi="ar-SA"/>
    </w:rPr>
  </w:style>
  <w:style w:type="paragraph" w:styleId="af">
    <w:name w:val="Название"/>
    <w:basedOn w:val="a"/>
    <w:link w:val="ae"/>
    <w:qFormat/>
    <w:rsid w:val="00186CF4"/>
    <w:pPr>
      <w:ind w:firstLine="720"/>
      <w:jc w:val="center"/>
    </w:pPr>
    <w:rPr>
      <w:b/>
      <w:sz w:val="32"/>
    </w:rPr>
  </w:style>
  <w:style w:type="character" w:customStyle="1" w:styleId="22">
    <w:name w:val="Основной текст 2 Знак"/>
    <w:link w:val="23"/>
    <w:semiHidden/>
    <w:locked/>
    <w:rsid w:val="00186CF4"/>
    <w:rPr>
      <w:lang w:val="ru-RU" w:eastAsia="ru-RU" w:bidi="ar-SA"/>
    </w:rPr>
  </w:style>
  <w:style w:type="paragraph" w:styleId="23">
    <w:name w:val="Body Text 2"/>
    <w:basedOn w:val="a"/>
    <w:link w:val="22"/>
    <w:semiHidden/>
    <w:rsid w:val="00186CF4"/>
    <w:pPr>
      <w:spacing w:after="120" w:line="480" w:lineRule="auto"/>
    </w:pPr>
  </w:style>
  <w:style w:type="character" w:customStyle="1" w:styleId="31">
    <w:name w:val="Основной текст 3 Знак"/>
    <w:link w:val="32"/>
    <w:locked/>
    <w:rsid w:val="00186CF4"/>
    <w:rPr>
      <w:sz w:val="16"/>
      <w:szCs w:val="16"/>
      <w:lang w:val="ru-RU" w:eastAsia="ru-RU" w:bidi="ar-SA"/>
    </w:rPr>
  </w:style>
  <w:style w:type="paragraph" w:styleId="32">
    <w:name w:val="Body Text 3"/>
    <w:basedOn w:val="a"/>
    <w:link w:val="31"/>
    <w:rsid w:val="00186CF4"/>
    <w:pPr>
      <w:spacing w:after="120"/>
    </w:pPr>
    <w:rPr>
      <w:sz w:val="16"/>
      <w:szCs w:val="16"/>
    </w:rPr>
  </w:style>
  <w:style w:type="character" w:customStyle="1" w:styleId="24">
    <w:name w:val="Основной текст с отступом 2 Знак"/>
    <w:link w:val="25"/>
    <w:locked/>
    <w:rsid w:val="00186CF4"/>
    <w:rPr>
      <w:rFonts w:ascii="Calibri" w:hAnsi="Calibri"/>
      <w:sz w:val="22"/>
      <w:szCs w:val="22"/>
      <w:lang w:val="ru-RU" w:eastAsia="ru-RU" w:bidi="ar-SA"/>
    </w:rPr>
  </w:style>
  <w:style w:type="paragraph" w:styleId="25">
    <w:name w:val="Body Text Indent 2"/>
    <w:basedOn w:val="a"/>
    <w:link w:val="24"/>
    <w:rsid w:val="00186CF4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33">
    <w:name w:val="Основной текст с отступом 3 Знак"/>
    <w:link w:val="34"/>
    <w:semiHidden/>
    <w:locked/>
    <w:rsid w:val="00186CF4"/>
    <w:rPr>
      <w:sz w:val="16"/>
      <w:szCs w:val="16"/>
      <w:lang w:val="ru-RU" w:eastAsia="ru-RU" w:bidi="ar-SA"/>
    </w:rPr>
  </w:style>
  <w:style w:type="paragraph" w:styleId="34">
    <w:name w:val="Body Text Indent 3"/>
    <w:basedOn w:val="a"/>
    <w:link w:val="33"/>
    <w:semiHidden/>
    <w:rsid w:val="00186CF4"/>
    <w:pPr>
      <w:spacing w:after="120"/>
      <w:ind w:left="283"/>
    </w:pPr>
    <w:rPr>
      <w:sz w:val="16"/>
      <w:szCs w:val="16"/>
    </w:rPr>
  </w:style>
  <w:style w:type="character" w:customStyle="1" w:styleId="af0">
    <w:name w:val="Текст выноски Знак"/>
    <w:link w:val="af1"/>
    <w:locked/>
    <w:rsid w:val="00186CF4"/>
    <w:rPr>
      <w:rFonts w:ascii="Tahoma" w:hAnsi="Tahoma" w:cs="Tahoma"/>
      <w:sz w:val="16"/>
      <w:szCs w:val="16"/>
      <w:lang w:val="ru-RU" w:eastAsia="ru-RU" w:bidi="ar-SA"/>
    </w:rPr>
  </w:style>
  <w:style w:type="paragraph" w:styleId="af1">
    <w:name w:val="Balloon Text"/>
    <w:basedOn w:val="a"/>
    <w:link w:val="af0"/>
    <w:rsid w:val="00186CF4"/>
    <w:rPr>
      <w:rFonts w:ascii="Tahoma" w:hAnsi="Tahoma" w:cs="Tahoma"/>
      <w:sz w:val="16"/>
      <w:szCs w:val="16"/>
    </w:rPr>
  </w:style>
  <w:style w:type="character" w:customStyle="1" w:styleId="af2">
    <w:name w:val="Без интервала Знак"/>
    <w:link w:val="af3"/>
    <w:locked/>
    <w:rsid w:val="00186CF4"/>
    <w:rPr>
      <w:sz w:val="28"/>
      <w:szCs w:val="22"/>
      <w:lang w:val="ru-RU" w:eastAsia="ru-RU" w:bidi="ar-SA"/>
    </w:rPr>
  </w:style>
  <w:style w:type="paragraph" w:styleId="af3">
    <w:name w:val="No Spacing"/>
    <w:link w:val="af2"/>
    <w:qFormat/>
    <w:rsid w:val="00186CF4"/>
    <w:pPr>
      <w:ind w:firstLine="709"/>
      <w:jc w:val="both"/>
    </w:pPr>
    <w:rPr>
      <w:sz w:val="28"/>
      <w:szCs w:val="22"/>
    </w:rPr>
  </w:style>
  <w:style w:type="table" w:styleId="af4">
    <w:name w:val="Table Grid"/>
    <w:basedOn w:val="a1"/>
    <w:rsid w:val="00186CF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uiPriority w:val="99"/>
    <w:rsid w:val="005844FD"/>
    <w:rPr>
      <w:rFonts w:ascii="Arial" w:hAnsi="Arial" w:cs="Arial" w:hint="default"/>
      <w:strike w:val="0"/>
      <w:dstrike w:val="0"/>
      <w:color w:val="3560A7"/>
      <w:sz w:val="20"/>
      <w:szCs w:val="20"/>
      <w:u w:val="none"/>
      <w:effect w:val="none"/>
    </w:rPr>
  </w:style>
  <w:style w:type="character" w:styleId="af6">
    <w:name w:val="FollowedHyperlink"/>
    <w:rsid w:val="005844FD"/>
    <w:rPr>
      <w:color w:val="800080"/>
      <w:u w:val="single"/>
    </w:rPr>
  </w:style>
  <w:style w:type="paragraph" w:styleId="HTML">
    <w:name w:val="HTML Preformatted"/>
    <w:basedOn w:val="a"/>
    <w:link w:val="HTML0"/>
    <w:rsid w:val="005844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rsid w:val="005844FD"/>
    <w:rPr>
      <w:rFonts w:ascii="Courier New" w:hAnsi="Courier New" w:cs="Courier New"/>
    </w:rPr>
  </w:style>
  <w:style w:type="paragraph" w:styleId="af7">
    <w:name w:val="Normal (Web)"/>
    <w:basedOn w:val="a"/>
    <w:rsid w:val="005844FD"/>
    <w:rPr>
      <w:color w:val="000000"/>
      <w:sz w:val="24"/>
      <w:szCs w:val="24"/>
    </w:rPr>
  </w:style>
  <w:style w:type="paragraph" w:styleId="af8">
    <w:name w:val="Plain Text"/>
    <w:basedOn w:val="a"/>
    <w:link w:val="af9"/>
    <w:rsid w:val="005844FD"/>
    <w:rPr>
      <w:rFonts w:ascii="Courier New" w:hAnsi="Courier New"/>
      <w:lang w:val="x-none" w:eastAsia="x-none"/>
    </w:rPr>
  </w:style>
  <w:style w:type="character" w:customStyle="1" w:styleId="af9">
    <w:name w:val="Текст Знак"/>
    <w:link w:val="af8"/>
    <w:rsid w:val="005844FD"/>
    <w:rPr>
      <w:rFonts w:ascii="Courier New" w:hAnsi="Courier New" w:cs="Courier New"/>
    </w:rPr>
  </w:style>
  <w:style w:type="paragraph" w:customStyle="1" w:styleId="afa">
    <w:name w:val="Знак Знак Знак Знак"/>
    <w:basedOn w:val="a"/>
    <w:rsid w:val="005844F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b">
    <w:name w:val="ком"/>
    <w:basedOn w:val="a"/>
    <w:rsid w:val="005844FD"/>
    <w:pPr>
      <w:spacing w:before="80" w:after="80"/>
      <w:jc w:val="center"/>
    </w:pPr>
  </w:style>
  <w:style w:type="paragraph" w:customStyle="1" w:styleId="afc">
    <w:name w:val="Таблицы (моноширинный)"/>
    <w:basedOn w:val="a"/>
    <w:next w:val="a"/>
    <w:rsid w:val="005844F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ConsNonformat">
    <w:name w:val="ConsNonformat"/>
    <w:rsid w:val="005844F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tentheader2cols">
    <w:name w:val="contentheader2cols"/>
    <w:basedOn w:val="a"/>
    <w:rsid w:val="005844FD"/>
    <w:pPr>
      <w:spacing w:before="51"/>
      <w:ind w:left="257"/>
    </w:pPr>
    <w:rPr>
      <w:rFonts w:eastAsia="Arial Unicode MS"/>
      <w:b/>
      <w:bCs/>
      <w:color w:val="3560A7"/>
      <w:sz w:val="22"/>
      <w:szCs w:val="22"/>
    </w:rPr>
  </w:style>
  <w:style w:type="paragraph" w:customStyle="1" w:styleId="ConsPlusNormal">
    <w:name w:val="ConsPlusNormal"/>
    <w:rsid w:val="005844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844F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postan0">
    <w:name w:val="postan"/>
    <w:basedOn w:val="a"/>
    <w:rsid w:val="005844FD"/>
    <w:pPr>
      <w:spacing w:before="94" w:after="94"/>
    </w:pPr>
    <w:rPr>
      <w:rFonts w:ascii="Arial" w:hAnsi="Arial" w:cs="Arial"/>
      <w:color w:val="000000"/>
    </w:rPr>
  </w:style>
  <w:style w:type="paragraph" w:customStyle="1" w:styleId="ConsPlusNonformat">
    <w:name w:val="ConsPlusNonformat"/>
    <w:uiPriority w:val="99"/>
    <w:rsid w:val="005844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5844FD"/>
    <w:pPr>
      <w:widowControl w:val="0"/>
    </w:pPr>
    <w:rPr>
      <w:sz w:val="24"/>
      <w:szCs w:val="24"/>
      <w:lang w:eastAsia="ar-SA"/>
    </w:rPr>
  </w:style>
  <w:style w:type="paragraph" w:customStyle="1" w:styleId="afd">
    <w:name w:val="Отчетный"/>
    <w:basedOn w:val="a"/>
    <w:rsid w:val="005844FD"/>
    <w:pPr>
      <w:spacing w:after="120" w:line="360" w:lineRule="auto"/>
      <w:ind w:firstLine="720"/>
      <w:jc w:val="both"/>
    </w:pPr>
    <w:rPr>
      <w:sz w:val="26"/>
    </w:rPr>
  </w:style>
  <w:style w:type="paragraph" w:customStyle="1" w:styleId="p2">
    <w:name w:val="p2"/>
    <w:basedOn w:val="a"/>
    <w:rsid w:val="005844FD"/>
    <w:pPr>
      <w:ind w:firstLine="600"/>
      <w:jc w:val="both"/>
    </w:pPr>
    <w:rPr>
      <w:color w:val="000000"/>
      <w:sz w:val="24"/>
      <w:szCs w:val="24"/>
    </w:rPr>
  </w:style>
  <w:style w:type="paragraph" w:customStyle="1" w:styleId="ConsPlusCell">
    <w:name w:val="ConsPlusCell"/>
    <w:rsid w:val="005844F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e">
    <w:name w:val="List Paragraph"/>
    <w:basedOn w:val="a"/>
    <w:qFormat/>
    <w:rsid w:val="005844F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f">
    <w:name w:val="caption"/>
    <w:basedOn w:val="a"/>
    <w:next w:val="a"/>
    <w:qFormat/>
    <w:rsid w:val="00C75008"/>
    <w:rPr>
      <w:sz w:val="28"/>
    </w:rPr>
  </w:style>
  <w:style w:type="paragraph" w:customStyle="1" w:styleId="subheader">
    <w:name w:val="subheader"/>
    <w:basedOn w:val="a"/>
    <w:rsid w:val="00467451"/>
    <w:pPr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character" w:customStyle="1" w:styleId="30">
    <w:name w:val="Заголовок 3 Знак"/>
    <w:link w:val="3"/>
    <w:rsid w:val="00A00EEC"/>
    <w:rPr>
      <w:rFonts w:ascii="Arial" w:hAnsi="Arial" w:cs="Arial"/>
      <w:b/>
      <w:bCs/>
      <w:sz w:val="26"/>
      <w:szCs w:val="26"/>
    </w:rPr>
  </w:style>
  <w:style w:type="character" w:customStyle="1" w:styleId="21">
    <w:name w:val="Заголовок 2 Знак"/>
    <w:link w:val="20"/>
    <w:rsid w:val="00A00EEC"/>
    <w:rPr>
      <w:sz w:val="28"/>
    </w:rPr>
  </w:style>
  <w:style w:type="paragraph" w:customStyle="1" w:styleId="10">
    <w:name w:val="Без интервала1"/>
    <w:rsid w:val="00A00EEC"/>
    <w:rPr>
      <w:rFonts w:ascii="Calibri" w:hAnsi="Calibri"/>
      <w:sz w:val="22"/>
      <w:szCs w:val="22"/>
      <w:lang w:eastAsia="en-US"/>
    </w:rPr>
  </w:style>
  <w:style w:type="character" w:customStyle="1" w:styleId="blk">
    <w:name w:val="blk"/>
    <w:rsid w:val="00A00EEC"/>
  </w:style>
  <w:style w:type="character" w:customStyle="1" w:styleId="u">
    <w:name w:val="u"/>
    <w:rsid w:val="00A00EEC"/>
  </w:style>
  <w:style w:type="character" w:customStyle="1" w:styleId="aff0">
    <w:name w:val="Гипертекстовая ссылка"/>
    <w:rsid w:val="00A00EEC"/>
    <w:rPr>
      <w:rFonts w:cs="Times New Roman"/>
      <w:color w:val="106BBE"/>
    </w:rPr>
  </w:style>
  <w:style w:type="character" w:customStyle="1" w:styleId="a6">
    <w:name w:val="Основной текст с отступом Знак"/>
    <w:link w:val="a5"/>
    <w:rsid w:val="00FA3C10"/>
    <w:rPr>
      <w:sz w:val="28"/>
    </w:rPr>
  </w:style>
  <w:style w:type="table" w:customStyle="1" w:styleId="11">
    <w:name w:val="Сетка таблицы1"/>
    <w:basedOn w:val="a1"/>
    <w:rsid w:val="002E3A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annotation reference"/>
    <w:semiHidden/>
    <w:unhideWhenUsed/>
    <w:rsid w:val="00AB2AB0"/>
    <w:rPr>
      <w:sz w:val="16"/>
      <w:szCs w:val="16"/>
    </w:rPr>
  </w:style>
  <w:style w:type="paragraph" w:styleId="aff2">
    <w:name w:val="annotation text"/>
    <w:basedOn w:val="a"/>
    <w:link w:val="aff3"/>
    <w:semiHidden/>
    <w:unhideWhenUsed/>
    <w:rsid w:val="00AB2AB0"/>
  </w:style>
  <w:style w:type="character" w:customStyle="1" w:styleId="aff3">
    <w:name w:val="Текст примечания Знак"/>
    <w:basedOn w:val="a0"/>
    <w:link w:val="aff2"/>
    <w:semiHidden/>
    <w:rsid w:val="00AB2AB0"/>
  </w:style>
  <w:style w:type="paragraph" w:styleId="aff4">
    <w:name w:val="annotation subject"/>
    <w:basedOn w:val="aff2"/>
    <w:next w:val="aff2"/>
    <w:link w:val="aff5"/>
    <w:semiHidden/>
    <w:unhideWhenUsed/>
    <w:rsid w:val="00AB2AB0"/>
    <w:rPr>
      <w:b/>
      <w:bCs/>
    </w:rPr>
  </w:style>
  <w:style w:type="character" w:customStyle="1" w:styleId="aff5">
    <w:name w:val="Тема примечания Знак"/>
    <w:link w:val="aff4"/>
    <w:semiHidden/>
    <w:rsid w:val="00AB2A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3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85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9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5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3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8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3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6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5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5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-%20D\ORST\&#1064;&#1072;&#1073;&#1083;&#1086;&#1085;&#1099;\&#1055;&#1086;&#1089;&#1090;&#1072;&#1085;&#1086;&#1074;&#1083;&#1077;&#1085;&#1080;&#1077;%20&#1040;&#1056;&#105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E27AC-EA6E-4F37-BE07-16D3AD355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АРО.dot</Template>
  <TotalTime>0</TotalTime>
  <Pages>3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103a</dc:creator>
  <cp:keywords/>
  <cp:lastModifiedBy>MILADMIN_00</cp:lastModifiedBy>
  <cp:revision>2</cp:revision>
  <cp:lastPrinted>2017-12-21T14:08:00Z</cp:lastPrinted>
  <dcterms:created xsi:type="dcterms:W3CDTF">2017-12-21T14:59:00Z</dcterms:created>
  <dcterms:modified xsi:type="dcterms:W3CDTF">2017-12-21T14:59:00Z</dcterms:modified>
</cp:coreProperties>
</file>